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44C" w:rsidRDefault="0056144C" w:rsidP="00C03866">
      <w:bookmarkStart w:id="0" w:name="_GoBack"/>
      <w:bookmarkEnd w:id="0"/>
    </w:p>
    <w:p w:rsidR="0056144C" w:rsidRDefault="0056144C" w:rsidP="00C03866"/>
    <w:p w:rsidR="003B587A" w:rsidRPr="00A80152" w:rsidRDefault="00D66B4A" w:rsidP="00F86F0F">
      <w:pPr>
        <w:pStyle w:val="DOCTitle"/>
      </w:pPr>
      <w:bookmarkStart w:id="1" w:name="OLE_LINK1"/>
      <w:bookmarkStart w:id="2" w:name="OLE_LINK2"/>
      <w:r>
        <w:t>CMS: Free Content Pages Guide</w:t>
      </w:r>
    </w:p>
    <w:bookmarkEnd w:id="1"/>
    <w:bookmarkEnd w:id="2"/>
    <w:p w:rsidR="003B587A" w:rsidRPr="00A80152" w:rsidRDefault="003B587A" w:rsidP="00C03866"/>
    <w:p w:rsidR="003B587A" w:rsidRPr="00A80152" w:rsidRDefault="003B587A" w:rsidP="00C03866"/>
    <w:p w:rsidR="00B253D7" w:rsidRPr="00A80152" w:rsidRDefault="00B253D7" w:rsidP="003B587A">
      <w:pPr>
        <w:rPr>
          <w:rFonts w:cs="Arial"/>
        </w:rPr>
      </w:pPr>
    </w:p>
    <w:p w:rsidR="00B253D7" w:rsidRPr="00A80152" w:rsidRDefault="00B253D7" w:rsidP="003B587A">
      <w:pPr>
        <w:rPr>
          <w:rFonts w:cs="Arial"/>
        </w:rPr>
      </w:pPr>
    </w:p>
    <w:p w:rsidR="00B253D7" w:rsidRPr="00A80152" w:rsidRDefault="00B253D7" w:rsidP="003B587A">
      <w:pPr>
        <w:rPr>
          <w:rFonts w:cs="Arial"/>
        </w:rPr>
      </w:pPr>
    </w:p>
    <w:p w:rsidR="00555B09" w:rsidRPr="00A80152" w:rsidRDefault="00555B09" w:rsidP="003B587A">
      <w:pPr>
        <w:rPr>
          <w:rFonts w:cs="Arial"/>
        </w:rPr>
      </w:pPr>
    </w:p>
    <w:tbl>
      <w:tblPr>
        <w:tblW w:w="49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5"/>
        <w:gridCol w:w="1330"/>
        <w:gridCol w:w="1022"/>
        <w:gridCol w:w="300"/>
        <w:gridCol w:w="1379"/>
        <w:gridCol w:w="4201"/>
      </w:tblGrid>
      <w:tr w:rsidR="00C03866" w:rsidRPr="00D66B4A" w:rsidTr="00815802">
        <w:trPr>
          <w:trHeight w:val="340"/>
          <w:jc w:val="center"/>
        </w:trPr>
        <w:tc>
          <w:tcPr>
            <w:tcW w:w="2100" w:type="pct"/>
            <w:gridSpan w:val="3"/>
            <w:shd w:val="clear" w:color="auto" w:fill="C7BEB9"/>
            <w:vAlign w:val="center"/>
          </w:tcPr>
          <w:p w:rsidR="00C03866" w:rsidRPr="00616532" w:rsidRDefault="00C03866" w:rsidP="00413529">
            <w:pPr>
              <w:pStyle w:val="DOCcartridgeHeader"/>
            </w:pPr>
            <w:r w:rsidRPr="00616532">
              <w:t>Document Name</w:t>
            </w:r>
          </w:p>
        </w:tc>
        <w:tc>
          <w:tcPr>
            <w:tcW w:w="2900" w:type="pct"/>
            <w:gridSpan w:val="3"/>
            <w:vAlign w:val="center"/>
          </w:tcPr>
          <w:p w:rsidR="00C03866" w:rsidRPr="00D66B4A" w:rsidRDefault="00D66B4A" w:rsidP="00494FC9">
            <w:pPr>
              <w:rPr>
                <w:lang w:val="fr-FR"/>
              </w:rPr>
            </w:pPr>
            <w:r w:rsidRPr="00D66B4A">
              <w:rPr>
                <w:lang w:val="fr-FR"/>
              </w:rPr>
              <w:t>CMS: Free Content Pages Guide</w:t>
            </w:r>
          </w:p>
        </w:tc>
      </w:tr>
      <w:tr w:rsidR="00C03866" w:rsidRPr="00D66B4A" w:rsidTr="00815802">
        <w:trPr>
          <w:trHeight w:val="340"/>
          <w:jc w:val="center"/>
        </w:trPr>
        <w:tc>
          <w:tcPr>
            <w:tcW w:w="2100" w:type="pct"/>
            <w:gridSpan w:val="3"/>
            <w:shd w:val="clear" w:color="auto" w:fill="C7BEB9"/>
            <w:vAlign w:val="center"/>
          </w:tcPr>
          <w:p w:rsidR="00C03866" w:rsidRPr="005A4E95" w:rsidRDefault="00C03866" w:rsidP="00413529">
            <w:pPr>
              <w:pStyle w:val="DOCcartridgeHeader"/>
            </w:pPr>
            <w:r>
              <w:t>Document subject</w:t>
            </w:r>
          </w:p>
        </w:tc>
        <w:tc>
          <w:tcPr>
            <w:tcW w:w="2900" w:type="pct"/>
            <w:gridSpan w:val="3"/>
            <w:vAlign w:val="center"/>
          </w:tcPr>
          <w:p w:rsidR="00C03866" w:rsidRPr="00D66B4A" w:rsidRDefault="00D66B4A" w:rsidP="00494FC9">
            <w:pPr>
              <w:rPr>
                <w:lang w:val="fr-FR"/>
              </w:rPr>
            </w:pPr>
            <w:r w:rsidRPr="00D66B4A">
              <w:rPr>
                <w:lang w:val="fr-FR"/>
              </w:rPr>
              <w:t>CMS: Free Content Pages Guide</w:t>
            </w:r>
          </w:p>
        </w:tc>
      </w:tr>
      <w:tr w:rsidR="00C03866" w:rsidRPr="004A61FB" w:rsidTr="00815802">
        <w:trPr>
          <w:trHeight w:val="340"/>
          <w:jc w:val="center"/>
        </w:trPr>
        <w:tc>
          <w:tcPr>
            <w:tcW w:w="2100" w:type="pct"/>
            <w:gridSpan w:val="3"/>
            <w:shd w:val="clear" w:color="auto" w:fill="C7BEB9"/>
            <w:vAlign w:val="center"/>
          </w:tcPr>
          <w:p w:rsidR="00C03866" w:rsidRPr="005A4E95" w:rsidRDefault="00C03866" w:rsidP="00413529">
            <w:pPr>
              <w:pStyle w:val="DOCcartridgeHeader"/>
            </w:pPr>
            <w:r w:rsidRPr="005A4E95">
              <w:t>Author</w:t>
            </w:r>
            <w:r>
              <w:t xml:space="preserve"> Name</w:t>
            </w:r>
            <w:r w:rsidRPr="005A4E95">
              <w:t xml:space="preserve">: </w:t>
            </w:r>
            <w:r w:rsidRPr="003928CB">
              <w:t>in charge of the redaction</w:t>
            </w:r>
          </w:p>
        </w:tc>
        <w:tc>
          <w:tcPr>
            <w:tcW w:w="2900" w:type="pct"/>
            <w:gridSpan w:val="3"/>
            <w:vAlign w:val="center"/>
          </w:tcPr>
          <w:p w:rsidR="00C03866" w:rsidRPr="00EF54BB" w:rsidRDefault="00494FC9" w:rsidP="00413529">
            <w:r>
              <w:t>MDU</w:t>
            </w:r>
          </w:p>
        </w:tc>
      </w:tr>
      <w:tr w:rsidR="00C03866" w:rsidRPr="00616532" w:rsidTr="00815802">
        <w:trPr>
          <w:trHeight w:val="340"/>
          <w:jc w:val="center"/>
        </w:trPr>
        <w:tc>
          <w:tcPr>
            <w:tcW w:w="2100" w:type="pct"/>
            <w:gridSpan w:val="3"/>
            <w:shd w:val="clear" w:color="auto" w:fill="C7BEB9"/>
            <w:vAlign w:val="center"/>
          </w:tcPr>
          <w:p w:rsidR="00C03866" w:rsidRPr="00616532" w:rsidRDefault="00C03866" w:rsidP="00413529">
            <w:pPr>
              <w:pStyle w:val="DOCcartridgeHeader"/>
            </w:pPr>
            <w:r w:rsidRPr="00616532">
              <w:t>Creation Date</w:t>
            </w:r>
          </w:p>
        </w:tc>
        <w:tc>
          <w:tcPr>
            <w:tcW w:w="2900" w:type="pct"/>
            <w:gridSpan w:val="3"/>
            <w:vAlign w:val="center"/>
          </w:tcPr>
          <w:p w:rsidR="00C03866" w:rsidRPr="00EF54BB" w:rsidRDefault="00D66B4A" w:rsidP="00413529">
            <w:r>
              <w:t>29/06/2015</w:t>
            </w:r>
          </w:p>
        </w:tc>
      </w:tr>
      <w:tr w:rsidR="00C03866" w:rsidRPr="00FA30BE" w:rsidTr="00815802">
        <w:trPr>
          <w:trHeight w:val="340"/>
          <w:jc w:val="center"/>
        </w:trPr>
        <w:tc>
          <w:tcPr>
            <w:tcW w:w="2100" w:type="pct"/>
            <w:gridSpan w:val="3"/>
            <w:shd w:val="clear" w:color="auto" w:fill="C7BEB9"/>
            <w:vAlign w:val="center"/>
          </w:tcPr>
          <w:p w:rsidR="00C03866" w:rsidRDefault="00C03866" w:rsidP="00413529">
            <w:pPr>
              <w:pStyle w:val="DOCcartridgeHeader"/>
            </w:pPr>
            <w:r>
              <w:t>Last Update</w:t>
            </w:r>
          </w:p>
        </w:tc>
        <w:tc>
          <w:tcPr>
            <w:tcW w:w="2900" w:type="pct"/>
            <w:gridSpan w:val="3"/>
            <w:shd w:val="clear" w:color="auto" w:fill="auto"/>
            <w:vAlign w:val="center"/>
          </w:tcPr>
          <w:p w:rsidR="00C03866" w:rsidRPr="00EF54BB" w:rsidRDefault="00C03866" w:rsidP="00413529"/>
        </w:tc>
      </w:tr>
      <w:tr w:rsidR="00C03866" w:rsidRPr="00BD088B" w:rsidTr="00815802">
        <w:trPr>
          <w:trHeight w:val="340"/>
          <w:jc w:val="center"/>
        </w:trPr>
        <w:tc>
          <w:tcPr>
            <w:tcW w:w="2100" w:type="pct"/>
            <w:gridSpan w:val="3"/>
            <w:shd w:val="clear" w:color="auto" w:fill="C7BEB9"/>
            <w:vAlign w:val="center"/>
          </w:tcPr>
          <w:p w:rsidR="00C03866" w:rsidRPr="00616532" w:rsidRDefault="00C03866" w:rsidP="00413529">
            <w:pPr>
              <w:pStyle w:val="DOCcartridgeHeader"/>
            </w:pPr>
            <w:r>
              <w:t>Business requirement</w:t>
            </w:r>
          </w:p>
        </w:tc>
        <w:tc>
          <w:tcPr>
            <w:tcW w:w="2900" w:type="pct"/>
            <w:gridSpan w:val="3"/>
            <w:shd w:val="clear" w:color="auto" w:fill="auto"/>
            <w:vAlign w:val="center"/>
          </w:tcPr>
          <w:p w:rsidR="00C03866" w:rsidRPr="00EF54BB" w:rsidRDefault="00C03866" w:rsidP="00413529"/>
        </w:tc>
      </w:tr>
      <w:tr w:rsidR="00C03866" w:rsidRPr="00BD088B" w:rsidTr="00413529">
        <w:trPr>
          <w:trHeight w:val="149"/>
          <w:jc w:val="center"/>
        </w:trPr>
        <w:tc>
          <w:tcPr>
            <w:tcW w:w="5000" w:type="pct"/>
            <w:gridSpan w:val="6"/>
            <w:shd w:val="clear" w:color="auto" w:fill="auto"/>
          </w:tcPr>
          <w:p w:rsidR="00C03866" w:rsidRPr="00FA30BE" w:rsidRDefault="00C03866" w:rsidP="00D259D8">
            <w:pPr>
              <w:jc w:val="center"/>
              <w:rPr>
                <w:rFonts w:cs="Arial"/>
                <w:b/>
                <w:sz w:val="14"/>
                <w:szCs w:val="22"/>
              </w:rPr>
            </w:pPr>
          </w:p>
        </w:tc>
      </w:tr>
      <w:tr w:rsidR="00C03866" w:rsidRPr="004D330A" w:rsidTr="00413529">
        <w:trPr>
          <w:trHeight w:val="340"/>
          <w:jc w:val="center"/>
        </w:trPr>
        <w:tc>
          <w:tcPr>
            <w:tcW w:w="5000" w:type="pct"/>
            <w:gridSpan w:val="6"/>
            <w:shd w:val="clear" w:color="auto" w:fill="C7BEB9"/>
            <w:vAlign w:val="center"/>
          </w:tcPr>
          <w:p w:rsidR="00C03866" w:rsidRPr="00FB40BC" w:rsidRDefault="00C03866" w:rsidP="00413529">
            <w:pPr>
              <w:pStyle w:val="DOCcartridgeHeader"/>
            </w:pPr>
            <w:r w:rsidRPr="00FB40BC">
              <w:t>Upper Level Reference documents</w:t>
            </w:r>
          </w:p>
        </w:tc>
      </w:tr>
      <w:tr w:rsidR="00C03866" w:rsidRPr="00BD088B" w:rsidTr="00413529">
        <w:trPr>
          <w:trHeight w:val="340"/>
          <w:jc w:val="center"/>
        </w:trPr>
        <w:tc>
          <w:tcPr>
            <w:tcW w:w="5000" w:type="pct"/>
            <w:gridSpan w:val="6"/>
            <w:shd w:val="clear" w:color="auto" w:fill="FFFFFF" w:themeFill="background1"/>
            <w:vAlign w:val="center"/>
          </w:tcPr>
          <w:p w:rsidR="00C03866" w:rsidRPr="00616532" w:rsidRDefault="00BD67F2" w:rsidP="00413529">
            <w:pPr>
              <w:rPr>
                <w:rFonts w:cs="Arial"/>
                <w:b/>
                <w:sz w:val="22"/>
                <w:szCs w:val="22"/>
              </w:rPr>
            </w:pPr>
            <w:r>
              <w:t>&lt; </w:t>
            </w:r>
            <w:r w:rsidR="00C03866">
              <w:t>I</w:t>
            </w:r>
            <w:r w:rsidR="00C03866" w:rsidRPr="0068208E">
              <w:t>nsert</w:t>
            </w:r>
            <w:r w:rsidR="00C03866" w:rsidRPr="00CB5797">
              <w:t xml:space="preserve"> </w:t>
            </w:r>
            <w:r w:rsidR="00C03866">
              <w:t>the list of upper level reference documents and/or possible translation</w:t>
            </w:r>
            <w:r w:rsidR="0092242F">
              <w:t> &gt;</w:t>
            </w:r>
          </w:p>
        </w:tc>
      </w:tr>
      <w:tr w:rsidR="00C03866" w:rsidRPr="00BD088B" w:rsidTr="00413529">
        <w:trPr>
          <w:trHeight w:val="340"/>
          <w:jc w:val="center"/>
        </w:trPr>
        <w:tc>
          <w:tcPr>
            <w:tcW w:w="5000" w:type="pct"/>
            <w:gridSpan w:val="6"/>
            <w:shd w:val="clear" w:color="auto" w:fill="C7BEB9"/>
            <w:vAlign w:val="center"/>
          </w:tcPr>
          <w:p w:rsidR="00C03866" w:rsidRPr="00FB40BC" w:rsidRDefault="00C03866" w:rsidP="00413529">
            <w:pPr>
              <w:pStyle w:val="DOCcartridgeHeader"/>
            </w:pPr>
            <w:r w:rsidRPr="00FB40BC">
              <w:t>Changes</w:t>
            </w:r>
            <w:r w:rsidR="005B226F">
              <w:t xml:space="preserve"> </w:t>
            </w:r>
            <w:r w:rsidRPr="00FB40BC">
              <w:t xml:space="preserve">and Validations : Only the last change must be drawn inside the document and be easily identifiable, previous changes are </w:t>
            </w:r>
            <w:r w:rsidR="00A80152">
              <w:t>“</w:t>
            </w:r>
            <w:r w:rsidRPr="00FB40BC">
              <w:t>validated</w:t>
            </w:r>
            <w:r w:rsidR="00A80152">
              <w:t>”</w:t>
            </w:r>
            <w:r w:rsidRPr="00FB40BC">
              <w:t>, that is to say, included in the document.</w:t>
            </w:r>
          </w:p>
        </w:tc>
      </w:tr>
      <w:tr w:rsidR="00C03866" w:rsidRPr="00616532" w:rsidTr="00815802">
        <w:trPr>
          <w:trHeight w:val="340"/>
          <w:jc w:val="center"/>
        </w:trPr>
        <w:tc>
          <w:tcPr>
            <w:tcW w:w="940" w:type="pct"/>
            <w:shd w:val="clear" w:color="auto" w:fill="C7BEB9"/>
            <w:vAlign w:val="center"/>
          </w:tcPr>
          <w:p w:rsidR="00C03866" w:rsidRPr="00FB40BC" w:rsidRDefault="00C03866" w:rsidP="00413529">
            <w:pPr>
              <w:pStyle w:val="DOCcartridgeHeader"/>
            </w:pPr>
            <w:r w:rsidRPr="00FB40BC">
              <w:t>Change Number</w:t>
            </w:r>
          </w:p>
          <w:p w:rsidR="00C03866" w:rsidRPr="00616532" w:rsidRDefault="00C03866" w:rsidP="00413529">
            <w:pPr>
              <w:pStyle w:val="DOCcartridgeHeader"/>
            </w:pPr>
            <w:r w:rsidRPr="00FB40BC">
              <w:t>/Validation Number</w:t>
            </w:r>
          </w:p>
        </w:tc>
        <w:tc>
          <w:tcPr>
            <w:tcW w:w="656" w:type="pct"/>
            <w:shd w:val="clear" w:color="auto" w:fill="C7BEB9"/>
            <w:vAlign w:val="center"/>
          </w:tcPr>
          <w:p w:rsidR="00C03866" w:rsidRPr="000F1966" w:rsidRDefault="00C03866" w:rsidP="00413529">
            <w:pPr>
              <w:pStyle w:val="DOCcartridgeHeader"/>
              <w:rPr>
                <w:i/>
              </w:rPr>
            </w:pPr>
            <w:r w:rsidRPr="00616532">
              <w:t>Date</w:t>
            </w:r>
          </w:p>
        </w:tc>
        <w:tc>
          <w:tcPr>
            <w:tcW w:w="652" w:type="pct"/>
            <w:gridSpan w:val="2"/>
            <w:shd w:val="clear" w:color="auto" w:fill="C7BEB9"/>
            <w:vAlign w:val="center"/>
          </w:tcPr>
          <w:p w:rsidR="00C03866" w:rsidRPr="00FB40BC" w:rsidRDefault="00C03866" w:rsidP="00413529">
            <w:pPr>
              <w:pStyle w:val="DOCcartridgeHeader"/>
            </w:pPr>
            <w:r w:rsidRPr="00FB40BC">
              <w:t>Author</w:t>
            </w:r>
          </w:p>
        </w:tc>
        <w:tc>
          <w:tcPr>
            <w:tcW w:w="680" w:type="pct"/>
            <w:shd w:val="clear" w:color="auto" w:fill="C7BEB9"/>
            <w:vAlign w:val="center"/>
          </w:tcPr>
          <w:p w:rsidR="00C03866" w:rsidRPr="00616532" w:rsidRDefault="00C03866" w:rsidP="00413529">
            <w:pPr>
              <w:pStyle w:val="DOCcartridgeHeader"/>
            </w:pPr>
            <w:r w:rsidRPr="00616532">
              <w:t>Generating Event</w:t>
            </w:r>
          </w:p>
        </w:tc>
        <w:tc>
          <w:tcPr>
            <w:tcW w:w="2073" w:type="pct"/>
            <w:shd w:val="clear" w:color="auto" w:fill="C7BEB9"/>
            <w:vAlign w:val="center"/>
          </w:tcPr>
          <w:p w:rsidR="00C03866" w:rsidRPr="00616532" w:rsidRDefault="00C03866" w:rsidP="00413529">
            <w:pPr>
              <w:pStyle w:val="DOCcartridgeHeader"/>
            </w:pPr>
            <w:r w:rsidRPr="00616532">
              <w:t>Change</w:t>
            </w:r>
            <w:r>
              <w:t>/Validation</w:t>
            </w:r>
            <w:r w:rsidRPr="00616532">
              <w:t xml:space="preserve"> Description</w:t>
            </w:r>
          </w:p>
        </w:tc>
      </w:tr>
      <w:tr w:rsidR="00C03866" w:rsidRPr="00656E39" w:rsidTr="00815802">
        <w:trPr>
          <w:trHeight w:val="340"/>
          <w:jc w:val="center"/>
        </w:trPr>
        <w:tc>
          <w:tcPr>
            <w:tcW w:w="940" w:type="pct"/>
            <w:shd w:val="clear" w:color="auto" w:fill="auto"/>
            <w:vAlign w:val="center"/>
          </w:tcPr>
          <w:p w:rsidR="00C03866" w:rsidRPr="0068208E" w:rsidRDefault="00C03866" w:rsidP="00413529"/>
        </w:tc>
        <w:tc>
          <w:tcPr>
            <w:tcW w:w="656" w:type="pct"/>
            <w:shd w:val="clear" w:color="auto" w:fill="auto"/>
            <w:vAlign w:val="center"/>
          </w:tcPr>
          <w:p w:rsidR="00C03866" w:rsidRPr="0068208E" w:rsidRDefault="00BD67F2" w:rsidP="00C607FD">
            <w:r>
              <w:t> </w:t>
            </w:r>
            <w:sdt>
              <w:sdtPr>
                <w:alias w:val="Change date"/>
                <w:tag w:val="Change date"/>
                <w:id w:val="3031099"/>
                <w:placeholder>
                  <w:docPart w:val="31668F78F55D40648BBAABF146B5C635"/>
                </w:placeholder>
                <w:date w:fullDate="2015-06-29T00:00:00Z">
                  <w:dateFormat w:val="dd/MM/yyyy"/>
                  <w:lid w:val="fr-FR"/>
                  <w:storeMappedDataAs w:val="dateTime"/>
                  <w:calendar w:val="gregorian"/>
                </w:date>
              </w:sdtPr>
              <w:sdtContent>
                <w:r w:rsidR="00D66B4A">
                  <w:rPr>
                    <w:lang w:val="fr-FR"/>
                  </w:rPr>
                  <w:t>29/06/2015</w:t>
                </w:r>
              </w:sdtContent>
            </w:sdt>
            <w:r w:rsidR="0092242F">
              <w:t> </w:t>
            </w:r>
          </w:p>
        </w:tc>
        <w:tc>
          <w:tcPr>
            <w:tcW w:w="652" w:type="pct"/>
            <w:gridSpan w:val="2"/>
            <w:shd w:val="clear" w:color="auto" w:fill="auto"/>
            <w:vAlign w:val="center"/>
          </w:tcPr>
          <w:p w:rsidR="00C03866" w:rsidRPr="0068208E" w:rsidRDefault="00494FC9" w:rsidP="00413529">
            <w:r>
              <w:t>MDU</w:t>
            </w:r>
          </w:p>
        </w:tc>
        <w:tc>
          <w:tcPr>
            <w:tcW w:w="680" w:type="pct"/>
            <w:vAlign w:val="center"/>
          </w:tcPr>
          <w:p w:rsidR="00C03866" w:rsidRPr="0068208E" w:rsidRDefault="00BD67F2" w:rsidP="00413529">
            <w:r>
              <w:t>&lt; </w:t>
            </w:r>
            <w:r w:rsidR="00C03866" w:rsidRPr="0068208E">
              <w:t>Project ID, Change ID,</w:t>
            </w:r>
            <w:r w:rsidR="00EE0AE6">
              <w:t>…</w:t>
            </w:r>
            <w:r w:rsidR="0092242F">
              <w:t> &gt;</w:t>
            </w:r>
          </w:p>
        </w:tc>
        <w:tc>
          <w:tcPr>
            <w:tcW w:w="2073" w:type="pct"/>
            <w:vAlign w:val="center"/>
          </w:tcPr>
          <w:p w:rsidR="00C03866" w:rsidRPr="0068208E" w:rsidRDefault="000C5FB3" w:rsidP="000C5FB3">
            <w:r>
              <w:t>Document creation</w:t>
            </w:r>
            <w:r w:rsidR="0092242F">
              <w:t> </w:t>
            </w:r>
          </w:p>
        </w:tc>
      </w:tr>
      <w:tr w:rsidR="00815802" w:rsidRPr="00656E39" w:rsidTr="00815802">
        <w:trPr>
          <w:trHeight w:val="340"/>
          <w:jc w:val="center"/>
        </w:trPr>
        <w:tc>
          <w:tcPr>
            <w:tcW w:w="940" w:type="pct"/>
            <w:shd w:val="clear" w:color="auto" w:fill="auto"/>
            <w:vAlign w:val="center"/>
          </w:tcPr>
          <w:p w:rsidR="00815802" w:rsidRPr="0068208E" w:rsidRDefault="00815802" w:rsidP="00413529"/>
        </w:tc>
        <w:tc>
          <w:tcPr>
            <w:tcW w:w="656" w:type="pct"/>
            <w:shd w:val="clear" w:color="auto" w:fill="auto"/>
            <w:vAlign w:val="center"/>
          </w:tcPr>
          <w:p w:rsidR="00815802" w:rsidRPr="002A239A" w:rsidRDefault="00815802" w:rsidP="00815802">
            <w:pPr>
              <w:rPr>
                <w:highlight w:val="green"/>
              </w:rPr>
            </w:pPr>
          </w:p>
        </w:tc>
        <w:tc>
          <w:tcPr>
            <w:tcW w:w="652" w:type="pct"/>
            <w:gridSpan w:val="2"/>
            <w:shd w:val="clear" w:color="auto" w:fill="auto"/>
            <w:vAlign w:val="center"/>
          </w:tcPr>
          <w:p w:rsidR="00815802" w:rsidRPr="002A239A" w:rsidRDefault="00815802" w:rsidP="00815802">
            <w:pPr>
              <w:rPr>
                <w:highlight w:val="green"/>
              </w:rPr>
            </w:pPr>
          </w:p>
        </w:tc>
        <w:tc>
          <w:tcPr>
            <w:tcW w:w="680" w:type="pct"/>
            <w:vAlign w:val="center"/>
          </w:tcPr>
          <w:p w:rsidR="00815802" w:rsidRPr="002A239A" w:rsidRDefault="00815802" w:rsidP="00815802">
            <w:pPr>
              <w:rPr>
                <w:highlight w:val="green"/>
              </w:rPr>
            </w:pPr>
          </w:p>
        </w:tc>
        <w:tc>
          <w:tcPr>
            <w:tcW w:w="2073" w:type="pct"/>
            <w:vAlign w:val="center"/>
          </w:tcPr>
          <w:p w:rsidR="00815802" w:rsidRPr="002A239A" w:rsidRDefault="00815802" w:rsidP="00815802">
            <w:pPr>
              <w:rPr>
                <w:highlight w:val="green"/>
              </w:rPr>
            </w:pPr>
          </w:p>
        </w:tc>
      </w:tr>
      <w:tr w:rsidR="00815802" w:rsidRPr="00656E39" w:rsidTr="00815802">
        <w:trPr>
          <w:trHeight w:val="340"/>
          <w:jc w:val="center"/>
        </w:trPr>
        <w:tc>
          <w:tcPr>
            <w:tcW w:w="940" w:type="pct"/>
            <w:shd w:val="clear" w:color="auto" w:fill="auto"/>
            <w:vAlign w:val="center"/>
          </w:tcPr>
          <w:p w:rsidR="00815802" w:rsidRPr="0068208E" w:rsidRDefault="00815802" w:rsidP="00413529"/>
        </w:tc>
        <w:tc>
          <w:tcPr>
            <w:tcW w:w="656" w:type="pct"/>
            <w:shd w:val="clear" w:color="auto" w:fill="auto"/>
            <w:vAlign w:val="center"/>
          </w:tcPr>
          <w:p w:rsidR="00815802" w:rsidRPr="0068208E" w:rsidRDefault="00815802" w:rsidP="00413529"/>
        </w:tc>
        <w:tc>
          <w:tcPr>
            <w:tcW w:w="652" w:type="pct"/>
            <w:gridSpan w:val="2"/>
            <w:shd w:val="clear" w:color="auto" w:fill="auto"/>
            <w:vAlign w:val="center"/>
          </w:tcPr>
          <w:p w:rsidR="00815802" w:rsidRPr="0068208E" w:rsidRDefault="00815802" w:rsidP="00413529"/>
        </w:tc>
        <w:tc>
          <w:tcPr>
            <w:tcW w:w="680" w:type="pct"/>
            <w:vAlign w:val="center"/>
          </w:tcPr>
          <w:p w:rsidR="00815802" w:rsidRPr="0068208E" w:rsidRDefault="00815802" w:rsidP="00413529"/>
        </w:tc>
        <w:tc>
          <w:tcPr>
            <w:tcW w:w="2073" w:type="pct"/>
            <w:vAlign w:val="center"/>
          </w:tcPr>
          <w:p w:rsidR="00815802" w:rsidRPr="0068208E" w:rsidRDefault="00815802" w:rsidP="00413529"/>
        </w:tc>
      </w:tr>
    </w:tbl>
    <w:p w:rsidR="00555B09" w:rsidRPr="00616532" w:rsidRDefault="00555B09" w:rsidP="003B587A">
      <w:pPr>
        <w:rPr>
          <w:rFonts w:cs="Arial"/>
        </w:rPr>
      </w:pPr>
    </w:p>
    <w:p w:rsidR="00FA783C" w:rsidRDefault="00FA783C">
      <w:pPr>
        <w:rPr>
          <w:rFonts w:cs="Arial"/>
        </w:rPr>
      </w:pPr>
    </w:p>
    <w:p w:rsidR="001F6750" w:rsidRDefault="001F6750">
      <w:pPr>
        <w:rPr>
          <w:rFonts w:cs="Arial"/>
        </w:rPr>
      </w:pPr>
    </w:p>
    <w:tbl>
      <w:tblPr>
        <w:tblStyle w:val="Grilledutableau"/>
        <w:tblpPr w:leftFromText="141" w:rightFromText="141" w:vertAnchor="text" w:horzAnchor="margin" w:tblpY="125"/>
        <w:tblW w:w="0" w:type="auto"/>
        <w:tblLook w:val="04A0"/>
      </w:tblPr>
      <w:tblGrid>
        <w:gridCol w:w="10203"/>
      </w:tblGrid>
      <w:tr w:rsidR="001F6750" w:rsidRPr="00844B8F" w:rsidTr="008302EE">
        <w:tc>
          <w:tcPr>
            <w:tcW w:w="10203" w:type="dxa"/>
          </w:tcPr>
          <w:p w:rsidR="001F6750" w:rsidRPr="00CB5797" w:rsidRDefault="001F6750" w:rsidP="008302EE">
            <w:pPr>
              <w:pStyle w:val="DOCBestPracticesTitle"/>
              <w:framePr w:hSpace="0" w:wrap="auto" w:vAnchor="margin" w:hAnchor="text" w:yAlign="inline"/>
            </w:pPr>
            <w:r w:rsidRPr="00CB5797">
              <w:t>Document Best Practices:</w:t>
            </w:r>
          </w:p>
          <w:p w:rsidR="00CC55EA" w:rsidRDefault="00CC55EA" w:rsidP="008302EE">
            <w:pPr>
              <w:pStyle w:val="DOCBestPractices"/>
            </w:pPr>
            <w:r>
              <w:t xml:space="preserve">The context </w:t>
            </w:r>
            <w:r w:rsidR="00966981">
              <w:t>section is</w:t>
            </w:r>
            <w:r>
              <w:t xml:space="preserve"> mandatory</w:t>
            </w:r>
            <w:r w:rsidR="003F255E">
              <w:t xml:space="preserve"> for all development </w:t>
            </w:r>
            <w:r w:rsidR="00966981">
              <w:t>categories</w:t>
            </w:r>
            <w:r>
              <w:t>.</w:t>
            </w:r>
          </w:p>
          <w:p w:rsidR="00CC55EA" w:rsidRDefault="00CC55EA" w:rsidP="008302EE">
            <w:pPr>
              <w:pStyle w:val="DOCBestPractices"/>
            </w:pPr>
          </w:p>
          <w:p w:rsidR="00B818A7" w:rsidRDefault="001F6750" w:rsidP="008302EE">
            <w:pPr>
              <w:pStyle w:val="DOCBestPractices"/>
            </w:pPr>
            <w:r w:rsidRPr="00CB5797">
              <w:t>Prefer to explain the solution</w:t>
            </w:r>
            <w:r w:rsidR="00966981">
              <w:t xml:space="preserve">: context, reasons, and impacts </w:t>
            </w:r>
            <w:r w:rsidR="0092242F">
              <w:br/>
            </w:r>
            <w:r w:rsidR="00966981">
              <w:t>(</w:t>
            </w:r>
            <w:r w:rsidR="0092242F">
              <w:t>Do n</w:t>
            </w:r>
            <w:r w:rsidR="00B327A5">
              <w:t>ot use abbreviation</w:t>
            </w:r>
            <w:r w:rsidR="0092242F">
              <w:t> ; </w:t>
            </w:r>
            <w:r w:rsidR="00966981">
              <w:t>l</w:t>
            </w:r>
            <w:r w:rsidR="00B818A7">
              <w:t xml:space="preserve">imit </w:t>
            </w:r>
            <w:r w:rsidR="0092242F">
              <w:t xml:space="preserve">the </w:t>
            </w:r>
            <w:r w:rsidR="00B818A7">
              <w:t>use of technical detail</w:t>
            </w:r>
            <w:r w:rsidR="00966981">
              <w:t>)</w:t>
            </w:r>
          </w:p>
          <w:p w:rsidR="00CC55EA" w:rsidRPr="00CB5797" w:rsidRDefault="00CC55EA" w:rsidP="008302EE">
            <w:pPr>
              <w:pStyle w:val="DOCBestPractices"/>
            </w:pPr>
          </w:p>
        </w:tc>
      </w:tr>
    </w:tbl>
    <w:p w:rsidR="001F6750" w:rsidRPr="00616532" w:rsidRDefault="001F6750">
      <w:pPr>
        <w:rPr>
          <w:rFonts w:cs="Arial"/>
        </w:rPr>
      </w:pPr>
    </w:p>
    <w:sdt>
      <w:sdtPr>
        <w:rPr>
          <w:rFonts w:cs="Times New Roman"/>
          <w:b w:val="0"/>
          <w:bCs/>
          <w:color w:val="auto"/>
          <w:sz w:val="20"/>
        </w:rPr>
        <w:id w:val="4033677"/>
        <w:docPartObj>
          <w:docPartGallery w:val="Table of Contents"/>
          <w:docPartUnique/>
        </w:docPartObj>
      </w:sdtPr>
      <w:sdtEndPr>
        <w:rPr>
          <w:bCs w:val="0"/>
        </w:rPr>
      </w:sdtEndPr>
      <w:sdtContent>
        <w:p w:rsidR="007B58BC" w:rsidRDefault="00FB12D8" w:rsidP="00676B94">
          <w:pPr>
            <w:pStyle w:val="DOCTitleContents"/>
          </w:pPr>
          <w:r w:rsidRPr="00280AA1">
            <w:t>Table of contents</w:t>
          </w:r>
        </w:p>
        <w:p w:rsidR="00921DB5" w:rsidRDefault="00086D6D">
          <w:pPr>
            <w:pStyle w:val="TM1"/>
            <w:rPr>
              <w:rFonts w:eastAsiaTheme="minorEastAsia" w:cstheme="minorBidi"/>
              <w:b w:val="0"/>
              <w:bCs w:val="0"/>
              <w:i w:val="0"/>
              <w:iCs w:val="0"/>
              <w:noProof/>
              <w:sz w:val="22"/>
              <w:szCs w:val="22"/>
              <w:lang w:val="fr-FR"/>
            </w:rPr>
          </w:pPr>
          <w:r w:rsidRPr="00086D6D">
            <w:rPr>
              <w:rFonts w:cs="Arial"/>
              <w:i w:val="0"/>
              <w:iCs w:val="0"/>
            </w:rPr>
            <w:fldChar w:fldCharType="begin"/>
          </w:r>
          <w:r w:rsidR="00676B94">
            <w:rPr>
              <w:rFonts w:cs="Arial"/>
              <w:i w:val="0"/>
              <w:iCs w:val="0"/>
            </w:rPr>
            <w:instrText xml:space="preserve"> TOC \h \z \t "DOC Title 1;1;DOC Title 2;2;DOC Title 3;3" </w:instrText>
          </w:r>
          <w:r w:rsidRPr="00086D6D">
            <w:rPr>
              <w:rFonts w:cs="Arial"/>
              <w:i w:val="0"/>
              <w:iCs w:val="0"/>
            </w:rPr>
            <w:fldChar w:fldCharType="separate"/>
          </w:r>
          <w:hyperlink w:anchor="_Toc423337040" w:history="1">
            <w:r w:rsidR="00921DB5" w:rsidRPr="003B7CB8">
              <w:rPr>
                <w:rStyle w:val="Lienhypertexte"/>
                <w:noProof/>
              </w:rPr>
              <w:t>1</w:t>
            </w:r>
            <w:r w:rsidR="00921DB5">
              <w:rPr>
                <w:rFonts w:eastAsiaTheme="minorEastAsia" w:cstheme="minorBidi"/>
                <w:b w:val="0"/>
                <w:bCs w:val="0"/>
                <w:i w:val="0"/>
                <w:iCs w:val="0"/>
                <w:noProof/>
                <w:sz w:val="22"/>
                <w:szCs w:val="22"/>
                <w:lang w:val="fr-FR"/>
              </w:rPr>
              <w:tab/>
            </w:r>
            <w:r w:rsidR="00921DB5" w:rsidRPr="003B7CB8">
              <w:rPr>
                <w:rStyle w:val="Lienhypertexte"/>
                <w:noProof/>
              </w:rPr>
              <w:t>Context</w:t>
            </w:r>
            <w:r w:rsidR="00921DB5">
              <w:rPr>
                <w:noProof/>
                <w:webHidden/>
              </w:rPr>
              <w:tab/>
            </w:r>
            <w:r w:rsidR="00921DB5">
              <w:rPr>
                <w:noProof/>
                <w:webHidden/>
              </w:rPr>
              <w:fldChar w:fldCharType="begin"/>
            </w:r>
            <w:r w:rsidR="00921DB5">
              <w:rPr>
                <w:noProof/>
                <w:webHidden/>
              </w:rPr>
              <w:instrText xml:space="preserve"> PAGEREF _Toc423337040 \h </w:instrText>
            </w:r>
            <w:r w:rsidR="00921DB5">
              <w:rPr>
                <w:noProof/>
                <w:webHidden/>
              </w:rPr>
            </w:r>
            <w:r w:rsidR="00921DB5">
              <w:rPr>
                <w:noProof/>
                <w:webHidden/>
              </w:rPr>
              <w:fldChar w:fldCharType="separate"/>
            </w:r>
            <w:r w:rsidR="00921DB5">
              <w:rPr>
                <w:noProof/>
                <w:webHidden/>
              </w:rPr>
              <w:t>3</w:t>
            </w:r>
            <w:r w:rsidR="00921DB5">
              <w:rPr>
                <w:noProof/>
                <w:webHidden/>
              </w:rPr>
              <w:fldChar w:fldCharType="end"/>
            </w:r>
          </w:hyperlink>
        </w:p>
        <w:p w:rsidR="00921DB5" w:rsidRDefault="00921DB5">
          <w:pPr>
            <w:pStyle w:val="TM1"/>
            <w:rPr>
              <w:rFonts w:eastAsiaTheme="minorEastAsia" w:cstheme="minorBidi"/>
              <w:b w:val="0"/>
              <w:bCs w:val="0"/>
              <w:i w:val="0"/>
              <w:iCs w:val="0"/>
              <w:noProof/>
              <w:sz w:val="22"/>
              <w:szCs w:val="22"/>
              <w:lang w:val="fr-FR"/>
            </w:rPr>
          </w:pPr>
          <w:hyperlink w:anchor="_Toc423337041" w:history="1">
            <w:r w:rsidRPr="003B7CB8">
              <w:rPr>
                <w:rStyle w:val="Lienhypertexte"/>
                <w:noProof/>
              </w:rPr>
              <w:t>2</w:t>
            </w:r>
            <w:r>
              <w:rPr>
                <w:rFonts w:eastAsiaTheme="minorEastAsia" w:cstheme="minorBidi"/>
                <w:b w:val="0"/>
                <w:bCs w:val="0"/>
                <w:i w:val="0"/>
                <w:iCs w:val="0"/>
                <w:noProof/>
                <w:sz w:val="22"/>
                <w:szCs w:val="22"/>
                <w:lang w:val="fr-FR"/>
              </w:rPr>
              <w:tab/>
            </w:r>
            <w:r w:rsidRPr="003B7CB8">
              <w:rPr>
                <w:rStyle w:val="Lienhypertexte"/>
                <w:noProof/>
              </w:rPr>
              <w:t>Development</w:t>
            </w:r>
            <w:r>
              <w:rPr>
                <w:noProof/>
                <w:webHidden/>
              </w:rPr>
              <w:tab/>
            </w:r>
            <w:r>
              <w:rPr>
                <w:noProof/>
                <w:webHidden/>
              </w:rPr>
              <w:fldChar w:fldCharType="begin"/>
            </w:r>
            <w:r>
              <w:rPr>
                <w:noProof/>
                <w:webHidden/>
              </w:rPr>
              <w:instrText xml:space="preserve"> PAGEREF _Toc423337041 \h </w:instrText>
            </w:r>
            <w:r>
              <w:rPr>
                <w:noProof/>
                <w:webHidden/>
              </w:rPr>
            </w:r>
            <w:r>
              <w:rPr>
                <w:noProof/>
                <w:webHidden/>
              </w:rPr>
              <w:fldChar w:fldCharType="separate"/>
            </w:r>
            <w:r>
              <w:rPr>
                <w:noProof/>
                <w:webHidden/>
              </w:rPr>
              <w:t>4</w:t>
            </w:r>
            <w:r>
              <w:rPr>
                <w:noProof/>
                <w:webHidden/>
              </w:rPr>
              <w:fldChar w:fldCharType="end"/>
            </w:r>
          </w:hyperlink>
        </w:p>
        <w:p w:rsidR="00921DB5" w:rsidRDefault="00921DB5">
          <w:pPr>
            <w:pStyle w:val="TM2"/>
            <w:tabs>
              <w:tab w:val="left" w:pos="800"/>
              <w:tab w:val="right" w:leader="dot" w:pos="10053"/>
            </w:tabs>
            <w:rPr>
              <w:rFonts w:eastAsiaTheme="minorEastAsia" w:cstheme="minorBidi"/>
              <w:b w:val="0"/>
              <w:bCs w:val="0"/>
              <w:noProof/>
              <w:lang w:val="fr-FR"/>
            </w:rPr>
          </w:pPr>
          <w:hyperlink w:anchor="_Toc423337042" w:history="1">
            <w:r w:rsidRPr="003B7CB8">
              <w:rPr>
                <w:rStyle w:val="Lienhypertexte"/>
                <w:noProof/>
              </w:rPr>
              <w:t>2.1</w:t>
            </w:r>
            <w:r>
              <w:rPr>
                <w:rFonts w:eastAsiaTheme="minorEastAsia" w:cstheme="minorBidi"/>
                <w:b w:val="0"/>
                <w:bCs w:val="0"/>
                <w:noProof/>
                <w:lang w:val="fr-FR"/>
              </w:rPr>
              <w:tab/>
            </w:r>
            <w:r w:rsidRPr="003B7CB8">
              <w:rPr>
                <w:rStyle w:val="Lienhypertexte"/>
                <w:noProof/>
              </w:rPr>
              <w:t>HTML</w:t>
            </w:r>
            <w:r>
              <w:rPr>
                <w:noProof/>
                <w:webHidden/>
              </w:rPr>
              <w:tab/>
            </w:r>
            <w:r>
              <w:rPr>
                <w:noProof/>
                <w:webHidden/>
              </w:rPr>
              <w:fldChar w:fldCharType="begin"/>
            </w:r>
            <w:r>
              <w:rPr>
                <w:noProof/>
                <w:webHidden/>
              </w:rPr>
              <w:instrText xml:space="preserve"> PAGEREF _Toc423337042 \h </w:instrText>
            </w:r>
            <w:r>
              <w:rPr>
                <w:noProof/>
                <w:webHidden/>
              </w:rPr>
            </w:r>
            <w:r>
              <w:rPr>
                <w:noProof/>
                <w:webHidden/>
              </w:rPr>
              <w:fldChar w:fldCharType="separate"/>
            </w:r>
            <w:r>
              <w:rPr>
                <w:noProof/>
                <w:webHidden/>
              </w:rPr>
              <w:t>4</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43" w:history="1">
            <w:r w:rsidRPr="003B7CB8">
              <w:rPr>
                <w:rStyle w:val="Lienhypertexte"/>
                <w:noProof/>
              </w:rPr>
              <w:t>2.1.1</w:t>
            </w:r>
            <w:r>
              <w:rPr>
                <w:rFonts w:eastAsiaTheme="minorEastAsia" w:cstheme="minorBidi"/>
                <w:noProof/>
                <w:sz w:val="22"/>
                <w:szCs w:val="22"/>
                <w:lang w:val="fr-FR"/>
              </w:rPr>
              <w:tab/>
            </w:r>
            <w:r w:rsidRPr="003B7CB8">
              <w:rPr>
                <w:rStyle w:val="Lienhypertexte"/>
                <w:noProof/>
              </w:rPr>
              <w:t>Page structure</w:t>
            </w:r>
            <w:r>
              <w:rPr>
                <w:noProof/>
                <w:webHidden/>
              </w:rPr>
              <w:tab/>
            </w:r>
            <w:r>
              <w:rPr>
                <w:noProof/>
                <w:webHidden/>
              </w:rPr>
              <w:fldChar w:fldCharType="begin"/>
            </w:r>
            <w:r>
              <w:rPr>
                <w:noProof/>
                <w:webHidden/>
              </w:rPr>
              <w:instrText xml:space="preserve"> PAGEREF _Toc423337043 \h </w:instrText>
            </w:r>
            <w:r>
              <w:rPr>
                <w:noProof/>
                <w:webHidden/>
              </w:rPr>
            </w:r>
            <w:r>
              <w:rPr>
                <w:noProof/>
                <w:webHidden/>
              </w:rPr>
              <w:fldChar w:fldCharType="separate"/>
            </w:r>
            <w:r>
              <w:rPr>
                <w:noProof/>
                <w:webHidden/>
              </w:rPr>
              <w:t>4</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44" w:history="1">
            <w:r w:rsidRPr="003B7CB8">
              <w:rPr>
                <w:rStyle w:val="Lienhypertexte"/>
                <w:noProof/>
              </w:rPr>
              <w:t>2.1.2</w:t>
            </w:r>
            <w:r>
              <w:rPr>
                <w:rFonts w:eastAsiaTheme="minorEastAsia" w:cstheme="minorBidi"/>
                <w:noProof/>
                <w:sz w:val="22"/>
                <w:szCs w:val="22"/>
                <w:lang w:val="fr-FR"/>
              </w:rPr>
              <w:tab/>
            </w:r>
            <w:r w:rsidRPr="003B7CB8">
              <w:rPr>
                <w:rStyle w:val="Lienhypertexte"/>
                <w:noProof/>
              </w:rPr>
              <w:t>Classes to use</w:t>
            </w:r>
            <w:r>
              <w:rPr>
                <w:noProof/>
                <w:webHidden/>
              </w:rPr>
              <w:tab/>
            </w:r>
            <w:r>
              <w:rPr>
                <w:noProof/>
                <w:webHidden/>
              </w:rPr>
              <w:fldChar w:fldCharType="begin"/>
            </w:r>
            <w:r>
              <w:rPr>
                <w:noProof/>
                <w:webHidden/>
              </w:rPr>
              <w:instrText xml:space="preserve"> PAGEREF _Toc423337044 \h </w:instrText>
            </w:r>
            <w:r>
              <w:rPr>
                <w:noProof/>
                <w:webHidden/>
              </w:rPr>
            </w:r>
            <w:r>
              <w:rPr>
                <w:noProof/>
                <w:webHidden/>
              </w:rPr>
              <w:fldChar w:fldCharType="separate"/>
            </w:r>
            <w:r>
              <w:rPr>
                <w:noProof/>
                <w:webHidden/>
              </w:rPr>
              <w:t>4</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45" w:history="1">
            <w:r w:rsidRPr="003B7CB8">
              <w:rPr>
                <w:rStyle w:val="Lienhypertexte"/>
                <w:noProof/>
              </w:rPr>
              <w:t>2.1.3</w:t>
            </w:r>
            <w:r>
              <w:rPr>
                <w:rFonts w:eastAsiaTheme="minorEastAsia" w:cstheme="minorBidi"/>
                <w:noProof/>
                <w:sz w:val="22"/>
                <w:szCs w:val="22"/>
                <w:lang w:val="fr-FR"/>
              </w:rPr>
              <w:tab/>
            </w:r>
            <w:r w:rsidRPr="003B7CB8">
              <w:rPr>
                <w:rStyle w:val="Lienhypertexte"/>
                <w:noProof/>
              </w:rPr>
              <w:t>Images</w:t>
            </w:r>
            <w:r>
              <w:rPr>
                <w:noProof/>
                <w:webHidden/>
              </w:rPr>
              <w:tab/>
            </w:r>
            <w:r>
              <w:rPr>
                <w:noProof/>
                <w:webHidden/>
              </w:rPr>
              <w:fldChar w:fldCharType="begin"/>
            </w:r>
            <w:r>
              <w:rPr>
                <w:noProof/>
                <w:webHidden/>
              </w:rPr>
              <w:instrText xml:space="preserve"> PAGEREF _Toc423337045 \h </w:instrText>
            </w:r>
            <w:r>
              <w:rPr>
                <w:noProof/>
                <w:webHidden/>
              </w:rPr>
            </w:r>
            <w:r>
              <w:rPr>
                <w:noProof/>
                <w:webHidden/>
              </w:rPr>
              <w:fldChar w:fldCharType="separate"/>
            </w:r>
            <w:r>
              <w:rPr>
                <w:noProof/>
                <w:webHidden/>
              </w:rPr>
              <w:t>4</w:t>
            </w:r>
            <w:r>
              <w:rPr>
                <w:noProof/>
                <w:webHidden/>
              </w:rPr>
              <w:fldChar w:fldCharType="end"/>
            </w:r>
          </w:hyperlink>
        </w:p>
        <w:p w:rsidR="00921DB5" w:rsidRDefault="00921DB5">
          <w:pPr>
            <w:pStyle w:val="TM2"/>
            <w:tabs>
              <w:tab w:val="left" w:pos="800"/>
              <w:tab w:val="right" w:leader="dot" w:pos="10053"/>
            </w:tabs>
            <w:rPr>
              <w:rFonts w:eastAsiaTheme="minorEastAsia" w:cstheme="minorBidi"/>
              <w:b w:val="0"/>
              <w:bCs w:val="0"/>
              <w:noProof/>
              <w:lang w:val="fr-FR"/>
            </w:rPr>
          </w:pPr>
          <w:hyperlink w:anchor="_Toc423337046" w:history="1">
            <w:r w:rsidRPr="003B7CB8">
              <w:rPr>
                <w:rStyle w:val="Lienhypertexte"/>
                <w:noProof/>
              </w:rPr>
              <w:t>2.2</w:t>
            </w:r>
            <w:r>
              <w:rPr>
                <w:rFonts w:eastAsiaTheme="minorEastAsia" w:cstheme="minorBidi"/>
                <w:b w:val="0"/>
                <w:bCs w:val="0"/>
                <w:noProof/>
                <w:lang w:val="fr-FR"/>
              </w:rPr>
              <w:tab/>
            </w:r>
            <w:r w:rsidRPr="003B7CB8">
              <w:rPr>
                <w:rStyle w:val="Lienhypertexte"/>
                <w:noProof/>
              </w:rPr>
              <w:t>CSS</w:t>
            </w:r>
            <w:r>
              <w:rPr>
                <w:noProof/>
                <w:webHidden/>
              </w:rPr>
              <w:tab/>
            </w:r>
            <w:r>
              <w:rPr>
                <w:noProof/>
                <w:webHidden/>
              </w:rPr>
              <w:fldChar w:fldCharType="begin"/>
            </w:r>
            <w:r>
              <w:rPr>
                <w:noProof/>
                <w:webHidden/>
              </w:rPr>
              <w:instrText xml:space="preserve"> PAGEREF _Toc423337046 \h </w:instrText>
            </w:r>
            <w:r>
              <w:rPr>
                <w:noProof/>
                <w:webHidden/>
              </w:rPr>
            </w:r>
            <w:r>
              <w:rPr>
                <w:noProof/>
                <w:webHidden/>
              </w:rPr>
              <w:fldChar w:fldCharType="separate"/>
            </w:r>
            <w:r>
              <w:rPr>
                <w:noProof/>
                <w:webHidden/>
              </w:rPr>
              <w:t>4</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47" w:history="1">
            <w:r w:rsidRPr="003B7CB8">
              <w:rPr>
                <w:rStyle w:val="Lienhypertexte"/>
                <w:noProof/>
              </w:rPr>
              <w:t>2.2.1</w:t>
            </w:r>
            <w:r>
              <w:rPr>
                <w:rFonts w:eastAsiaTheme="minorEastAsia" w:cstheme="minorBidi"/>
                <w:noProof/>
                <w:sz w:val="22"/>
                <w:szCs w:val="22"/>
                <w:lang w:val="fr-FR"/>
              </w:rPr>
              <w:tab/>
            </w:r>
            <w:r w:rsidRPr="003B7CB8">
              <w:rPr>
                <w:rStyle w:val="Lienhypertexte"/>
                <w:noProof/>
              </w:rPr>
              <w:t>Existing files</w:t>
            </w:r>
            <w:r>
              <w:rPr>
                <w:noProof/>
                <w:webHidden/>
              </w:rPr>
              <w:tab/>
            </w:r>
            <w:r>
              <w:rPr>
                <w:noProof/>
                <w:webHidden/>
              </w:rPr>
              <w:fldChar w:fldCharType="begin"/>
            </w:r>
            <w:r>
              <w:rPr>
                <w:noProof/>
                <w:webHidden/>
              </w:rPr>
              <w:instrText xml:space="preserve"> PAGEREF _Toc423337047 \h </w:instrText>
            </w:r>
            <w:r>
              <w:rPr>
                <w:noProof/>
                <w:webHidden/>
              </w:rPr>
            </w:r>
            <w:r>
              <w:rPr>
                <w:noProof/>
                <w:webHidden/>
              </w:rPr>
              <w:fldChar w:fldCharType="separate"/>
            </w:r>
            <w:r>
              <w:rPr>
                <w:noProof/>
                <w:webHidden/>
              </w:rPr>
              <w:t>4</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48" w:history="1">
            <w:r w:rsidRPr="003B7CB8">
              <w:rPr>
                <w:rStyle w:val="Lienhypertexte"/>
                <w:noProof/>
              </w:rPr>
              <w:t>2.2.2</w:t>
            </w:r>
            <w:r>
              <w:rPr>
                <w:rFonts w:eastAsiaTheme="minorEastAsia" w:cstheme="minorBidi"/>
                <w:noProof/>
                <w:sz w:val="22"/>
                <w:szCs w:val="22"/>
                <w:lang w:val="fr-FR"/>
              </w:rPr>
              <w:tab/>
            </w:r>
            <w:r w:rsidRPr="003B7CB8">
              <w:rPr>
                <w:rStyle w:val="Lienhypertexte"/>
                <w:noProof/>
              </w:rPr>
              <w:t>Use in the page</w:t>
            </w:r>
            <w:r>
              <w:rPr>
                <w:noProof/>
                <w:webHidden/>
              </w:rPr>
              <w:tab/>
            </w:r>
            <w:r>
              <w:rPr>
                <w:noProof/>
                <w:webHidden/>
              </w:rPr>
              <w:fldChar w:fldCharType="begin"/>
            </w:r>
            <w:r>
              <w:rPr>
                <w:noProof/>
                <w:webHidden/>
              </w:rPr>
              <w:instrText xml:space="preserve"> PAGEREF _Toc423337048 \h </w:instrText>
            </w:r>
            <w:r>
              <w:rPr>
                <w:noProof/>
                <w:webHidden/>
              </w:rPr>
            </w:r>
            <w:r>
              <w:rPr>
                <w:noProof/>
                <w:webHidden/>
              </w:rPr>
              <w:fldChar w:fldCharType="separate"/>
            </w:r>
            <w:r>
              <w:rPr>
                <w:noProof/>
                <w:webHidden/>
              </w:rPr>
              <w:t>4</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49" w:history="1">
            <w:r w:rsidRPr="003B7CB8">
              <w:rPr>
                <w:rStyle w:val="Lienhypertexte"/>
                <w:noProof/>
              </w:rPr>
              <w:t>2.2.3</w:t>
            </w:r>
            <w:r>
              <w:rPr>
                <w:rFonts w:eastAsiaTheme="minorEastAsia" w:cstheme="minorBidi"/>
                <w:noProof/>
                <w:sz w:val="22"/>
                <w:szCs w:val="22"/>
                <w:lang w:val="fr-FR"/>
              </w:rPr>
              <w:tab/>
            </w:r>
            <w:r w:rsidRPr="003B7CB8">
              <w:rPr>
                <w:rStyle w:val="Lienhypertexte"/>
                <w:noProof/>
              </w:rPr>
              <w:t>Guidelines</w:t>
            </w:r>
            <w:r>
              <w:rPr>
                <w:noProof/>
                <w:webHidden/>
              </w:rPr>
              <w:tab/>
            </w:r>
            <w:r>
              <w:rPr>
                <w:noProof/>
                <w:webHidden/>
              </w:rPr>
              <w:fldChar w:fldCharType="begin"/>
            </w:r>
            <w:r>
              <w:rPr>
                <w:noProof/>
                <w:webHidden/>
              </w:rPr>
              <w:instrText xml:space="preserve"> PAGEREF _Toc423337049 \h </w:instrText>
            </w:r>
            <w:r>
              <w:rPr>
                <w:noProof/>
                <w:webHidden/>
              </w:rPr>
            </w:r>
            <w:r>
              <w:rPr>
                <w:noProof/>
                <w:webHidden/>
              </w:rPr>
              <w:fldChar w:fldCharType="separate"/>
            </w:r>
            <w:r>
              <w:rPr>
                <w:noProof/>
                <w:webHidden/>
              </w:rPr>
              <w:t>4</w:t>
            </w:r>
            <w:r>
              <w:rPr>
                <w:noProof/>
                <w:webHidden/>
              </w:rPr>
              <w:fldChar w:fldCharType="end"/>
            </w:r>
          </w:hyperlink>
        </w:p>
        <w:p w:rsidR="00921DB5" w:rsidRDefault="00921DB5">
          <w:pPr>
            <w:pStyle w:val="TM2"/>
            <w:tabs>
              <w:tab w:val="left" w:pos="800"/>
              <w:tab w:val="right" w:leader="dot" w:pos="10053"/>
            </w:tabs>
            <w:rPr>
              <w:rFonts w:eastAsiaTheme="minorEastAsia" w:cstheme="minorBidi"/>
              <w:b w:val="0"/>
              <w:bCs w:val="0"/>
              <w:noProof/>
              <w:lang w:val="fr-FR"/>
            </w:rPr>
          </w:pPr>
          <w:hyperlink w:anchor="_Toc423337050" w:history="1">
            <w:r w:rsidRPr="003B7CB8">
              <w:rPr>
                <w:rStyle w:val="Lienhypertexte"/>
                <w:noProof/>
              </w:rPr>
              <w:t>2.3</w:t>
            </w:r>
            <w:r>
              <w:rPr>
                <w:rFonts w:eastAsiaTheme="minorEastAsia" w:cstheme="minorBidi"/>
                <w:b w:val="0"/>
                <w:bCs w:val="0"/>
                <w:noProof/>
                <w:lang w:val="fr-FR"/>
              </w:rPr>
              <w:tab/>
            </w:r>
            <w:r w:rsidRPr="003B7CB8">
              <w:rPr>
                <w:rStyle w:val="Lienhypertexte"/>
                <w:noProof/>
              </w:rPr>
              <w:t>JavaScript</w:t>
            </w:r>
            <w:r>
              <w:rPr>
                <w:noProof/>
                <w:webHidden/>
              </w:rPr>
              <w:tab/>
            </w:r>
            <w:r>
              <w:rPr>
                <w:noProof/>
                <w:webHidden/>
              </w:rPr>
              <w:fldChar w:fldCharType="begin"/>
            </w:r>
            <w:r>
              <w:rPr>
                <w:noProof/>
                <w:webHidden/>
              </w:rPr>
              <w:instrText xml:space="preserve"> PAGEREF _Toc423337050 \h </w:instrText>
            </w:r>
            <w:r>
              <w:rPr>
                <w:noProof/>
                <w:webHidden/>
              </w:rPr>
            </w:r>
            <w:r>
              <w:rPr>
                <w:noProof/>
                <w:webHidden/>
              </w:rPr>
              <w:fldChar w:fldCharType="separate"/>
            </w:r>
            <w:r>
              <w:rPr>
                <w:noProof/>
                <w:webHidden/>
              </w:rPr>
              <w:t>5</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51" w:history="1">
            <w:r w:rsidRPr="003B7CB8">
              <w:rPr>
                <w:rStyle w:val="Lienhypertexte"/>
                <w:noProof/>
              </w:rPr>
              <w:t>2.3.1</w:t>
            </w:r>
            <w:r>
              <w:rPr>
                <w:rFonts w:eastAsiaTheme="minorEastAsia" w:cstheme="minorBidi"/>
                <w:noProof/>
                <w:sz w:val="22"/>
                <w:szCs w:val="22"/>
                <w:lang w:val="fr-FR"/>
              </w:rPr>
              <w:tab/>
            </w:r>
            <w:r w:rsidRPr="003B7CB8">
              <w:rPr>
                <w:rStyle w:val="Lienhypertexte"/>
                <w:noProof/>
              </w:rPr>
              <w:t>Existing files</w:t>
            </w:r>
            <w:r>
              <w:rPr>
                <w:noProof/>
                <w:webHidden/>
              </w:rPr>
              <w:tab/>
            </w:r>
            <w:r>
              <w:rPr>
                <w:noProof/>
                <w:webHidden/>
              </w:rPr>
              <w:fldChar w:fldCharType="begin"/>
            </w:r>
            <w:r>
              <w:rPr>
                <w:noProof/>
                <w:webHidden/>
              </w:rPr>
              <w:instrText xml:space="preserve"> PAGEREF _Toc423337051 \h </w:instrText>
            </w:r>
            <w:r>
              <w:rPr>
                <w:noProof/>
                <w:webHidden/>
              </w:rPr>
            </w:r>
            <w:r>
              <w:rPr>
                <w:noProof/>
                <w:webHidden/>
              </w:rPr>
              <w:fldChar w:fldCharType="separate"/>
            </w:r>
            <w:r>
              <w:rPr>
                <w:noProof/>
                <w:webHidden/>
              </w:rPr>
              <w:t>5</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52" w:history="1">
            <w:r w:rsidRPr="003B7CB8">
              <w:rPr>
                <w:rStyle w:val="Lienhypertexte"/>
                <w:noProof/>
              </w:rPr>
              <w:t>2.3.2</w:t>
            </w:r>
            <w:r>
              <w:rPr>
                <w:rFonts w:eastAsiaTheme="minorEastAsia" w:cstheme="minorBidi"/>
                <w:noProof/>
                <w:sz w:val="22"/>
                <w:szCs w:val="22"/>
                <w:lang w:val="fr-FR"/>
              </w:rPr>
              <w:tab/>
            </w:r>
            <w:r w:rsidRPr="003B7CB8">
              <w:rPr>
                <w:rStyle w:val="Lienhypertexte"/>
                <w:noProof/>
              </w:rPr>
              <w:t>Use in the page</w:t>
            </w:r>
            <w:r>
              <w:rPr>
                <w:noProof/>
                <w:webHidden/>
              </w:rPr>
              <w:tab/>
            </w:r>
            <w:r>
              <w:rPr>
                <w:noProof/>
                <w:webHidden/>
              </w:rPr>
              <w:fldChar w:fldCharType="begin"/>
            </w:r>
            <w:r>
              <w:rPr>
                <w:noProof/>
                <w:webHidden/>
              </w:rPr>
              <w:instrText xml:space="preserve"> PAGEREF _Toc423337052 \h </w:instrText>
            </w:r>
            <w:r>
              <w:rPr>
                <w:noProof/>
                <w:webHidden/>
              </w:rPr>
            </w:r>
            <w:r>
              <w:rPr>
                <w:noProof/>
                <w:webHidden/>
              </w:rPr>
              <w:fldChar w:fldCharType="separate"/>
            </w:r>
            <w:r>
              <w:rPr>
                <w:noProof/>
                <w:webHidden/>
              </w:rPr>
              <w:t>5</w:t>
            </w:r>
            <w:r>
              <w:rPr>
                <w:noProof/>
                <w:webHidden/>
              </w:rPr>
              <w:fldChar w:fldCharType="end"/>
            </w:r>
          </w:hyperlink>
        </w:p>
        <w:p w:rsidR="00921DB5" w:rsidRDefault="00921DB5">
          <w:pPr>
            <w:pStyle w:val="TM1"/>
            <w:rPr>
              <w:rFonts w:eastAsiaTheme="minorEastAsia" w:cstheme="minorBidi"/>
              <w:b w:val="0"/>
              <w:bCs w:val="0"/>
              <w:i w:val="0"/>
              <w:iCs w:val="0"/>
              <w:noProof/>
              <w:sz w:val="22"/>
              <w:szCs w:val="22"/>
              <w:lang w:val="fr-FR"/>
            </w:rPr>
          </w:pPr>
          <w:hyperlink w:anchor="_Toc423337053" w:history="1">
            <w:r w:rsidRPr="003B7CB8">
              <w:rPr>
                <w:rStyle w:val="Lienhypertexte"/>
                <w:noProof/>
              </w:rPr>
              <w:t>3</w:t>
            </w:r>
            <w:r>
              <w:rPr>
                <w:rFonts w:eastAsiaTheme="minorEastAsia" w:cstheme="minorBidi"/>
                <w:b w:val="0"/>
                <w:bCs w:val="0"/>
                <w:i w:val="0"/>
                <w:iCs w:val="0"/>
                <w:noProof/>
                <w:sz w:val="22"/>
                <w:szCs w:val="22"/>
                <w:lang w:val="fr-FR"/>
              </w:rPr>
              <w:tab/>
            </w:r>
            <w:r w:rsidRPr="003B7CB8">
              <w:rPr>
                <w:rStyle w:val="Lienhypertexte"/>
                <w:noProof/>
              </w:rPr>
              <w:t>Integration</w:t>
            </w:r>
            <w:r>
              <w:rPr>
                <w:noProof/>
                <w:webHidden/>
              </w:rPr>
              <w:tab/>
            </w:r>
            <w:r>
              <w:rPr>
                <w:noProof/>
                <w:webHidden/>
              </w:rPr>
              <w:fldChar w:fldCharType="begin"/>
            </w:r>
            <w:r>
              <w:rPr>
                <w:noProof/>
                <w:webHidden/>
              </w:rPr>
              <w:instrText xml:space="preserve"> PAGEREF _Toc423337053 \h </w:instrText>
            </w:r>
            <w:r>
              <w:rPr>
                <w:noProof/>
                <w:webHidden/>
              </w:rPr>
            </w:r>
            <w:r>
              <w:rPr>
                <w:noProof/>
                <w:webHidden/>
              </w:rPr>
              <w:fldChar w:fldCharType="separate"/>
            </w:r>
            <w:r>
              <w:rPr>
                <w:noProof/>
                <w:webHidden/>
              </w:rPr>
              <w:t>6</w:t>
            </w:r>
            <w:r>
              <w:rPr>
                <w:noProof/>
                <w:webHidden/>
              </w:rPr>
              <w:fldChar w:fldCharType="end"/>
            </w:r>
          </w:hyperlink>
        </w:p>
        <w:p w:rsidR="00921DB5" w:rsidRDefault="00921DB5">
          <w:pPr>
            <w:pStyle w:val="TM2"/>
            <w:tabs>
              <w:tab w:val="left" w:pos="800"/>
              <w:tab w:val="right" w:leader="dot" w:pos="10053"/>
            </w:tabs>
            <w:rPr>
              <w:rFonts w:eastAsiaTheme="minorEastAsia" w:cstheme="minorBidi"/>
              <w:b w:val="0"/>
              <w:bCs w:val="0"/>
              <w:noProof/>
              <w:lang w:val="fr-FR"/>
            </w:rPr>
          </w:pPr>
          <w:hyperlink w:anchor="_Toc423337054" w:history="1">
            <w:r w:rsidRPr="003B7CB8">
              <w:rPr>
                <w:rStyle w:val="Lienhypertexte"/>
                <w:noProof/>
              </w:rPr>
              <w:t>3.1</w:t>
            </w:r>
            <w:r>
              <w:rPr>
                <w:rFonts w:eastAsiaTheme="minorEastAsia" w:cstheme="minorBidi"/>
                <w:b w:val="0"/>
                <w:bCs w:val="0"/>
                <w:noProof/>
                <w:lang w:val="fr-FR"/>
              </w:rPr>
              <w:tab/>
            </w:r>
            <w:r w:rsidRPr="003B7CB8">
              <w:rPr>
                <w:rStyle w:val="Lienhypertexte"/>
                <w:noProof/>
              </w:rPr>
              <w:t>Files to send</w:t>
            </w:r>
            <w:r>
              <w:rPr>
                <w:noProof/>
                <w:webHidden/>
              </w:rPr>
              <w:tab/>
            </w:r>
            <w:r>
              <w:rPr>
                <w:noProof/>
                <w:webHidden/>
              </w:rPr>
              <w:fldChar w:fldCharType="begin"/>
            </w:r>
            <w:r>
              <w:rPr>
                <w:noProof/>
                <w:webHidden/>
              </w:rPr>
              <w:instrText xml:space="preserve"> PAGEREF _Toc423337054 \h </w:instrText>
            </w:r>
            <w:r>
              <w:rPr>
                <w:noProof/>
                <w:webHidden/>
              </w:rPr>
            </w:r>
            <w:r>
              <w:rPr>
                <w:noProof/>
                <w:webHidden/>
              </w:rPr>
              <w:fldChar w:fldCharType="separate"/>
            </w:r>
            <w:r>
              <w:rPr>
                <w:noProof/>
                <w:webHidden/>
              </w:rPr>
              <w:t>6</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55" w:history="1">
            <w:r w:rsidRPr="003B7CB8">
              <w:rPr>
                <w:rStyle w:val="Lienhypertexte"/>
                <w:noProof/>
              </w:rPr>
              <w:t>3.1.1</w:t>
            </w:r>
            <w:r>
              <w:rPr>
                <w:rFonts w:eastAsiaTheme="minorEastAsia" w:cstheme="minorBidi"/>
                <w:noProof/>
                <w:sz w:val="22"/>
                <w:szCs w:val="22"/>
                <w:lang w:val="fr-FR"/>
              </w:rPr>
              <w:tab/>
            </w:r>
            <w:r w:rsidRPr="003B7CB8">
              <w:rPr>
                <w:rStyle w:val="Lienhypertexte"/>
                <w:noProof/>
              </w:rPr>
              <w:t>Images</w:t>
            </w:r>
            <w:r>
              <w:rPr>
                <w:noProof/>
                <w:webHidden/>
              </w:rPr>
              <w:tab/>
            </w:r>
            <w:r>
              <w:rPr>
                <w:noProof/>
                <w:webHidden/>
              </w:rPr>
              <w:fldChar w:fldCharType="begin"/>
            </w:r>
            <w:r>
              <w:rPr>
                <w:noProof/>
                <w:webHidden/>
              </w:rPr>
              <w:instrText xml:space="preserve"> PAGEREF _Toc423337055 \h </w:instrText>
            </w:r>
            <w:r>
              <w:rPr>
                <w:noProof/>
                <w:webHidden/>
              </w:rPr>
            </w:r>
            <w:r>
              <w:rPr>
                <w:noProof/>
                <w:webHidden/>
              </w:rPr>
              <w:fldChar w:fldCharType="separate"/>
            </w:r>
            <w:r>
              <w:rPr>
                <w:noProof/>
                <w:webHidden/>
              </w:rPr>
              <w:t>6</w:t>
            </w:r>
            <w:r>
              <w:rPr>
                <w:noProof/>
                <w:webHidden/>
              </w:rPr>
              <w:fldChar w:fldCharType="end"/>
            </w:r>
          </w:hyperlink>
        </w:p>
        <w:p w:rsidR="00921DB5" w:rsidRDefault="00921DB5">
          <w:pPr>
            <w:pStyle w:val="TM3"/>
            <w:tabs>
              <w:tab w:val="left" w:pos="1200"/>
              <w:tab w:val="right" w:leader="dot" w:pos="10053"/>
            </w:tabs>
            <w:rPr>
              <w:rFonts w:eastAsiaTheme="minorEastAsia" w:cstheme="minorBidi"/>
              <w:noProof/>
              <w:sz w:val="22"/>
              <w:szCs w:val="22"/>
              <w:lang w:val="fr-FR"/>
            </w:rPr>
          </w:pPr>
          <w:hyperlink w:anchor="_Toc423337056" w:history="1">
            <w:r w:rsidRPr="003B7CB8">
              <w:rPr>
                <w:rStyle w:val="Lienhypertexte"/>
                <w:noProof/>
              </w:rPr>
              <w:t>3.1.2</w:t>
            </w:r>
            <w:r>
              <w:rPr>
                <w:rFonts w:eastAsiaTheme="minorEastAsia" w:cstheme="minorBidi"/>
                <w:noProof/>
                <w:sz w:val="22"/>
                <w:szCs w:val="22"/>
                <w:lang w:val="fr-FR"/>
              </w:rPr>
              <w:tab/>
            </w:r>
            <w:r w:rsidRPr="003B7CB8">
              <w:rPr>
                <w:rStyle w:val="Lienhypertexte"/>
                <w:noProof/>
              </w:rPr>
              <w:t>Page files</w:t>
            </w:r>
            <w:r>
              <w:rPr>
                <w:noProof/>
                <w:webHidden/>
              </w:rPr>
              <w:tab/>
            </w:r>
            <w:r>
              <w:rPr>
                <w:noProof/>
                <w:webHidden/>
              </w:rPr>
              <w:fldChar w:fldCharType="begin"/>
            </w:r>
            <w:r>
              <w:rPr>
                <w:noProof/>
                <w:webHidden/>
              </w:rPr>
              <w:instrText xml:space="preserve"> PAGEREF _Toc423337056 \h </w:instrText>
            </w:r>
            <w:r>
              <w:rPr>
                <w:noProof/>
                <w:webHidden/>
              </w:rPr>
            </w:r>
            <w:r>
              <w:rPr>
                <w:noProof/>
                <w:webHidden/>
              </w:rPr>
              <w:fldChar w:fldCharType="separate"/>
            </w:r>
            <w:r>
              <w:rPr>
                <w:noProof/>
                <w:webHidden/>
              </w:rPr>
              <w:t>6</w:t>
            </w:r>
            <w:r>
              <w:rPr>
                <w:noProof/>
                <w:webHidden/>
              </w:rPr>
              <w:fldChar w:fldCharType="end"/>
            </w:r>
          </w:hyperlink>
        </w:p>
        <w:p w:rsidR="00FA783C" w:rsidRPr="00616532" w:rsidRDefault="00086D6D">
          <w:pPr>
            <w:rPr>
              <w:rFonts w:cs="Arial"/>
            </w:rPr>
          </w:pPr>
          <w:r>
            <w:rPr>
              <w:rFonts w:cs="Arial"/>
              <w:i/>
              <w:iCs/>
              <w:sz w:val="24"/>
              <w:szCs w:val="24"/>
            </w:rPr>
            <w:fldChar w:fldCharType="end"/>
          </w:r>
        </w:p>
      </w:sdtContent>
    </w:sdt>
    <w:p w:rsidR="001F6750" w:rsidRPr="00676B94" w:rsidRDefault="001F6750" w:rsidP="00676B94">
      <w:r w:rsidRPr="00676B94">
        <w:br w:type="page"/>
      </w:r>
    </w:p>
    <w:p w:rsidR="00090080" w:rsidRDefault="000D49FB" w:rsidP="00BA1909">
      <w:pPr>
        <w:pStyle w:val="DOCTitle1"/>
      </w:pPr>
      <w:bookmarkStart w:id="3" w:name="_Toc423337040"/>
      <w:r>
        <w:lastRenderedPageBreak/>
        <w:t>Context</w:t>
      </w:r>
      <w:bookmarkEnd w:id="3"/>
    </w:p>
    <w:p w:rsidR="00B74C67" w:rsidRPr="00B74C67" w:rsidRDefault="00B74C67" w:rsidP="00B74C67"/>
    <w:p w:rsidR="000D49FB" w:rsidRDefault="00D66B4A" w:rsidP="00921DB5">
      <w:pPr>
        <w:spacing w:before="100" w:beforeAutospacing="1" w:after="100" w:afterAutospacing="1"/>
        <w:jc w:val="both"/>
      </w:pPr>
      <w:r>
        <w:t>This document intends to give you some guidelines</w:t>
      </w:r>
      <w:r w:rsidR="00921DB5">
        <w:t xml:space="preserve"> and technical information</w:t>
      </w:r>
      <w:r>
        <w:t xml:space="preserve"> in order </w:t>
      </w:r>
      <w:r w:rsidR="00921DB5">
        <w:t xml:space="preserve">you </w:t>
      </w:r>
      <w:r>
        <w:t>to develop Free Content pages on Hybris.</w:t>
      </w:r>
    </w:p>
    <w:p w:rsidR="00D0236B" w:rsidRPr="00287C3E" w:rsidRDefault="00921DB5" w:rsidP="00921DB5">
      <w:pPr>
        <w:spacing w:before="100" w:beforeAutospacing="1" w:after="100" w:afterAutospacing="1"/>
        <w:jc w:val="both"/>
      </w:pPr>
      <w:r>
        <w:t xml:space="preserve">The Free content pages are special pages on Hybris. </w:t>
      </w:r>
      <w:r w:rsidR="00121205">
        <w:t>These</w:t>
      </w:r>
      <w:r>
        <w:t xml:space="preserve"> pages contains editorial content created for events or to highlight some products on the website.</w:t>
      </w:r>
      <w:r w:rsidR="00121205">
        <w:t xml:space="preserve"> These pages goals is to lead the user to product pages and to incitate him to buy it.</w:t>
      </w:r>
    </w:p>
    <w:p w:rsidR="0090389C" w:rsidRPr="00287C3E" w:rsidRDefault="0090389C" w:rsidP="0090389C">
      <w:r w:rsidRPr="00287C3E">
        <w:br w:type="page"/>
      </w:r>
    </w:p>
    <w:p w:rsidR="00FD3FB9" w:rsidRDefault="00D66B4A" w:rsidP="0078624A">
      <w:pPr>
        <w:pStyle w:val="DOCTitle1"/>
      </w:pPr>
      <w:bookmarkStart w:id="4" w:name="_Toc423337041"/>
      <w:r>
        <w:lastRenderedPageBreak/>
        <w:t>Development</w:t>
      </w:r>
      <w:bookmarkEnd w:id="4"/>
    </w:p>
    <w:p w:rsidR="00295C72" w:rsidRPr="00BA1909" w:rsidRDefault="00295C72" w:rsidP="00295C72"/>
    <w:p w:rsidR="00A332C0" w:rsidRPr="00E06846" w:rsidRDefault="00A332C0" w:rsidP="00E06846">
      <w:pPr>
        <w:rPr>
          <w:b/>
          <w:sz w:val="22"/>
        </w:rPr>
      </w:pPr>
    </w:p>
    <w:p w:rsidR="00295C72" w:rsidRDefault="00D66B4A" w:rsidP="00295C72">
      <w:pPr>
        <w:pStyle w:val="DOCTitle2"/>
      </w:pPr>
      <w:bookmarkStart w:id="5" w:name="_Toc423337042"/>
      <w:r>
        <w:t>HTML</w:t>
      </w:r>
      <w:bookmarkEnd w:id="5"/>
    </w:p>
    <w:p w:rsidR="00D66B4A" w:rsidRPr="00D66B4A" w:rsidRDefault="00D66B4A" w:rsidP="00D66B4A">
      <w:pPr>
        <w:pStyle w:val="DOCTitle3"/>
      </w:pPr>
      <w:bookmarkStart w:id="6" w:name="_Toc423337043"/>
      <w:r>
        <w:t>Page structure</w:t>
      </w:r>
      <w:bookmarkEnd w:id="6"/>
    </w:p>
    <w:p w:rsidR="00E06846" w:rsidRDefault="00D66B4A" w:rsidP="008A55C0">
      <w:pPr>
        <w:jc w:val="both"/>
      </w:pPr>
      <w:r>
        <w:t xml:space="preserve">The page can be composed in several zones. Some zones can be entirely written in HTML and other ones can use existing components like carousel, push banners etc. </w:t>
      </w:r>
    </w:p>
    <w:p w:rsidR="00D66B4A" w:rsidRDefault="00D66B4A" w:rsidP="008A55C0">
      <w:pPr>
        <w:jc w:val="both"/>
      </w:pPr>
    </w:p>
    <w:p w:rsidR="00D66B4A" w:rsidRDefault="00D66B4A" w:rsidP="008A55C0">
      <w:pPr>
        <w:jc w:val="both"/>
      </w:pPr>
      <w:r>
        <w:t>If you know were you are going to use existing components, you will have to write several HTML files. For instance, if you are going to use 2 existing components in the middle of the page, you will have to write an HTML file for the zone from the top of the page to the first component, a second one for the zone between the 2 components and a last one for the zone from the last component to the end of the page.</w:t>
      </w:r>
    </w:p>
    <w:p w:rsidR="008A55C0" w:rsidRDefault="008A55C0" w:rsidP="008A55C0">
      <w:pPr>
        <w:jc w:val="both"/>
      </w:pPr>
    </w:p>
    <w:p w:rsidR="00D66B4A" w:rsidRDefault="00D66B4A" w:rsidP="008A55C0">
      <w:pPr>
        <w:jc w:val="both"/>
      </w:pPr>
    </w:p>
    <w:p w:rsidR="00D66B4A" w:rsidRDefault="00D66B4A" w:rsidP="008A55C0">
      <w:pPr>
        <w:pStyle w:val="DOCTitle3"/>
        <w:jc w:val="both"/>
      </w:pPr>
      <w:bookmarkStart w:id="7" w:name="_Toc423337044"/>
      <w:r>
        <w:t>Classes to use</w:t>
      </w:r>
      <w:bookmarkEnd w:id="7"/>
    </w:p>
    <w:p w:rsidR="00903FD2" w:rsidRDefault="00D66B4A" w:rsidP="008A55C0">
      <w:pPr>
        <w:jc w:val="both"/>
      </w:pPr>
      <w:r>
        <w:t xml:space="preserve">As the </w:t>
      </w:r>
      <w:r w:rsidR="00903FD2">
        <w:t xml:space="preserve">Tefal </w:t>
      </w:r>
      <w:r>
        <w:t xml:space="preserve">website is based on </w:t>
      </w:r>
      <w:hyperlink r:id="rId13" w:history="1">
        <w:r w:rsidRPr="00047D7F">
          <w:rPr>
            <w:rStyle w:val="Lienhypertexte"/>
          </w:rPr>
          <w:t xml:space="preserve">Twitter </w:t>
        </w:r>
        <w:r w:rsidR="00047D7F" w:rsidRPr="00047D7F">
          <w:rPr>
            <w:rStyle w:val="Lienhypertexte"/>
          </w:rPr>
          <w:t>Bootstrap</w:t>
        </w:r>
      </w:hyperlink>
      <w:r w:rsidR="00047D7F">
        <w:t xml:space="preserve"> (version 2.3), you can use its classes to structure your code.</w:t>
      </w:r>
    </w:p>
    <w:p w:rsidR="00A54257" w:rsidRDefault="00903FD2" w:rsidP="008A55C0">
      <w:pPr>
        <w:jc w:val="both"/>
      </w:pPr>
      <w:r>
        <w:t>On Moulinex, you can use already created classes.</w:t>
      </w:r>
    </w:p>
    <w:p w:rsidR="00A54257" w:rsidRDefault="00A54257" w:rsidP="008A55C0">
      <w:pPr>
        <w:jc w:val="both"/>
      </w:pPr>
    </w:p>
    <w:p w:rsidR="008A55C0" w:rsidRDefault="008A55C0" w:rsidP="008A55C0">
      <w:pPr>
        <w:jc w:val="both"/>
      </w:pPr>
      <w:r>
        <w:t>Prefer the use of HTML5. Modernizr is included to allow support of it on Internet Explorer.</w:t>
      </w:r>
    </w:p>
    <w:p w:rsidR="00921DB5" w:rsidRDefault="00921DB5" w:rsidP="008A55C0">
      <w:pPr>
        <w:jc w:val="both"/>
      </w:pPr>
      <w:r>
        <w:t>Avoid flash as the website has to be compatible with mobiles.</w:t>
      </w:r>
    </w:p>
    <w:p w:rsidR="008A55C0" w:rsidRDefault="008A55C0" w:rsidP="008A55C0">
      <w:pPr>
        <w:jc w:val="both"/>
      </w:pPr>
    </w:p>
    <w:p w:rsidR="008A55C0" w:rsidRDefault="008A55C0" w:rsidP="008A55C0">
      <w:pPr>
        <w:jc w:val="both"/>
      </w:pPr>
    </w:p>
    <w:p w:rsidR="008A55C0" w:rsidRDefault="008A55C0" w:rsidP="008A55C0">
      <w:pPr>
        <w:pStyle w:val="DOCTitle3"/>
      </w:pPr>
      <w:bookmarkStart w:id="8" w:name="_Toc423337045"/>
      <w:r>
        <w:t>Images</w:t>
      </w:r>
      <w:bookmarkEnd w:id="8"/>
    </w:p>
    <w:p w:rsidR="008A55C0" w:rsidRPr="008A55C0" w:rsidRDefault="008A55C0" w:rsidP="008A55C0">
      <w:pPr>
        <w:jc w:val="both"/>
      </w:pPr>
      <w:r>
        <w:t>To be able to use your own images in your code, you first have to send the IT a zip file containg all you images and a CSV file that lists all images (please read integration documentation to get more details). The IT will execute an import in Hybris and will then send you a list of all your images with the URL. You will use these URL in your code.</w:t>
      </w:r>
    </w:p>
    <w:p w:rsidR="00D66B4A" w:rsidRDefault="00D66B4A" w:rsidP="00295C72"/>
    <w:p w:rsidR="00295C72" w:rsidRPr="00295C72" w:rsidRDefault="00295C72" w:rsidP="00295C72"/>
    <w:p w:rsidR="00A332C0" w:rsidRDefault="00047D7F" w:rsidP="00A332C0">
      <w:pPr>
        <w:pStyle w:val="DOCTitle2"/>
      </w:pPr>
      <w:bookmarkStart w:id="9" w:name="_Toc423337046"/>
      <w:r>
        <w:t>CSS</w:t>
      </w:r>
      <w:bookmarkEnd w:id="9"/>
    </w:p>
    <w:p w:rsidR="00451B82" w:rsidRDefault="00451B82" w:rsidP="00A332C0"/>
    <w:p w:rsidR="00451B82" w:rsidRDefault="00047D7F" w:rsidP="00451B82">
      <w:pPr>
        <w:pStyle w:val="DOCTitle3"/>
      </w:pPr>
      <w:bookmarkStart w:id="10" w:name="_Toc423337047"/>
      <w:r>
        <w:t>Existing files</w:t>
      </w:r>
      <w:bookmarkEnd w:id="10"/>
    </w:p>
    <w:p w:rsidR="00274BD7" w:rsidRDefault="00047D7F" w:rsidP="008A55C0">
      <w:pPr>
        <w:jc w:val="both"/>
      </w:pPr>
      <w:r>
        <w:t xml:space="preserve">Every page on each website loads several CSS files. </w:t>
      </w:r>
    </w:p>
    <w:p w:rsidR="00903FD2" w:rsidRDefault="00903FD2" w:rsidP="008A55C0">
      <w:pPr>
        <w:jc w:val="both"/>
      </w:pPr>
      <w:r>
        <w:t>Be careful when you create your CSS, you may face some conflicts with existing files.</w:t>
      </w:r>
    </w:p>
    <w:p w:rsidR="00903FD2" w:rsidRPr="00903FD2" w:rsidRDefault="00903FD2" w:rsidP="008A55C0">
      <w:pPr>
        <w:jc w:val="both"/>
      </w:pPr>
    </w:p>
    <w:p w:rsidR="00274BD7" w:rsidRDefault="00274BD7" w:rsidP="008A55C0">
      <w:pPr>
        <w:keepNext/>
        <w:jc w:val="both"/>
      </w:pPr>
    </w:p>
    <w:p w:rsidR="00451B82" w:rsidRDefault="00903FD2" w:rsidP="008A55C0">
      <w:pPr>
        <w:pStyle w:val="DOCTitle3"/>
        <w:jc w:val="both"/>
      </w:pPr>
      <w:bookmarkStart w:id="11" w:name="_Toc423337048"/>
      <w:r>
        <w:t>Use in the page</w:t>
      </w:r>
      <w:bookmarkEnd w:id="11"/>
    </w:p>
    <w:p w:rsidR="00903FD2" w:rsidRDefault="00903FD2" w:rsidP="008A55C0">
      <w:pPr>
        <w:jc w:val="both"/>
      </w:pPr>
      <w:r>
        <w:t>It is adviced to minifiy your CSS file before integration.</w:t>
      </w:r>
    </w:p>
    <w:p w:rsidR="00903FD2" w:rsidRDefault="00903FD2" w:rsidP="008A55C0">
      <w:pPr>
        <w:jc w:val="both"/>
      </w:pPr>
      <w:r>
        <w:t>You cannot use on-the-fly compilers or server side compilers.</w:t>
      </w:r>
    </w:p>
    <w:p w:rsidR="00903FD2" w:rsidRDefault="00903FD2" w:rsidP="008A55C0">
      <w:pPr>
        <w:jc w:val="both"/>
      </w:pPr>
      <w:r>
        <w:t>The CSS file is loaded in the “head” tag, at the end of it and is synchronously loaded.</w:t>
      </w:r>
    </w:p>
    <w:p w:rsidR="00903FD2" w:rsidRDefault="00903FD2" w:rsidP="008A55C0">
      <w:pPr>
        <w:jc w:val="both"/>
      </w:pPr>
    </w:p>
    <w:p w:rsidR="00903FD2" w:rsidRDefault="00903FD2" w:rsidP="008A55C0">
      <w:pPr>
        <w:jc w:val="both"/>
      </w:pPr>
    </w:p>
    <w:p w:rsidR="00903FD2" w:rsidRDefault="00903FD2" w:rsidP="008A55C0">
      <w:pPr>
        <w:pStyle w:val="DOCTitle3"/>
        <w:jc w:val="both"/>
      </w:pPr>
      <w:bookmarkStart w:id="12" w:name="_Toc423337049"/>
      <w:r>
        <w:t>Guideline</w:t>
      </w:r>
      <w:r w:rsidR="00A54257">
        <w:t>s</w:t>
      </w:r>
      <w:bookmarkEnd w:id="12"/>
    </w:p>
    <w:p w:rsidR="00903FD2" w:rsidRDefault="00903FD2" w:rsidP="008A55C0">
      <w:pPr>
        <w:jc w:val="both"/>
      </w:pPr>
      <w:r>
        <w:t>It is recommended to create a responsive page, or at least an adaptive version of your page as the websites have a mobile version.</w:t>
      </w:r>
    </w:p>
    <w:p w:rsidR="00A54257" w:rsidRDefault="00A54257" w:rsidP="008A55C0">
      <w:pPr>
        <w:jc w:val="both"/>
      </w:pPr>
    </w:p>
    <w:p w:rsidR="00A54257" w:rsidRPr="00903FD2" w:rsidRDefault="00A54257" w:rsidP="008A55C0">
      <w:pPr>
        <w:jc w:val="both"/>
      </w:pPr>
      <w:r>
        <w:t>The site has to be compatible with Internet Explorer 9 and above and on all other browsers.</w:t>
      </w:r>
      <w:r w:rsidR="008A55C0">
        <w:t xml:space="preserve"> Provide a degraded version of your page for IE8 users.</w:t>
      </w:r>
    </w:p>
    <w:p w:rsidR="00903FD2" w:rsidRDefault="00903FD2" w:rsidP="008A55C0">
      <w:pPr>
        <w:jc w:val="both"/>
      </w:pPr>
    </w:p>
    <w:p w:rsidR="00903FD2" w:rsidRDefault="00903FD2" w:rsidP="008A55C0">
      <w:pPr>
        <w:jc w:val="both"/>
      </w:pPr>
    </w:p>
    <w:p w:rsidR="008A55C0" w:rsidRDefault="008A55C0">
      <w:r>
        <w:br w:type="page"/>
      </w:r>
    </w:p>
    <w:p w:rsidR="00732EA8" w:rsidRDefault="00903FD2" w:rsidP="008A55C0">
      <w:pPr>
        <w:pStyle w:val="DOCTitle2"/>
        <w:jc w:val="both"/>
      </w:pPr>
      <w:bookmarkStart w:id="13" w:name="_Toc423337050"/>
      <w:r>
        <w:lastRenderedPageBreak/>
        <w:t>JavaScript</w:t>
      </w:r>
      <w:bookmarkEnd w:id="13"/>
    </w:p>
    <w:p w:rsidR="00903FD2" w:rsidRPr="00903FD2" w:rsidRDefault="00903FD2" w:rsidP="008A55C0">
      <w:pPr>
        <w:jc w:val="both"/>
      </w:pPr>
    </w:p>
    <w:p w:rsidR="00903FD2" w:rsidRDefault="00903FD2" w:rsidP="008A55C0">
      <w:pPr>
        <w:pStyle w:val="DOCTitle3"/>
        <w:jc w:val="both"/>
      </w:pPr>
      <w:bookmarkStart w:id="14" w:name="_Toc423337051"/>
      <w:r>
        <w:t>Existing files</w:t>
      </w:r>
      <w:bookmarkEnd w:id="14"/>
    </w:p>
    <w:p w:rsidR="00903FD2" w:rsidRDefault="00903FD2" w:rsidP="008A55C0">
      <w:pPr>
        <w:jc w:val="both"/>
      </w:pPr>
      <w:r>
        <w:t>On each website, you can have access to jQuery (version 1.10). You don’t need to import it again in you code.</w:t>
      </w:r>
    </w:p>
    <w:p w:rsidR="00903FD2" w:rsidRDefault="00903FD2" w:rsidP="008A55C0">
      <w:pPr>
        <w:jc w:val="both"/>
      </w:pPr>
      <w:r>
        <w:t>It is adviced to reuse existing components like scrolling, form validations, animations etc.</w:t>
      </w:r>
    </w:p>
    <w:p w:rsidR="00903FD2" w:rsidRDefault="00903FD2" w:rsidP="008A55C0">
      <w:pPr>
        <w:jc w:val="both"/>
      </w:pPr>
    </w:p>
    <w:p w:rsidR="00903FD2" w:rsidRDefault="00903FD2" w:rsidP="008A55C0">
      <w:pPr>
        <w:pStyle w:val="DOCTitle3"/>
        <w:jc w:val="both"/>
      </w:pPr>
      <w:bookmarkStart w:id="15" w:name="_Toc423337052"/>
      <w:r>
        <w:t>Use in the page</w:t>
      </w:r>
      <w:bookmarkEnd w:id="15"/>
    </w:p>
    <w:p w:rsidR="00903FD2" w:rsidRDefault="00903FD2" w:rsidP="008A55C0">
      <w:pPr>
        <w:jc w:val="both"/>
      </w:pPr>
      <w:r>
        <w:t>We recommend you to create only one JS file and to minify it.</w:t>
      </w:r>
      <w:r w:rsidR="00294265">
        <w:t xml:space="preserve"> This cannot be done on-the-fly or on server side.</w:t>
      </w:r>
    </w:p>
    <w:p w:rsidR="00294265" w:rsidRDefault="00294265" w:rsidP="008A55C0">
      <w:pPr>
        <w:jc w:val="both"/>
      </w:pPr>
      <w:r>
        <w:t>The JS file is loaded at the end of the body tag, after all other JS imports and before dynamically added elements. It is asynchronously loaded.</w:t>
      </w:r>
    </w:p>
    <w:p w:rsidR="00A54257" w:rsidRDefault="00A54257" w:rsidP="008A55C0">
      <w:pPr>
        <w:jc w:val="both"/>
      </w:pPr>
    </w:p>
    <w:p w:rsidR="00921DB5" w:rsidRDefault="008A55C0" w:rsidP="008A55C0">
      <w:pPr>
        <w:jc w:val="both"/>
      </w:pPr>
      <w:r>
        <w:t>The site has to be compatible with Internet Explorer 9 and above and on all other browsers. Provide a degraded version of your page for IE8 users.</w:t>
      </w:r>
    </w:p>
    <w:p w:rsidR="00A54257" w:rsidRDefault="008A55C0" w:rsidP="00A54257">
      <w:pPr>
        <w:pStyle w:val="DOCTitle1"/>
      </w:pPr>
      <w:bookmarkStart w:id="16" w:name="_Toc423337053"/>
      <w:r>
        <w:lastRenderedPageBreak/>
        <w:t>Integration</w:t>
      </w:r>
      <w:bookmarkEnd w:id="16"/>
    </w:p>
    <w:p w:rsidR="008A55C0" w:rsidRDefault="008A55C0" w:rsidP="008A55C0">
      <w:pPr>
        <w:pStyle w:val="DOCTitle2"/>
      </w:pPr>
      <w:bookmarkStart w:id="17" w:name="_Toc423337054"/>
      <w:r>
        <w:t>Files to send</w:t>
      </w:r>
      <w:bookmarkEnd w:id="17"/>
    </w:p>
    <w:p w:rsidR="008A55C0" w:rsidRDefault="008A55C0" w:rsidP="008A55C0">
      <w:pPr>
        <w:pStyle w:val="DOCTitle3"/>
      </w:pPr>
      <w:bookmarkStart w:id="18" w:name="_Toc423337055"/>
      <w:r>
        <w:t>Images</w:t>
      </w:r>
      <w:bookmarkEnd w:id="18"/>
    </w:p>
    <w:p w:rsidR="008A55C0" w:rsidRDefault="008A55C0" w:rsidP="008A55C0">
      <w:pPr>
        <w:jc w:val="both"/>
      </w:pPr>
      <w:r>
        <w:t>Images files have to be sent during the process of page creation since the HTML has to contain images URL. Please follow the integration guide to know how to add images in Hybris or to know what files are expected by the IT to do the import.</w:t>
      </w:r>
    </w:p>
    <w:p w:rsidR="008A55C0" w:rsidRDefault="008A55C0" w:rsidP="008A55C0">
      <w:pPr>
        <w:jc w:val="both"/>
      </w:pPr>
    </w:p>
    <w:p w:rsidR="008A55C0" w:rsidRDefault="008A55C0" w:rsidP="008A55C0">
      <w:pPr>
        <w:pStyle w:val="DOCTitle3"/>
      </w:pPr>
      <w:bookmarkStart w:id="19" w:name="_Toc423337056"/>
      <w:r>
        <w:t>Page files</w:t>
      </w:r>
      <w:bookmarkEnd w:id="19"/>
    </w:p>
    <w:p w:rsidR="00AD06BB" w:rsidRDefault="008A55C0" w:rsidP="008A55C0">
      <w:r>
        <w:t>Once your code is ready, send the IT your HTML file(s), the CSS and the JS file.</w:t>
      </w:r>
      <w:r w:rsidR="00AD06BB">
        <w:t xml:space="preserve"> The IT will create the page for you.</w:t>
      </w:r>
    </w:p>
    <w:p w:rsidR="005A251C" w:rsidRDefault="005A251C" w:rsidP="008A55C0"/>
    <w:p w:rsidR="005A251C" w:rsidRPr="008A55C0" w:rsidRDefault="005A251C" w:rsidP="005A251C">
      <w:pPr>
        <w:jc w:val="both"/>
      </w:pPr>
      <w:r>
        <w:t>If you use existing components in the page, indicate which ones and tell in which order the HTML files  and components have to appear.</w:t>
      </w:r>
    </w:p>
    <w:sectPr w:rsidR="005A251C" w:rsidRPr="008A55C0" w:rsidSect="00DA2F62">
      <w:headerReference w:type="default" r:id="rId14"/>
      <w:footerReference w:type="default" r:id="rId15"/>
      <w:headerReference w:type="first" r:id="rId16"/>
      <w:footerReference w:type="first" r:id="rId17"/>
      <w:pgSz w:w="11906" w:h="16838"/>
      <w:pgMar w:top="1560" w:right="709" w:bottom="1418" w:left="1134" w:header="964" w:footer="283"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3DC" w:rsidRDefault="009D03DC">
      <w:r>
        <w:separator/>
      </w:r>
    </w:p>
  </w:endnote>
  <w:endnote w:type="continuationSeparator" w:id="0">
    <w:p w:rsidR="009D03DC" w:rsidRDefault="009D03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FC9" w:rsidRDefault="00494FC9">
    <w:pPr>
      <w:pStyle w:val="Pieddepage"/>
    </w:pPr>
  </w:p>
  <w:tbl>
    <w:tblPr>
      <w:tblStyle w:val="Grilledutableau"/>
      <w:tblW w:w="1027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8" w:space="0" w:color="000000" w:themeColor="text1"/>
        <w:insideV w:val="single" w:sz="8" w:space="0" w:color="000000" w:themeColor="text1"/>
      </w:tblBorders>
      <w:tblLook w:val="04A0"/>
    </w:tblPr>
    <w:tblGrid>
      <w:gridCol w:w="1367"/>
      <w:gridCol w:w="7973"/>
      <w:gridCol w:w="939"/>
    </w:tblGrid>
    <w:tr w:rsidR="00494FC9" w:rsidTr="00B74C67">
      <w:tc>
        <w:tcPr>
          <w:tcW w:w="1367" w:type="dxa"/>
          <w:vAlign w:val="center"/>
        </w:tcPr>
        <w:p w:rsidR="00494FC9" w:rsidRPr="00734977" w:rsidRDefault="00494FC9" w:rsidP="008302EE">
          <w:pPr>
            <w:pStyle w:val="DOCcartridgeHeader"/>
            <w:rPr>
              <w:bCs/>
              <w:i/>
              <w:iCs/>
              <w:sz w:val="16"/>
            </w:rPr>
          </w:pPr>
          <w:r w:rsidRPr="00734977">
            <w:rPr>
              <w:bCs/>
              <w:i/>
              <w:iCs/>
              <w:sz w:val="16"/>
            </w:rPr>
            <w:t>File</w:t>
          </w:r>
        </w:p>
      </w:tc>
      <w:tc>
        <w:tcPr>
          <w:tcW w:w="7973" w:type="dxa"/>
          <w:vAlign w:val="center"/>
        </w:tcPr>
        <w:p w:rsidR="00494FC9" w:rsidRPr="00D66B4A" w:rsidRDefault="00D66B4A" w:rsidP="00635AC4">
          <w:pPr>
            <w:pStyle w:val="Pieddepage"/>
            <w:tabs>
              <w:tab w:val="clear" w:pos="4536"/>
              <w:tab w:val="clear" w:pos="9072"/>
              <w:tab w:val="center" w:pos="5245"/>
              <w:tab w:val="right" w:pos="9923"/>
            </w:tabs>
            <w:rPr>
              <w:rFonts w:asciiTheme="minorHAnsi" w:hAnsiTheme="minorHAnsi"/>
              <w:lang w:val="fr-FR"/>
            </w:rPr>
          </w:pPr>
          <w:r w:rsidRPr="00D66B4A">
            <w:rPr>
              <w:lang w:val="fr-FR"/>
            </w:rPr>
            <w:t>CMS: Free Content Pages Guide</w:t>
          </w:r>
        </w:p>
      </w:tc>
      <w:tc>
        <w:tcPr>
          <w:tcW w:w="939" w:type="dxa"/>
          <w:vMerge w:val="restart"/>
          <w:vAlign w:val="center"/>
        </w:tcPr>
        <w:p w:rsidR="00494FC9" w:rsidRPr="00734977" w:rsidRDefault="00494FC9" w:rsidP="008302EE">
          <w:pPr>
            <w:pStyle w:val="DOCcartridgeHeader"/>
            <w:rPr>
              <w:bCs/>
              <w:i/>
              <w:iCs/>
              <w:sz w:val="16"/>
            </w:rPr>
          </w:pPr>
          <w:r w:rsidRPr="00734977">
            <w:rPr>
              <w:rStyle w:val="Numrodepage"/>
              <w:bCs/>
              <w:i/>
              <w:iCs/>
              <w:sz w:val="16"/>
            </w:rPr>
            <w:t>Page</w:t>
          </w:r>
          <w:r w:rsidRPr="00734977">
            <w:rPr>
              <w:rStyle w:val="Numrodepage"/>
              <w:bCs/>
              <w:i/>
              <w:iCs/>
              <w:sz w:val="16"/>
            </w:rPr>
            <w:br/>
          </w:r>
          <w:r w:rsidR="00086D6D" w:rsidRPr="00734977">
            <w:rPr>
              <w:rStyle w:val="Numrodepage"/>
              <w:bCs/>
              <w:i/>
              <w:iCs/>
              <w:sz w:val="16"/>
            </w:rPr>
            <w:fldChar w:fldCharType="begin"/>
          </w:r>
          <w:r w:rsidRPr="00734977">
            <w:rPr>
              <w:rStyle w:val="Numrodepage"/>
              <w:bCs/>
              <w:i/>
              <w:iCs/>
              <w:sz w:val="16"/>
            </w:rPr>
            <w:instrText xml:space="preserve"> PAGE </w:instrText>
          </w:r>
          <w:r w:rsidR="00086D6D" w:rsidRPr="00734977">
            <w:rPr>
              <w:rStyle w:val="Numrodepage"/>
              <w:bCs/>
              <w:i/>
              <w:iCs/>
              <w:sz w:val="16"/>
            </w:rPr>
            <w:fldChar w:fldCharType="separate"/>
          </w:r>
          <w:r w:rsidR="005A251C">
            <w:rPr>
              <w:rStyle w:val="Numrodepage"/>
              <w:bCs/>
              <w:i/>
              <w:iCs/>
              <w:sz w:val="16"/>
            </w:rPr>
            <w:t>6</w:t>
          </w:r>
          <w:r w:rsidR="00086D6D" w:rsidRPr="00734977">
            <w:rPr>
              <w:rStyle w:val="Numrodepage"/>
              <w:bCs/>
              <w:i/>
              <w:iCs/>
              <w:sz w:val="16"/>
            </w:rPr>
            <w:fldChar w:fldCharType="end"/>
          </w:r>
          <w:r w:rsidRPr="00734977">
            <w:rPr>
              <w:rStyle w:val="Numrodepage"/>
              <w:bCs/>
              <w:i/>
              <w:iCs/>
              <w:sz w:val="16"/>
            </w:rPr>
            <w:t xml:space="preserve"> / </w:t>
          </w:r>
          <w:r w:rsidR="00086D6D" w:rsidRPr="00734977">
            <w:rPr>
              <w:rStyle w:val="Numrodepage"/>
              <w:bCs/>
              <w:i/>
              <w:iCs/>
              <w:sz w:val="16"/>
            </w:rPr>
            <w:fldChar w:fldCharType="begin"/>
          </w:r>
          <w:r w:rsidRPr="00734977">
            <w:rPr>
              <w:rStyle w:val="Numrodepage"/>
              <w:bCs/>
              <w:i/>
              <w:iCs/>
              <w:sz w:val="16"/>
            </w:rPr>
            <w:instrText xml:space="preserve"> NUMPAGES </w:instrText>
          </w:r>
          <w:r w:rsidR="00086D6D" w:rsidRPr="00734977">
            <w:rPr>
              <w:rStyle w:val="Numrodepage"/>
              <w:bCs/>
              <w:i/>
              <w:iCs/>
              <w:sz w:val="16"/>
            </w:rPr>
            <w:fldChar w:fldCharType="separate"/>
          </w:r>
          <w:r w:rsidR="005A251C">
            <w:rPr>
              <w:rStyle w:val="Numrodepage"/>
              <w:bCs/>
              <w:i/>
              <w:iCs/>
              <w:sz w:val="16"/>
            </w:rPr>
            <w:t>6</w:t>
          </w:r>
          <w:r w:rsidR="00086D6D" w:rsidRPr="00734977">
            <w:rPr>
              <w:rStyle w:val="Numrodepage"/>
              <w:bCs/>
              <w:i/>
              <w:iCs/>
              <w:sz w:val="16"/>
            </w:rPr>
            <w:fldChar w:fldCharType="end"/>
          </w:r>
        </w:p>
      </w:tc>
    </w:tr>
    <w:tr w:rsidR="00494FC9" w:rsidRPr="00D66B4A" w:rsidTr="00B74C67">
      <w:tc>
        <w:tcPr>
          <w:tcW w:w="1367" w:type="dxa"/>
          <w:vAlign w:val="center"/>
        </w:tcPr>
        <w:p w:rsidR="00494FC9" w:rsidRPr="00734977" w:rsidRDefault="00494FC9" w:rsidP="008302EE">
          <w:pPr>
            <w:pStyle w:val="DOCcartridgeHeader"/>
            <w:rPr>
              <w:bCs/>
              <w:i/>
              <w:iCs/>
              <w:sz w:val="16"/>
            </w:rPr>
          </w:pPr>
          <w:r>
            <w:rPr>
              <w:bCs/>
              <w:i/>
              <w:iCs/>
              <w:sz w:val="16"/>
            </w:rPr>
            <w:t>Title</w:t>
          </w:r>
        </w:p>
      </w:tc>
      <w:tc>
        <w:tcPr>
          <w:tcW w:w="7973" w:type="dxa"/>
          <w:vAlign w:val="center"/>
        </w:tcPr>
        <w:p w:rsidR="00494FC9" w:rsidRPr="00D66B4A" w:rsidRDefault="00D66B4A" w:rsidP="00494FC9">
          <w:pPr>
            <w:pStyle w:val="Pieddepage"/>
            <w:tabs>
              <w:tab w:val="clear" w:pos="4536"/>
              <w:tab w:val="clear" w:pos="9072"/>
              <w:tab w:val="center" w:pos="5245"/>
              <w:tab w:val="right" w:pos="9923"/>
            </w:tabs>
            <w:rPr>
              <w:sz w:val="16"/>
              <w:szCs w:val="16"/>
              <w:lang w:val="fr-FR"/>
            </w:rPr>
          </w:pPr>
          <w:r w:rsidRPr="00D66B4A">
            <w:rPr>
              <w:lang w:val="fr-FR"/>
            </w:rPr>
            <w:t>CMS: Free Content Pages Guide</w:t>
          </w:r>
        </w:p>
      </w:tc>
      <w:tc>
        <w:tcPr>
          <w:tcW w:w="939" w:type="dxa"/>
          <w:vMerge/>
        </w:tcPr>
        <w:p w:rsidR="00494FC9" w:rsidRPr="00D66B4A" w:rsidRDefault="00494FC9" w:rsidP="008302EE">
          <w:pPr>
            <w:pStyle w:val="Pieddepage"/>
            <w:tabs>
              <w:tab w:val="clear" w:pos="4536"/>
              <w:tab w:val="clear" w:pos="9072"/>
              <w:tab w:val="center" w:pos="5245"/>
              <w:tab w:val="right" w:pos="9923"/>
            </w:tabs>
            <w:jc w:val="center"/>
            <w:rPr>
              <w:rFonts w:asciiTheme="minorHAnsi" w:hAnsiTheme="minorHAnsi"/>
              <w:lang w:val="fr-FR"/>
            </w:rPr>
          </w:pPr>
        </w:p>
      </w:tc>
    </w:tr>
    <w:tr w:rsidR="00494FC9" w:rsidTr="00B74C67">
      <w:tc>
        <w:tcPr>
          <w:tcW w:w="1367" w:type="dxa"/>
          <w:vAlign w:val="center"/>
        </w:tcPr>
        <w:p w:rsidR="00494FC9" w:rsidRPr="00734977" w:rsidRDefault="00494FC9" w:rsidP="008302EE">
          <w:pPr>
            <w:pStyle w:val="DOCcartridgeHeader"/>
            <w:rPr>
              <w:bCs/>
              <w:i/>
              <w:iCs/>
              <w:sz w:val="16"/>
            </w:rPr>
          </w:pPr>
          <w:r w:rsidRPr="00734977">
            <w:rPr>
              <w:bCs/>
              <w:i/>
              <w:iCs/>
              <w:sz w:val="16"/>
            </w:rPr>
            <w:t>Last update</w:t>
          </w:r>
        </w:p>
      </w:tc>
      <w:tc>
        <w:tcPr>
          <w:tcW w:w="7973" w:type="dxa"/>
          <w:vAlign w:val="center"/>
        </w:tcPr>
        <w:p w:rsidR="00494FC9" w:rsidRPr="00555E3F" w:rsidRDefault="00D66B4A" w:rsidP="00B867CF">
          <w:pPr>
            <w:pStyle w:val="Pieddepage"/>
            <w:tabs>
              <w:tab w:val="clear" w:pos="4536"/>
              <w:tab w:val="clear" w:pos="9072"/>
              <w:tab w:val="center" w:pos="5245"/>
              <w:tab w:val="right" w:pos="9923"/>
            </w:tabs>
            <w:rPr>
              <w:rFonts w:asciiTheme="minorHAnsi" w:hAnsiTheme="minorHAnsi"/>
              <w:sz w:val="16"/>
              <w:szCs w:val="16"/>
            </w:rPr>
          </w:pPr>
          <w:r>
            <w:rPr>
              <w:sz w:val="16"/>
              <w:szCs w:val="16"/>
            </w:rPr>
            <w:t>29/06/2015</w:t>
          </w:r>
        </w:p>
      </w:tc>
      <w:tc>
        <w:tcPr>
          <w:tcW w:w="939" w:type="dxa"/>
          <w:vMerge/>
        </w:tcPr>
        <w:p w:rsidR="00494FC9" w:rsidRDefault="00494FC9" w:rsidP="008302EE">
          <w:pPr>
            <w:pStyle w:val="Pieddepage"/>
            <w:tabs>
              <w:tab w:val="clear" w:pos="4536"/>
              <w:tab w:val="clear" w:pos="9072"/>
              <w:tab w:val="center" w:pos="5245"/>
              <w:tab w:val="right" w:pos="9923"/>
            </w:tabs>
            <w:jc w:val="center"/>
            <w:rPr>
              <w:rFonts w:asciiTheme="minorHAnsi" w:hAnsiTheme="minorHAnsi"/>
            </w:rPr>
          </w:pPr>
        </w:p>
      </w:tc>
    </w:tr>
  </w:tbl>
  <w:p w:rsidR="00494FC9" w:rsidRDefault="00494FC9">
    <w:pPr>
      <w:pStyle w:val="Pieddepage"/>
    </w:pPr>
  </w:p>
  <w:p w:rsidR="00494FC9" w:rsidRPr="00976C83" w:rsidRDefault="00494FC9" w:rsidP="003B587A">
    <w:pPr>
      <w:widowControl w:val="0"/>
      <w:autoSpaceDE w:val="0"/>
      <w:autoSpaceDN w:val="0"/>
      <w:adjustRightInd w:val="0"/>
      <w:ind w:right="140"/>
      <w:jc w:val="center"/>
      <w:rPr>
        <w:color w:val="8D7D74"/>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FC9" w:rsidRDefault="00494FC9">
    <w:pPr>
      <w:pStyle w:val="Pieddepage"/>
    </w:pPr>
  </w:p>
  <w:tbl>
    <w:tblPr>
      <w:tblStyle w:val="Grilledutableau"/>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8" w:space="0" w:color="000000" w:themeColor="text1"/>
        <w:insideV w:val="single" w:sz="8" w:space="0" w:color="000000" w:themeColor="text1"/>
      </w:tblBorders>
      <w:tblLook w:val="04A0"/>
    </w:tblPr>
    <w:tblGrid>
      <w:gridCol w:w="1367"/>
      <w:gridCol w:w="7973"/>
      <w:gridCol w:w="939"/>
    </w:tblGrid>
    <w:tr w:rsidR="00494FC9" w:rsidTr="008302EE">
      <w:tc>
        <w:tcPr>
          <w:tcW w:w="1367" w:type="dxa"/>
          <w:vAlign w:val="center"/>
        </w:tcPr>
        <w:p w:rsidR="00494FC9" w:rsidRPr="00734977" w:rsidRDefault="00494FC9" w:rsidP="008302EE">
          <w:pPr>
            <w:pStyle w:val="DOCcartridgeHeader"/>
            <w:rPr>
              <w:bCs/>
              <w:i/>
              <w:iCs/>
              <w:sz w:val="16"/>
            </w:rPr>
          </w:pPr>
          <w:r w:rsidRPr="00734977">
            <w:rPr>
              <w:bCs/>
              <w:i/>
              <w:iCs/>
              <w:sz w:val="16"/>
            </w:rPr>
            <w:t>File</w:t>
          </w:r>
        </w:p>
      </w:tc>
      <w:tc>
        <w:tcPr>
          <w:tcW w:w="7973" w:type="dxa"/>
          <w:vAlign w:val="center"/>
        </w:tcPr>
        <w:p w:rsidR="00494FC9" w:rsidRPr="00D66B4A" w:rsidRDefault="00D66B4A" w:rsidP="002B38A7">
          <w:pPr>
            <w:pStyle w:val="Pieddepage"/>
            <w:tabs>
              <w:tab w:val="clear" w:pos="4536"/>
              <w:tab w:val="clear" w:pos="9072"/>
              <w:tab w:val="center" w:pos="5245"/>
              <w:tab w:val="right" w:pos="9923"/>
            </w:tabs>
            <w:rPr>
              <w:rFonts w:asciiTheme="minorHAnsi" w:hAnsiTheme="minorHAnsi"/>
              <w:lang w:val="fr-FR"/>
            </w:rPr>
          </w:pPr>
          <w:r w:rsidRPr="00D66B4A">
            <w:rPr>
              <w:lang w:val="fr-FR"/>
            </w:rPr>
            <w:t>CMS: Free Content Pages Guide</w:t>
          </w:r>
        </w:p>
      </w:tc>
      <w:tc>
        <w:tcPr>
          <w:tcW w:w="939" w:type="dxa"/>
          <w:vMerge w:val="restart"/>
          <w:vAlign w:val="center"/>
        </w:tcPr>
        <w:p w:rsidR="00494FC9" w:rsidRPr="00734977" w:rsidRDefault="00494FC9" w:rsidP="008302EE">
          <w:pPr>
            <w:pStyle w:val="DOCcartridgeHeader"/>
            <w:rPr>
              <w:bCs/>
              <w:i/>
              <w:iCs/>
              <w:sz w:val="16"/>
            </w:rPr>
          </w:pPr>
          <w:r w:rsidRPr="00734977">
            <w:rPr>
              <w:rStyle w:val="Numrodepage"/>
              <w:bCs/>
              <w:i/>
              <w:iCs/>
              <w:sz w:val="16"/>
            </w:rPr>
            <w:t>Page</w:t>
          </w:r>
          <w:r w:rsidRPr="00734977">
            <w:rPr>
              <w:rStyle w:val="Numrodepage"/>
              <w:bCs/>
              <w:i/>
              <w:iCs/>
              <w:sz w:val="16"/>
            </w:rPr>
            <w:br/>
          </w:r>
          <w:r w:rsidR="00086D6D" w:rsidRPr="00734977">
            <w:rPr>
              <w:rStyle w:val="Numrodepage"/>
              <w:bCs/>
              <w:i/>
              <w:iCs/>
              <w:sz w:val="16"/>
            </w:rPr>
            <w:fldChar w:fldCharType="begin"/>
          </w:r>
          <w:r w:rsidRPr="00734977">
            <w:rPr>
              <w:rStyle w:val="Numrodepage"/>
              <w:bCs/>
              <w:i/>
              <w:iCs/>
              <w:sz w:val="16"/>
            </w:rPr>
            <w:instrText xml:space="preserve"> PAGE </w:instrText>
          </w:r>
          <w:r w:rsidR="00086D6D" w:rsidRPr="00734977">
            <w:rPr>
              <w:rStyle w:val="Numrodepage"/>
              <w:bCs/>
              <w:i/>
              <w:iCs/>
              <w:sz w:val="16"/>
            </w:rPr>
            <w:fldChar w:fldCharType="separate"/>
          </w:r>
          <w:r w:rsidR="00921DB5">
            <w:rPr>
              <w:rStyle w:val="Numrodepage"/>
              <w:bCs/>
              <w:i/>
              <w:iCs/>
              <w:sz w:val="16"/>
            </w:rPr>
            <w:t>1</w:t>
          </w:r>
          <w:r w:rsidR="00086D6D" w:rsidRPr="00734977">
            <w:rPr>
              <w:rStyle w:val="Numrodepage"/>
              <w:bCs/>
              <w:i/>
              <w:iCs/>
              <w:sz w:val="16"/>
            </w:rPr>
            <w:fldChar w:fldCharType="end"/>
          </w:r>
          <w:r w:rsidRPr="00734977">
            <w:rPr>
              <w:rStyle w:val="Numrodepage"/>
              <w:bCs/>
              <w:i/>
              <w:iCs/>
              <w:sz w:val="16"/>
            </w:rPr>
            <w:t xml:space="preserve"> / </w:t>
          </w:r>
          <w:r w:rsidR="00086D6D" w:rsidRPr="00734977">
            <w:rPr>
              <w:rStyle w:val="Numrodepage"/>
              <w:bCs/>
              <w:i/>
              <w:iCs/>
              <w:sz w:val="16"/>
            </w:rPr>
            <w:fldChar w:fldCharType="begin"/>
          </w:r>
          <w:r w:rsidRPr="00734977">
            <w:rPr>
              <w:rStyle w:val="Numrodepage"/>
              <w:bCs/>
              <w:i/>
              <w:iCs/>
              <w:sz w:val="16"/>
            </w:rPr>
            <w:instrText xml:space="preserve"> NUMPAGES </w:instrText>
          </w:r>
          <w:r w:rsidR="00086D6D" w:rsidRPr="00734977">
            <w:rPr>
              <w:rStyle w:val="Numrodepage"/>
              <w:bCs/>
              <w:i/>
              <w:iCs/>
              <w:sz w:val="16"/>
            </w:rPr>
            <w:fldChar w:fldCharType="separate"/>
          </w:r>
          <w:r w:rsidR="00921DB5">
            <w:rPr>
              <w:rStyle w:val="Numrodepage"/>
              <w:bCs/>
              <w:i/>
              <w:iCs/>
              <w:sz w:val="16"/>
            </w:rPr>
            <w:t>6</w:t>
          </w:r>
          <w:r w:rsidR="00086D6D" w:rsidRPr="00734977">
            <w:rPr>
              <w:rStyle w:val="Numrodepage"/>
              <w:bCs/>
              <w:i/>
              <w:iCs/>
              <w:sz w:val="16"/>
            </w:rPr>
            <w:fldChar w:fldCharType="end"/>
          </w:r>
        </w:p>
      </w:tc>
    </w:tr>
    <w:tr w:rsidR="00494FC9" w:rsidRPr="00D66B4A" w:rsidTr="008302EE">
      <w:tc>
        <w:tcPr>
          <w:tcW w:w="1367" w:type="dxa"/>
          <w:vAlign w:val="center"/>
        </w:tcPr>
        <w:p w:rsidR="00494FC9" w:rsidRPr="00734977" w:rsidRDefault="00494FC9" w:rsidP="008302EE">
          <w:pPr>
            <w:pStyle w:val="DOCcartridgeHeader"/>
            <w:rPr>
              <w:bCs/>
              <w:i/>
              <w:iCs/>
              <w:sz w:val="16"/>
            </w:rPr>
          </w:pPr>
          <w:r>
            <w:rPr>
              <w:bCs/>
              <w:i/>
              <w:iCs/>
              <w:sz w:val="16"/>
            </w:rPr>
            <w:t>Title</w:t>
          </w:r>
        </w:p>
      </w:tc>
      <w:tc>
        <w:tcPr>
          <w:tcW w:w="7973" w:type="dxa"/>
          <w:vAlign w:val="center"/>
        </w:tcPr>
        <w:p w:rsidR="00494FC9" w:rsidRPr="00D66B4A" w:rsidRDefault="00086D6D" w:rsidP="00DC5068">
          <w:pPr>
            <w:pStyle w:val="Pieddepage"/>
            <w:tabs>
              <w:tab w:val="clear" w:pos="4536"/>
              <w:tab w:val="clear" w:pos="9072"/>
              <w:tab w:val="center" w:pos="5245"/>
              <w:tab w:val="right" w:pos="9923"/>
            </w:tabs>
            <w:rPr>
              <w:sz w:val="16"/>
              <w:szCs w:val="16"/>
              <w:lang w:val="fr-FR"/>
            </w:rPr>
          </w:pPr>
          <w:fldSimple w:instr=" TITLE  &quot;Hybris : Orders export&quot;  \* MERGEFORMAT ">
            <w:r w:rsidR="007C5F4E" w:rsidRPr="00D66B4A">
              <w:rPr>
                <w:lang w:val="fr-FR"/>
              </w:rPr>
              <w:t xml:space="preserve"> </w:t>
            </w:r>
            <w:r w:rsidR="00D66B4A" w:rsidRPr="00D66B4A">
              <w:rPr>
                <w:lang w:val="fr-FR"/>
              </w:rPr>
              <w:t xml:space="preserve">CMS: Free Content Pages Guide </w:t>
            </w:r>
          </w:fldSimple>
        </w:p>
      </w:tc>
      <w:tc>
        <w:tcPr>
          <w:tcW w:w="939" w:type="dxa"/>
          <w:vMerge/>
        </w:tcPr>
        <w:p w:rsidR="00494FC9" w:rsidRPr="00D66B4A" w:rsidRDefault="00494FC9" w:rsidP="008302EE">
          <w:pPr>
            <w:pStyle w:val="Pieddepage"/>
            <w:tabs>
              <w:tab w:val="clear" w:pos="4536"/>
              <w:tab w:val="clear" w:pos="9072"/>
              <w:tab w:val="center" w:pos="5245"/>
              <w:tab w:val="right" w:pos="9923"/>
            </w:tabs>
            <w:jc w:val="center"/>
            <w:rPr>
              <w:rFonts w:asciiTheme="minorHAnsi" w:hAnsiTheme="minorHAnsi"/>
              <w:lang w:val="fr-FR"/>
            </w:rPr>
          </w:pPr>
        </w:p>
      </w:tc>
    </w:tr>
    <w:tr w:rsidR="00494FC9" w:rsidTr="008302EE">
      <w:tc>
        <w:tcPr>
          <w:tcW w:w="1367" w:type="dxa"/>
          <w:vAlign w:val="center"/>
        </w:tcPr>
        <w:p w:rsidR="00494FC9" w:rsidRPr="00734977" w:rsidRDefault="00494FC9" w:rsidP="008302EE">
          <w:pPr>
            <w:pStyle w:val="DOCcartridgeHeader"/>
            <w:rPr>
              <w:bCs/>
              <w:i/>
              <w:iCs/>
              <w:sz w:val="16"/>
            </w:rPr>
          </w:pPr>
          <w:r w:rsidRPr="00734977">
            <w:rPr>
              <w:bCs/>
              <w:i/>
              <w:iCs/>
              <w:sz w:val="16"/>
            </w:rPr>
            <w:t>Last update</w:t>
          </w:r>
        </w:p>
      </w:tc>
      <w:tc>
        <w:tcPr>
          <w:tcW w:w="7973" w:type="dxa"/>
          <w:vAlign w:val="center"/>
        </w:tcPr>
        <w:p w:rsidR="00494FC9" w:rsidRPr="00555E3F" w:rsidRDefault="00D66B4A" w:rsidP="00C00E78">
          <w:pPr>
            <w:pStyle w:val="Pieddepage"/>
            <w:tabs>
              <w:tab w:val="clear" w:pos="4536"/>
              <w:tab w:val="clear" w:pos="9072"/>
              <w:tab w:val="center" w:pos="5245"/>
              <w:tab w:val="right" w:pos="9923"/>
            </w:tabs>
            <w:rPr>
              <w:rFonts w:asciiTheme="minorHAnsi" w:hAnsiTheme="minorHAnsi"/>
              <w:sz w:val="16"/>
              <w:szCs w:val="16"/>
            </w:rPr>
          </w:pPr>
          <w:r>
            <w:rPr>
              <w:sz w:val="16"/>
              <w:szCs w:val="16"/>
            </w:rPr>
            <w:t>29/06/2015</w:t>
          </w:r>
        </w:p>
      </w:tc>
      <w:tc>
        <w:tcPr>
          <w:tcW w:w="939" w:type="dxa"/>
          <w:vMerge/>
        </w:tcPr>
        <w:p w:rsidR="00494FC9" w:rsidRDefault="00494FC9" w:rsidP="008302EE">
          <w:pPr>
            <w:pStyle w:val="Pieddepage"/>
            <w:tabs>
              <w:tab w:val="clear" w:pos="4536"/>
              <w:tab w:val="clear" w:pos="9072"/>
              <w:tab w:val="center" w:pos="5245"/>
              <w:tab w:val="right" w:pos="9923"/>
            </w:tabs>
            <w:jc w:val="center"/>
            <w:rPr>
              <w:rFonts w:asciiTheme="minorHAnsi" w:hAnsiTheme="minorHAnsi"/>
            </w:rPr>
          </w:pPr>
        </w:p>
      </w:tc>
    </w:tr>
  </w:tbl>
  <w:p w:rsidR="00494FC9" w:rsidRDefault="00494FC9">
    <w:pPr>
      <w:pStyle w:val="Pieddepage"/>
    </w:pPr>
  </w:p>
  <w:p w:rsidR="00494FC9" w:rsidRPr="00CC0D2E" w:rsidRDefault="00494FC9" w:rsidP="003B587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3DC" w:rsidRDefault="009D03DC">
      <w:r>
        <w:separator/>
      </w:r>
    </w:p>
  </w:footnote>
  <w:footnote w:type="continuationSeparator" w:id="0">
    <w:p w:rsidR="009D03DC" w:rsidRDefault="009D03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FC9" w:rsidRPr="003D429A" w:rsidRDefault="00494FC9" w:rsidP="003B587A">
    <w:pPr>
      <w:pStyle w:val="En-tte"/>
      <w:pBdr>
        <w:bottom w:val="single" w:sz="4" w:space="1" w:color="8D7D74"/>
      </w:pBdr>
      <w:tabs>
        <w:tab w:val="clear" w:pos="4536"/>
        <w:tab w:val="clear" w:pos="9072"/>
        <w:tab w:val="right" w:pos="10065"/>
      </w:tabs>
      <w:rPr>
        <w:color w:val="8D7D74"/>
        <w:sz w:val="18"/>
      </w:rPr>
    </w:pPr>
    <w:r w:rsidRPr="003D429A">
      <w:rPr>
        <w:color w:val="8D7D74"/>
        <w:sz w:val="18"/>
      </w:rPr>
      <w:t>G</w:t>
    </w:r>
    <w:r>
      <w:rPr>
        <w:color w:val="8D7D74"/>
        <w:sz w:val="18"/>
      </w:rPr>
      <w:t>roupe SEB</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FC9" w:rsidRPr="009F6604" w:rsidRDefault="00494FC9" w:rsidP="003B587A">
    <w:pPr>
      <w:widowControl w:val="0"/>
      <w:autoSpaceDE w:val="0"/>
      <w:autoSpaceDN w:val="0"/>
      <w:adjustRightInd w:val="0"/>
      <w:rPr>
        <w:rFonts w:ascii="Verdana" w:hAnsi="Verdana"/>
        <w:color w:val="8D7D74"/>
        <w:sz w:val="8"/>
      </w:rPr>
    </w:pPr>
    <w:r>
      <w:rPr>
        <w:noProof/>
        <w:lang w:val="fr-FR"/>
      </w:rPr>
      <w:drawing>
        <wp:anchor distT="0" distB="0" distL="114300" distR="114300" simplePos="0" relativeHeight="251658240" behindDoc="1" locked="0" layoutInCell="1" allowOverlap="1">
          <wp:simplePos x="0" y="0"/>
          <wp:positionH relativeFrom="column">
            <wp:posOffset>-440055</wp:posOffset>
          </wp:positionH>
          <wp:positionV relativeFrom="page">
            <wp:posOffset>574040</wp:posOffset>
          </wp:positionV>
          <wp:extent cx="1612900" cy="2171700"/>
          <wp:effectExtent l="19050" t="0" r="6350" b="0"/>
          <wp:wrapNone/>
          <wp:docPr id="22" name="Image 22" descr="::elements graph SEB ID:GroupeSEB Logo bichr rvb bur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lements graph SEB ID:GroupeSEB Logo bichr rvb bureau.jpg"/>
                  <pic:cNvPicPr>
                    <a:picLocks noChangeAspect="1" noChangeArrowheads="1"/>
                  </pic:cNvPicPr>
                </pic:nvPicPr>
                <pic:blipFill>
                  <a:blip r:embed="rId1"/>
                  <a:srcRect/>
                  <a:stretch>
                    <a:fillRect/>
                  </a:stretch>
                </pic:blipFill>
                <pic:spPr bwMode="auto">
                  <a:xfrm>
                    <a:off x="0" y="0"/>
                    <a:ext cx="1612900" cy="2171700"/>
                  </a:xfrm>
                  <a:prstGeom prst="rect">
                    <a:avLst/>
                  </a:prstGeom>
                  <a:noFill/>
                  <a:ln w="9525">
                    <a:noFill/>
                    <a:miter lim="800000"/>
                    <a:headEnd/>
                    <a:tailEnd/>
                  </a:ln>
                </pic:spPr>
              </pic:pic>
            </a:graphicData>
          </a:graphic>
        </wp:anchor>
      </w:drawing>
    </w:r>
  </w:p>
  <w:p w:rsidR="00494FC9" w:rsidRPr="00B253D7" w:rsidRDefault="00494FC9" w:rsidP="003B587A">
    <w:pPr>
      <w:widowControl w:val="0"/>
      <w:autoSpaceDE w:val="0"/>
      <w:autoSpaceDN w:val="0"/>
      <w:adjustRightInd w:val="0"/>
      <w:jc w:val="right"/>
      <w:rPr>
        <w:rFonts w:ascii="Verdana" w:hAnsi="Verdana"/>
        <w:color w:val="8D7D74"/>
        <w:spacing w:val="10"/>
        <w:sz w:val="16"/>
        <w:szCs w:val="15"/>
      </w:rPr>
    </w:pPr>
    <w:r w:rsidRPr="00B253D7">
      <w:rPr>
        <w:rFonts w:ascii="Verdana" w:hAnsi="Verdana"/>
        <w:color w:val="8D7D74"/>
        <w:spacing w:val="10"/>
        <w:sz w:val="16"/>
        <w:szCs w:val="15"/>
      </w:rPr>
      <w:t xml:space="preserve">AIRBAKE ALL-CLAD ARNO ASIAVINA CALOR CLOCK IMUSA KRUPS LAGOSTINA MIRRO MOULINEX </w:t>
    </w:r>
  </w:p>
  <w:p w:rsidR="00494FC9" w:rsidRPr="00B253D7" w:rsidRDefault="00494FC9" w:rsidP="003B587A">
    <w:pPr>
      <w:widowControl w:val="0"/>
      <w:autoSpaceDE w:val="0"/>
      <w:autoSpaceDN w:val="0"/>
      <w:adjustRightInd w:val="0"/>
      <w:jc w:val="right"/>
      <w:rPr>
        <w:rFonts w:ascii="Verdana" w:hAnsi="Verdana"/>
        <w:color w:val="8D7D74"/>
        <w:spacing w:val="10"/>
        <w:sz w:val="16"/>
      </w:rPr>
    </w:pPr>
    <w:r w:rsidRPr="00B253D7">
      <w:rPr>
        <w:rFonts w:ascii="Verdana" w:hAnsi="Verdana"/>
        <w:color w:val="8D7D74"/>
        <w:spacing w:val="10"/>
        <w:sz w:val="16"/>
        <w:szCs w:val="15"/>
      </w:rPr>
      <w:t>PANEX PENEDO REGAL ROCHEDO ROWENTA SAMURAI SEB SUPOR TEFAL T-FAL UMCO WEAREVER</w:t>
    </w:r>
  </w:p>
  <w:p w:rsidR="00494FC9" w:rsidRPr="00B253D7" w:rsidRDefault="00494FC9" w:rsidP="003B587A">
    <w:pPr>
      <w:pStyle w:val="En-tte"/>
      <w:rPr>
        <w:color w:val="8D7D74"/>
      </w:rPr>
    </w:pPr>
  </w:p>
  <w:p w:rsidR="00494FC9" w:rsidRDefault="00086D6D">
    <w:pPr>
      <w:pStyle w:val="En-tte"/>
    </w:pPr>
    <w:r w:rsidRPr="00086D6D">
      <w:pict>
        <v:line id="_x0000_s2069" style="position:absolute;flip:x;z-index:251657216;mso-position-vertical-relative:page" from="0,45.35pt" to="504.55pt,45.35pt" strokecolor="#e42518" strokeweight=".5pt">
          <w10:wrap anchory="pag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06F08A24"/>
    <w:lvl w:ilvl="0">
      <w:start w:val="1"/>
      <w:numFmt w:val="bullet"/>
      <w:pStyle w:val="Listepuces5"/>
      <w:lvlText w:val=""/>
      <w:lvlJc w:val="left"/>
      <w:pPr>
        <w:tabs>
          <w:tab w:val="num" w:pos="1492"/>
        </w:tabs>
        <w:ind w:left="1492" w:hanging="360"/>
      </w:pPr>
      <w:rPr>
        <w:rFonts w:ascii="Symbol" w:hAnsi="Symbol" w:hint="default"/>
      </w:rPr>
    </w:lvl>
  </w:abstractNum>
  <w:abstractNum w:abstractNumId="1">
    <w:nsid w:val="FFFFFF81"/>
    <w:multiLevelType w:val="singleLevel"/>
    <w:tmpl w:val="3DA89FEE"/>
    <w:lvl w:ilvl="0">
      <w:start w:val="1"/>
      <w:numFmt w:val="bullet"/>
      <w:pStyle w:val="Listepuces4"/>
      <w:lvlText w:val=""/>
      <w:lvlJc w:val="left"/>
      <w:pPr>
        <w:tabs>
          <w:tab w:val="num" w:pos="1209"/>
        </w:tabs>
        <w:ind w:left="1209" w:hanging="360"/>
      </w:pPr>
      <w:rPr>
        <w:rFonts w:ascii="Symbol" w:hAnsi="Symbol" w:hint="default"/>
      </w:rPr>
    </w:lvl>
  </w:abstractNum>
  <w:abstractNum w:abstractNumId="2">
    <w:nsid w:val="FFFFFF82"/>
    <w:multiLevelType w:val="singleLevel"/>
    <w:tmpl w:val="803C1F88"/>
    <w:lvl w:ilvl="0">
      <w:start w:val="1"/>
      <w:numFmt w:val="bullet"/>
      <w:pStyle w:val="Listepuces3"/>
      <w:lvlText w:val=""/>
      <w:lvlJc w:val="left"/>
      <w:pPr>
        <w:tabs>
          <w:tab w:val="num" w:pos="926"/>
        </w:tabs>
        <w:ind w:left="926" w:hanging="360"/>
      </w:pPr>
      <w:rPr>
        <w:rFonts w:ascii="Symbol" w:hAnsi="Symbol" w:hint="default"/>
      </w:rPr>
    </w:lvl>
  </w:abstractNum>
  <w:abstractNum w:abstractNumId="3">
    <w:nsid w:val="FFFFFF83"/>
    <w:multiLevelType w:val="singleLevel"/>
    <w:tmpl w:val="4D8A3578"/>
    <w:lvl w:ilvl="0">
      <w:start w:val="1"/>
      <w:numFmt w:val="bullet"/>
      <w:pStyle w:val="Listepuces2"/>
      <w:lvlText w:val=""/>
      <w:lvlJc w:val="left"/>
      <w:pPr>
        <w:tabs>
          <w:tab w:val="num" w:pos="643"/>
        </w:tabs>
        <w:ind w:left="643" w:hanging="360"/>
      </w:pPr>
      <w:rPr>
        <w:rFonts w:ascii="Symbol" w:hAnsi="Symbol" w:hint="default"/>
      </w:rPr>
    </w:lvl>
  </w:abstractNum>
  <w:abstractNum w:abstractNumId="4">
    <w:nsid w:val="FFFFFF89"/>
    <w:multiLevelType w:val="singleLevel"/>
    <w:tmpl w:val="D10EA0D2"/>
    <w:lvl w:ilvl="0">
      <w:start w:val="1"/>
      <w:numFmt w:val="bullet"/>
      <w:pStyle w:val="Listepuces"/>
      <w:lvlText w:val=""/>
      <w:lvlJc w:val="left"/>
      <w:pPr>
        <w:tabs>
          <w:tab w:val="num" w:pos="360"/>
        </w:tabs>
        <w:ind w:left="360" w:hanging="360"/>
      </w:pPr>
      <w:rPr>
        <w:rFonts w:ascii="Symbol" w:hAnsi="Symbol" w:hint="default"/>
      </w:rPr>
    </w:lvl>
  </w:abstractNum>
  <w:abstractNum w:abstractNumId="5">
    <w:nsid w:val="0154342C"/>
    <w:multiLevelType w:val="hybridMultilevel"/>
    <w:tmpl w:val="DCB2475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05444029"/>
    <w:multiLevelType w:val="multilevel"/>
    <w:tmpl w:val="4022D8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nsid w:val="07CD64E8"/>
    <w:multiLevelType w:val="hybridMultilevel"/>
    <w:tmpl w:val="DCAEA322"/>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8">
    <w:nsid w:val="07F329E6"/>
    <w:multiLevelType w:val="hybridMultilevel"/>
    <w:tmpl w:val="AF70F966"/>
    <w:lvl w:ilvl="0" w:tplc="040C000F">
      <w:start w:val="1"/>
      <w:numFmt w:val="decimal"/>
      <w:pStyle w:val="Paragraphedeliste"/>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225463E"/>
    <w:multiLevelType w:val="hybridMultilevel"/>
    <w:tmpl w:val="7230FFBE"/>
    <w:lvl w:ilvl="0" w:tplc="BD0AAEE0">
      <w:start w:val="1"/>
      <w:numFmt w:val="decimal"/>
      <w:lvlText w:val="%1."/>
      <w:lvlJc w:val="left"/>
      <w:pPr>
        <w:ind w:left="720" w:hanging="360"/>
      </w:pPr>
      <w:rPr>
        <w:rFonts w:cs="Arial"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90C0566"/>
    <w:multiLevelType w:val="hybridMultilevel"/>
    <w:tmpl w:val="B046FB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C617756"/>
    <w:multiLevelType w:val="hybridMultilevel"/>
    <w:tmpl w:val="EDF2F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24C7293"/>
    <w:multiLevelType w:val="hybridMultilevel"/>
    <w:tmpl w:val="6C988D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33D0988"/>
    <w:multiLevelType w:val="hybridMultilevel"/>
    <w:tmpl w:val="9CE69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592037E"/>
    <w:multiLevelType w:val="hybridMultilevel"/>
    <w:tmpl w:val="6DF84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96F4B36"/>
    <w:multiLevelType w:val="multilevel"/>
    <w:tmpl w:val="5448DF6A"/>
    <w:lvl w:ilvl="0">
      <w:start w:val="1"/>
      <w:numFmt w:val="decimal"/>
      <w:pStyle w:val="DOCTitle1"/>
      <w:lvlText w:val="%1"/>
      <w:lvlJc w:val="left"/>
      <w:pPr>
        <w:ind w:left="432" w:hanging="432"/>
      </w:pPr>
      <w:rPr>
        <w:rFonts w:hint="default"/>
      </w:rPr>
    </w:lvl>
    <w:lvl w:ilvl="1">
      <w:start w:val="1"/>
      <w:numFmt w:val="decimal"/>
      <w:pStyle w:val="DOCTitle2"/>
      <w:lvlText w:val="%1.%2"/>
      <w:lvlJc w:val="left"/>
      <w:pPr>
        <w:ind w:left="292" w:hanging="292"/>
      </w:pPr>
      <w:rPr>
        <w:rFonts w:hint="default"/>
      </w:rPr>
    </w:lvl>
    <w:lvl w:ilvl="2">
      <w:start w:val="1"/>
      <w:numFmt w:val="decimal"/>
      <w:pStyle w:val="DOCTitle3"/>
      <w:lvlText w:val="%1.%2.%3"/>
      <w:lvlJc w:val="left"/>
      <w:pPr>
        <w:ind w:left="578" w:hanging="153"/>
      </w:pPr>
      <w:rPr>
        <w:rFonts w:hint="default"/>
      </w:rPr>
    </w:lvl>
    <w:lvl w:ilvl="3">
      <w:start w:val="1"/>
      <w:numFmt w:val="decimal"/>
      <w:pStyle w:val="DOCTitle4"/>
      <w:lvlText w:val="%1.%2.%3.%4"/>
      <w:lvlJc w:val="left"/>
      <w:pPr>
        <w:ind w:left="864" w:hanging="127"/>
      </w:pPr>
      <w:rPr>
        <w:rFonts w:hint="default"/>
      </w:rPr>
    </w:lvl>
    <w:lvl w:ilvl="4">
      <w:start w:val="1"/>
      <w:numFmt w:val="decimal"/>
      <w:pStyle w:val="DOCTitle5"/>
      <w:lvlText w:val="%1.%2.%3.%4.%5"/>
      <w:lvlJc w:val="left"/>
      <w:pPr>
        <w:ind w:left="1008" w:hanging="10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00F5A1A"/>
    <w:multiLevelType w:val="hybridMultilevel"/>
    <w:tmpl w:val="DE96A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16B59E9"/>
    <w:multiLevelType w:val="hybridMultilevel"/>
    <w:tmpl w:val="18A61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7252B2F"/>
    <w:multiLevelType w:val="hybridMultilevel"/>
    <w:tmpl w:val="7230FFBE"/>
    <w:lvl w:ilvl="0" w:tplc="BD0AAEE0">
      <w:start w:val="1"/>
      <w:numFmt w:val="decimal"/>
      <w:lvlText w:val="%1."/>
      <w:lvlJc w:val="left"/>
      <w:pPr>
        <w:ind w:left="720" w:hanging="360"/>
      </w:pPr>
      <w:rPr>
        <w:rFonts w:cs="Arial"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01E5404"/>
    <w:multiLevelType w:val="hybridMultilevel"/>
    <w:tmpl w:val="E30CD3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0166F53"/>
    <w:multiLevelType w:val="hybridMultilevel"/>
    <w:tmpl w:val="1D3012B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nsid w:val="6A0E5D91"/>
    <w:multiLevelType w:val="multilevel"/>
    <w:tmpl w:val="6C4E6844"/>
    <w:lvl w:ilvl="0">
      <w:start w:val="1"/>
      <w:numFmt w:val="bullet"/>
      <w:pStyle w:val="DOCchips1"/>
      <w:lvlText w:val=""/>
      <w:lvlJc w:val="left"/>
      <w:pPr>
        <w:ind w:left="360" w:hanging="360"/>
      </w:pPr>
      <w:rPr>
        <w:rFonts w:ascii="Wingdings" w:hAnsi="Wingdings" w:hint="default"/>
      </w:rPr>
    </w:lvl>
    <w:lvl w:ilvl="1">
      <w:start w:val="1"/>
      <w:numFmt w:val="bullet"/>
      <w:pStyle w:val="DOCchips2"/>
      <w:lvlText w:val=""/>
      <w:lvlJc w:val="left"/>
      <w:pPr>
        <w:ind w:left="720" w:hanging="360"/>
      </w:pPr>
      <w:rPr>
        <w:rFonts w:ascii="Wingdings" w:hAnsi="Wingdings" w:hint="default"/>
      </w:rPr>
    </w:lvl>
    <w:lvl w:ilvl="2">
      <w:start w:val="1"/>
      <w:numFmt w:val="bullet"/>
      <w:pStyle w:val="DOCchips3"/>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6B520280"/>
    <w:multiLevelType w:val="hybridMultilevel"/>
    <w:tmpl w:val="795C5AFE"/>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3">
    <w:nsid w:val="7BD4573E"/>
    <w:multiLevelType w:val="hybridMultilevel"/>
    <w:tmpl w:val="68ACF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15"/>
  </w:num>
  <w:num w:numId="4">
    <w:abstractNumId w:val="4"/>
  </w:num>
  <w:num w:numId="5">
    <w:abstractNumId w:val="3"/>
  </w:num>
  <w:num w:numId="6">
    <w:abstractNumId w:val="2"/>
  </w:num>
  <w:num w:numId="7">
    <w:abstractNumId w:val="1"/>
  </w:num>
  <w:num w:numId="8">
    <w:abstractNumId w:val="0"/>
  </w:num>
  <w:num w:numId="9">
    <w:abstractNumId w:val="6"/>
  </w:num>
  <w:num w:numId="10">
    <w:abstractNumId w:val="19"/>
  </w:num>
  <w:num w:numId="11">
    <w:abstractNumId w:val="9"/>
  </w:num>
  <w:num w:numId="12">
    <w:abstractNumId w:val="18"/>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2"/>
  </w:num>
  <w:num w:numId="16">
    <w:abstractNumId w:val="7"/>
  </w:num>
  <w:num w:numId="17">
    <w:abstractNumId w:val="5"/>
  </w:num>
  <w:num w:numId="18">
    <w:abstractNumId w:val="16"/>
  </w:num>
  <w:num w:numId="19">
    <w:abstractNumId w:val="17"/>
  </w:num>
  <w:num w:numId="20">
    <w:abstractNumId w:val="23"/>
  </w:num>
  <w:num w:numId="21">
    <w:abstractNumId w:val="22"/>
  </w:num>
  <w:num w:numId="22">
    <w:abstractNumId w:val="20"/>
  </w:num>
  <w:num w:numId="23">
    <w:abstractNumId w:val="11"/>
  </w:num>
  <w:num w:numId="24">
    <w:abstractNumId w:val="13"/>
  </w:num>
  <w:num w:numId="25">
    <w:abstractNumId w:val="1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hideSpellingErrors/>
  <w:hideGrammaticalErrors/>
  <w:attachedTemplate r:id="rId1"/>
  <w:stylePaneFormatFilter w:val="3F08"/>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6386">
      <o:colormru v:ext="edit" colors="#baafa9,#e42518"/>
      <o:colormenu v:ext="edit" fillcolor="none" strokecolor="#00b0f0"/>
    </o:shapedefaults>
    <o:shapelayout v:ext="edit">
      <o:idmap v:ext="edit" data="2"/>
      <o:regrouptable v:ext="edit">
        <o:entry new="1" old="0"/>
        <o:entry new="2" old="0"/>
      </o:regrouptable>
    </o:shapelayout>
  </w:hdrShapeDefaults>
  <w:footnotePr>
    <w:footnote w:id="-1"/>
    <w:footnote w:id="0"/>
  </w:footnotePr>
  <w:endnotePr>
    <w:endnote w:id="-1"/>
    <w:endnote w:id="0"/>
  </w:endnotePr>
  <w:compat/>
  <w:rsids>
    <w:rsidRoot w:val="00896ABF"/>
    <w:rsid w:val="0000347C"/>
    <w:rsid w:val="0001586B"/>
    <w:rsid w:val="00020BEF"/>
    <w:rsid w:val="00023BA2"/>
    <w:rsid w:val="000275DA"/>
    <w:rsid w:val="00030C1C"/>
    <w:rsid w:val="00032F75"/>
    <w:rsid w:val="00033B8E"/>
    <w:rsid w:val="00036625"/>
    <w:rsid w:val="00040D58"/>
    <w:rsid w:val="00043ABA"/>
    <w:rsid w:val="00047D7F"/>
    <w:rsid w:val="00051DB8"/>
    <w:rsid w:val="00052D97"/>
    <w:rsid w:val="00055942"/>
    <w:rsid w:val="00056AAB"/>
    <w:rsid w:val="000603B9"/>
    <w:rsid w:val="00064ECF"/>
    <w:rsid w:val="000651D0"/>
    <w:rsid w:val="00073208"/>
    <w:rsid w:val="00074560"/>
    <w:rsid w:val="00074C98"/>
    <w:rsid w:val="000764A2"/>
    <w:rsid w:val="0008136A"/>
    <w:rsid w:val="000818E3"/>
    <w:rsid w:val="00081D9D"/>
    <w:rsid w:val="00083025"/>
    <w:rsid w:val="000856AF"/>
    <w:rsid w:val="00085810"/>
    <w:rsid w:val="00086D6D"/>
    <w:rsid w:val="00090080"/>
    <w:rsid w:val="0009193B"/>
    <w:rsid w:val="00092ABA"/>
    <w:rsid w:val="000A4A44"/>
    <w:rsid w:val="000B0ED2"/>
    <w:rsid w:val="000B162F"/>
    <w:rsid w:val="000B1EA8"/>
    <w:rsid w:val="000B5BA5"/>
    <w:rsid w:val="000B621A"/>
    <w:rsid w:val="000B69BE"/>
    <w:rsid w:val="000B7328"/>
    <w:rsid w:val="000C5FB3"/>
    <w:rsid w:val="000D0E8C"/>
    <w:rsid w:val="000D14F9"/>
    <w:rsid w:val="000D2767"/>
    <w:rsid w:val="000D339B"/>
    <w:rsid w:val="000D4855"/>
    <w:rsid w:val="000D49FB"/>
    <w:rsid w:val="000D7159"/>
    <w:rsid w:val="000E1F1E"/>
    <w:rsid w:val="000E3780"/>
    <w:rsid w:val="000E3976"/>
    <w:rsid w:val="000F0B7D"/>
    <w:rsid w:val="000F14EC"/>
    <w:rsid w:val="000F47FE"/>
    <w:rsid w:val="00101DB0"/>
    <w:rsid w:val="0010326F"/>
    <w:rsid w:val="0011128B"/>
    <w:rsid w:val="001112EA"/>
    <w:rsid w:val="00111579"/>
    <w:rsid w:val="001156EE"/>
    <w:rsid w:val="00117099"/>
    <w:rsid w:val="00121205"/>
    <w:rsid w:val="0012291E"/>
    <w:rsid w:val="00123635"/>
    <w:rsid w:val="001249C1"/>
    <w:rsid w:val="00124F16"/>
    <w:rsid w:val="001362B9"/>
    <w:rsid w:val="001436C3"/>
    <w:rsid w:val="00143FB5"/>
    <w:rsid w:val="001449B6"/>
    <w:rsid w:val="00154BF9"/>
    <w:rsid w:val="00157DC1"/>
    <w:rsid w:val="0016139F"/>
    <w:rsid w:val="00161858"/>
    <w:rsid w:val="00166073"/>
    <w:rsid w:val="001675D1"/>
    <w:rsid w:val="00170BF2"/>
    <w:rsid w:val="00172B27"/>
    <w:rsid w:val="00173556"/>
    <w:rsid w:val="001760DB"/>
    <w:rsid w:val="00177A53"/>
    <w:rsid w:val="0018075C"/>
    <w:rsid w:val="00184387"/>
    <w:rsid w:val="00185224"/>
    <w:rsid w:val="00186249"/>
    <w:rsid w:val="001918D4"/>
    <w:rsid w:val="00192D13"/>
    <w:rsid w:val="00192EE4"/>
    <w:rsid w:val="00192F6D"/>
    <w:rsid w:val="001943A8"/>
    <w:rsid w:val="001A0C9F"/>
    <w:rsid w:val="001B086D"/>
    <w:rsid w:val="001B17C5"/>
    <w:rsid w:val="001C1F21"/>
    <w:rsid w:val="001C36A3"/>
    <w:rsid w:val="001C41E6"/>
    <w:rsid w:val="001E3AA0"/>
    <w:rsid w:val="001E55DA"/>
    <w:rsid w:val="001E6754"/>
    <w:rsid w:val="001F014E"/>
    <w:rsid w:val="001F0444"/>
    <w:rsid w:val="001F1305"/>
    <w:rsid w:val="001F29E0"/>
    <w:rsid w:val="001F5998"/>
    <w:rsid w:val="001F6750"/>
    <w:rsid w:val="00202C7B"/>
    <w:rsid w:val="00210FC0"/>
    <w:rsid w:val="00211A67"/>
    <w:rsid w:val="00211E89"/>
    <w:rsid w:val="0021542D"/>
    <w:rsid w:val="002159BD"/>
    <w:rsid w:val="00215F0C"/>
    <w:rsid w:val="002167EA"/>
    <w:rsid w:val="00216FAE"/>
    <w:rsid w:val="0022109A"/>
    <w:rsid w:val="00222F44"/>
    <w:rsid w:val="00226F83"/>
    <w:rsid w:val="0022703F"/>
    <w:rsid w:val="00230CF9"/>
    <w:rsid w:val="00230E6A"/>
    <w:rsid w:val="00232A82"/>
    <w:rsid w:val="00233224"/>
    <w:rsid w:val="002345D1"/>
    <w:rsid w:val="00236B22"/>
    <w:rsid w:val="00237500"/>
    <w:rsid w:val="00242626"/>
    <w:rsid w:val="0025167A"/>
    <w:rsid w:val="0025192F"/>
    <w:rsid w:val="00254B55"/>
    <w:rsid w:val="00254DFC"/>
    <w:rsid w:val="0026395F"/>
    <w:rsid w:val="00274BD7"/>
    <w:rsid w:val="00280AA1"/>
    <w:rsid w:val="00281FFC"/>
    <w:rsid w:val="002877E4"/>
    <w:rsid w:val="00287C3E"/>
    <w:rsid w:val="0029013C"/>
    <w:rsid w:val="00290DD0"/>
    <w:rsid w:val="00294265"/>
    <w:rsid w:val="00294E78"/>
    <w:rsid w:val="00295C72"/>
    <w:rsid w:val="00297296"/>
    <w:rsid w:val="002A0BF2"/>
    <w:rsid w:val="002A0E1C"/>
    <w:rsid w:val="002A2912"/>
    <w:rsid w:val="002A6E90"/>
    <w:rsid w:val="002B0F10"/>
    <w:rsid w:val="002B2ECE"/>
    <w:rsid w:val="002B2F90"/>
    <w:rsid w:val="002B38A7"/>
    <w:rsid w:val="002B39D0"/>
    <w:rsid w:val="002C1478"/>
    <w:rsid w:val="002C27F3"/>
    <w:rsid w:val="002C6EEB"/>
    <w:rsid w:val="002C7006"/>
    <w:rsid w:val="002D05BE"/>
    <w:rsid w:val="002D22CA"/>
    <w:rsid w:val="002D2701"/>
    <w:rsid w:val="002D6A5A"/>
    <w:rsid w:val="002D7E43"/>
    <w:rsid w:val="002E11CF"/>
    <w:rsid w:val="002E27EB"/>
    <w:rsid w:val="002E3AFF"/>
    <w:rsid w:val="002E79D1"/>
    <w:rsid w:val="002F0BBB"/>
    <w:rsid w:val="002F3DDC"/>
    <w:rsid w:val="002F42FE"/>
    <w:rsid w:val="0030000E"/>
    <w:rsid w:val="00302545"/>
    <w:rsid w:val="0030348A"/>
    <w:rsid w:val="00304CC0"/>
    <w:rsid w:val="00305F33"/>
    <w:rsid w:val="003078DF"/>
    <w:rsid w:val="00311D1A"/>
    <w:rsid w:val="00315546"/>
    <w:rsid w:val="003156FB"/>
    <w:rsid w:val="00316CB9"/>
    <w:rsid w:val="00320A2D"/>
    <w:rsid w:val="0032259D"/>
    <w:rsid w:val="0032547D"/>
    <w:rsid w:val="00333631"/>
    <w:rsid w:val="00341553"/>
    <w:rsid w:val="003424F6"/>
    <w:rsid w:val="003456EC"/>
    <w:rsid w:val="0035039A"/>
    <w:rsid w:val="00350E24"/>
    <w:rsid w:val="00351D78"/>
    <w:rsid w:val="00352B54"/>
    <w:rsid w:val="00361463"/>
    <w:rsid w:val="00361D94"/>
    <w:rsid w:val="00362DDA"/>
    <w:rsid w:val="00366F7E"/>
    <w:rsid w:val="00371CF9"/>
    <w:rsid w:val="00371D41"/>
    <w:rsid w:val="00397DCF"/>
    <w:rsid w:val="003A5067"/>
    <w:rsid w:val="003A746E"/>
    <w:rsid w:val="003A764F"/>
    <w:rsid w:val="003B1A92"/>
    <w:rsid w:val="003B587A"/>
    <w:rsid w:val="003B6816"/>
    <w:rsid w:val="003B6CCA"/>
    <w:rsid w:val="003C2A7B"/>
    <w:rsid w:val="003C4BE3"/>
    <w:rsid w:val="003D11AB"/>
    <w:rsid w:val="003D1FF7"/>
    <w:rsid w:val="003D2664"/>
    <w:rsid w:val="003D3AE4"/>
    <w:rsid w:val="003D5EB6"/>
    <w:rsid w:val="003D664C"/>
    <w:rsid w:val="003D7D19"/>
    <w:rsid w:val="003E1092"/>
    <w:rsid w:val="003E2597"/>
    <w:rsid w:val="003E59B0"/>
    <w:rsid w:val="003F0A02"/>
    <w:rsid w:val="003F22A8"/>
    <w:rsid w:val="003F255E"/>
    <w:rsid w:val="00404B87"/>
    <w:rsid w:val="00410D6F"/>
    <w:rsid w:val="00413529"/>
    <w:rsid w:val="0041671E"/>
    <w:rsid w:val="00416E3F"/>
    <w:rsid w:val="00420EE7"/>
    <w:rsid w:val="0042292A"/>
    <w:rsid w:val="00424FAA"/>
    <w:rsid w:val="00425621"/>
    <w:rsid w:val="00425AD9"/>
    <w:rsid w:val="0042772E"/>
    <w:rsid w:val="004305EE"/>
    <w:rsid w:val="004325D1"/>
    <w:rsid w:val="00433C0D"/>
    <w:rsid w:val="00434DBF"/>
    <w:rsid w:val="00444D98"/>
    <w:rsid w:val="00445F59"/>
    <w:rsid w:val="0044721E"/>
    <w:rsid w:val="00450580"/>
    <w:rsid w:val="004510F5"/>
    <w:rsid w:val="00451B82"/>
    <w:rsid w:val="004557BF"/>
    <w:rsid w:val="004636F7"/>
    <w:rsid w:val="0047127E"/>
    <w:rsid w:val="00471854"/>
    <w:rsid w:val="00471D64"/>
    <w:rsid w:val="004737BF"/>
    <w:rsid w:val="00473D65"/>
    <w:rsid w:val="00474109"/>
    <w:rsid w:val="004748F3"/>
    <w:rsid w:val="00474E14"/>
    <w:rsid w:val="00475DE5"/>
    <w:rsid w:val="00476703"/>
    <w:rsid w:val="004777C6"/>
    <w:rsid w:val="004778F0"/>
    <w:rsid w:val="004856AE"/>
    <w:rsid w:val="004905FF"/>
    <w:rsid w:val="00493195"/>
    <w:rsid w:val="004932CD"/>
    <w:rsid w:val="00494718"/>
    <w:rsid w:val="00494FC9"/>
    <w:rsid w:val="004956E3"/>
    <w:rsid w:val="00495B5A"/>
    <w:rsid w:val="004A0BB7"/>
    <w:rsid w:val="004A24A4"/>
    <w:rsid w:val="004A3B79"/>
    <w:rsid w:val="004A7B07"/>
    <w:rsid w:val="004B5227"/>
    <w:rsid w:val="004B6314"/>
    <w:rsid w:val="004C354D"/>
    <w:rsid w:val="004C4EC3"/>
    <w:rsid w:val="004C516E"/>
    <w:rsid w:val="004C68F4"/>
    <w:rsid w:val="004C7A13"/>
    <w:rsid w:val="004D0BA1"/>
    <w:rsid w:val="004D11B1"/>
    <w:rsid w:val="004D304B"/>
    <w:rsid w:val="004D43A1"/>
    <w:rsid w:val="004D5DE3"/>
    <w:rsid w:val="004E08B7"/>
    <w:rsid w:val="004E17E4"/>
    <w:rsid w:val="004E25D1"/>
    <w:rsid w:val="004E41D3"/>
    <w:rsid w:val="004F1E40"/>
    <w:rsid w:val="004F37A0"/>
    <w:rsid w:val="004F6ED6"/>
    <w:rsid w:val="00500B56"/>
    <w:rsid w:val="00501DAE"/>
    <w:rsid w:val="00502C81"/>
    <w:rsid w:val="00511140"/>
    <w:rsid w:val="00516A81"/>
    <w:rsid w:val="00517C66"/>
    <w:rsid w:val="005211DE"/>
    <w:rsid w:val="005219C5"/>
    <w:rsid w:val="00523293"/>
    <w:rsid w:val="005257A1"/>
    <w:rsid w:val="0052689A"/>
    <w:rsid w:val="0053063F"/>
    <w:rsid w:val="005406A6"/>
    <w:rsid w:val="00545EDF"/>
    <w:rsid w:val="00550509"/>
    <w:rsid w:val="005506E4"/>
    <w:rsid w:val="005528EC"/>
    <w:rsid w:val="00555B09"/>
    <w:rsid w:val="0055638B"/>
    <w:rsid w:val="00557D15"/>
    <w:rsid w:val="0056144C"/>
    <w:rsid w:val="00564FC1"/>
    <w:rsid w:val="00565E4D"/>
    <w:rsid w:val="005744AB"/>
    <w:rsid w:val="00580321"/>
    <w:rsid w:val="00590FAF"/>
    <w:rsid w:val="00594867"/>
    <w:rsid w:val="00595BBD"/>
    <w:rsid w:val="005A18F4"/>
    <w:rsid w:val="005A251C"/>
    <w:rsid w:val="005A545D"/>
    <w:rsid w:val="005A5FDE"/>
    <w:rsid w:val="005A63D5"/>
    <w:rsid w:val="005B0DB1"/>
    <w:rsid w:val="005B1500"/>
    <w:rsid w:val="005B226F"/>
    <w:rsid w:val="005B5DE3"/>
    <w:rsid w:val="005C5335"/>
    <w:rsid w:val="005C7B88"/>
    <w:rsid w:val="005D670B"/>
    <w:rsid w:val="005D744F"/>
    <w:rsid w:val="005E3E6C"/>
    <w:rsid w:val="005E3EA4"/>
    <w:rsid w:val="005E4FAA"/>
    <w:rsid w:val="005E7A3A"/>
    <w:rsid w:val="005F1C3B"/>
    <w:rsid w:val="005F42C6"/>
    <w:rsid w:val="00603D4F"/>
    <w:rsid w:val="006047E0"/>
    <w:rsid w:val="00606B17"/>
    <w:rsid w:val="00606E18"/>
    <w:rsid w:val="00612962"/>
    <w:rsid w:val="00616532"/>
    <w:rsid w:val="00623B01"/>
    <w:rsid w:val="00625427"/>
    <w:rsid w:val="006308A2"/>
    <w:rsid w:val="00630D7E"/>
    <w:rsid w:val="0063583A"/>
    <w:rsid w:val="00635AC4"/>
    <w:rsid w:val="00636069"/>
    <w:rsid w:val="00637B53"/>
    <w:rsid w:val="00656B12"/>
    <w:rsid w:val="00660318"/>
    <w:rsid w:val="00660FDD"/>
    <w:rsid w:val="00662144"/>
    <w:rsid w:val="0066457E"/>
    <w:rsid w:val="00666529"/>
    <w:rsid w:val="00670289"/>
    <w:rsid w:val="00671F3D"/>
    <w:rsid w:val="0067305E"/>
    <w:rsid w:val="00673EC9"/>
    <w:rsid w:val="00674947"/>
    <w:rsid w:val="00676B94"/>
    <w:rsid w:val="00677022"/>
    <w:rsid w:val="006777EC"/>
    <w:rsid w:val="00677B8F"/>
    <w:rsid w:val="00677DD0"/>
    <w:rsid w:val="00681D36"/>
    <w:rsid w:val="006857DD"/>
    <w:rsid w:val="00697803"/>
    <w:rsid w:val="006A129F"/>
    <w:rsid w:val="006A3A2E"/>
    <w:rsid w:val="006B1C6C"/>
    <w:rsid w:val="006B4A3E"/>
    <w:rsid w:val="006C191D"/>
    <w:rsid w:val="006C398C"/>
    <w:rsid w:val="006C6554"/>
    <w:rsid w:val="006D336E"/>
    <w:rsid w:val="006D530D"/>
    <w:rsid w:val="006D7FD7"/>
    <w:rsid w:val="006E03F3"/>
    <w:rsid w:val="006E29E2"/>
    <w:rsid w:val="006F109B"/>
    <w:rsid w:val="006F18A1"/>
    <w:rsid w:val="006F2419"/>
    <w:rsid w:val="00702585"/>
    <w:rsid w:val="0070400C"/>
    <w:rsid w:val="00704552"/>
    <w:rsid w:val="00704607"/>
    <w:rsid w:val="00704C6F"/>
    <w:rsid w:val="0070663E"/>
    <w:rsid w:val="00713AEF"/>
    <w:rsid w:val="007150A2"/>
    <w:rsid w:val="00715CA0"/>
    <w:rsid w:val="0072206F"/>
    <w:rsid w:val="007234D4"/>
    <w:rsid w:val="00727053"/>
    <w:rsid w:val="00730974"/>
    <w:rsid w:val="00732EA8"/>
    <w:rsid w:val="00733166"/>
    <w:rsid w:val="00733232"/>
    <w:rsid w:val="00733EDB"/>
    <w:rsid w:val="0073699B"/>
    <w:rsid w:val="007371A0"/>
    <w:rsid w:val="00743599"/>
    <w:rsid w:val="00746842"/>
    <w:rsid w:val="0075622E"/>
    <w:rsid w:val="0075754A"/>
    <w:rsid w:val="00757920"/>
    <w:rsid w:val="00757DD2"/>
    <w:rsid w:val="0076460B"/>
    <w:rsid w:val="0077243F"/>
    <w:rsid w:val="0077468C"/>
    <w:rsid w:val="00774A0A"/>
    <w:rsid w:val="00774E24"/>
    <w:rsid w:val="007754EA"/>
    <w:rsid w:val="0078315D"/>
    <w:rsid w:val="0078369E"/>
    <w:rsid w:val="0078624A"/>
    <w:rsid w:val="00786A91"/>
    <w:rsid w:val="00790955"/>
    <w:rsid w:val="00790D06"/>
    <w:rsid w:val="00791061"/>
    <w:rsid w:val="0079517F"/>
    <w:rsid w:val="007952D4"/>
    <w:rsid w:val="007A2051"/>
    <w:rsid w:val="007A3022"/>
    <w:rsid w:val="007A4D2A"/>
    <w:rsid w:val="007A6DD0"/>
    <w:rsid w:val="007A7B76"/>
    <w:rsid w:val="007B06B2"/>
    <w:rsid w:val="007B1CC1"/>
    <w:rsid w:val="007B53E2"/>
    <w:rsid w:val="007B58BC"/>
    <w:rsid w:val="007B6F97"/>
    <w:rsid w:val="007C1031"/>
    <w:rsid w:val="007C5F4E"/>
    <w:rsid w:val="007C6E0C"/>
    <w:rsid w:val="007C7AE4"/>
    <w:rsid w:val="007D05EE"/>
    <w:rsid w:val="007D0991"/>
    <w:rsid w:val="007D3247"/>
    <w:rsid w:val="007D3CD4"/>
    <w:rsid w:val="007D3E04"/>
    <w:rsid w:val="007D5DE1"/>
    <w:rsid w:val="007D62A2"/>
    <w:rsid w:val="007D7D4D"/>
    <w:rsid w:val="007E26D6"/>
    <w:rsid w:val="007F228C"/>
    <w:rsid w:val="007F2C57"/>
    <w:rsid w:val="007F627D"/>
    <w:rsid w:val="007F721D"/>
    <w:rsid w:val="00801B5A"/>
    <w:rsid w:val="008033C4"/>
    <w:rsid w:val="00810E32"/>
    <w:rsid w:val="008113EE"/>
    <w:rsid w:val="0081218E"/>
    <w:rsid w:val="00812649"/>
    <w:rsid w:val="00815802"/>
    <w:rsid w:val="00815E83"/>
    <w:rsid w:val="00820B7D"/>
    <w:rsid w:val="00821A64"/>
    <w:rsid w:val="00825EB0"/>
    <w:rsid w:val="008273F0"/>
    <w:rsid w:val="00827C0C"/>
    <w:rsid w:val="008302EE"/>
    <w:rsid w:val="00831295"/>
    <w:rsid w:val="00835DE3"/>
    <w:rsid w:val="00837809"/>
    <w:rsid w:val="00841350"/>
    <w:rsid w:val="00842438"/>
    <w:rsid w:val="00844B8F"/>
    <w:rsid w:val="00850105"/>
    <w:rsid w:val="008504E1"/>
    <w:rsid w:val="00850CF8"/>
    <w:rsid w:val="0085117C"/>
    <w:rsid w:val="00854690"/>
    <w:rsid w:val="00860579"/>
    <w:rsid w:val="008657B0"/>
    <w:rsid w:val="0086766D"/>
    <w:rsid w:val="008722F7"/>
    <w:rsid w:val="0087328B"/>
    <w:rsid w:val="00874B96"/>
    <w:rsid w:val="00875933"/>
    <w:rsid w:val="00875969"/>
    <w:rsid w:val="00875E79"/>
    <w:rsid w:val="00877BF7"/>
    <w:rsid w:val="0089375D"/>
    <w:rsid w:val="0089516D"/>
    <w:rsid w:val="00896ABF"/>
    <w:rsid w:val="008A0AFC"/>
    <w:rsid w:val="008A2476"/>
    <w:rsid w:val="008A55C0"/>
    <w:rsid w:val="008B2A50"/>
    <w:rsid w:val="008B31CD"/>
    <w:rsid w:val="008B4293"/>
    <w:rsid w:val="008B53EA"/>
    <w:rsid w:val="008B6FAC"/>
    <w:rsid w:val="008C02A1"/>
    <w:rsid w:val="008C1B58"/>
    <w:rsid w:val="008C5A95"/>
    <w:rsid w:val="008D1B68"/>
    <w:rsid w:val="008D3953"/>
    <w:rsid w:val="008D4879"/>
    <w:rsid w:val="008D7FAD"/>
    <w:rsid w:val="008E4689"/>
    <w:rsid w:val="008F3A69"/>
    <w:rsid w:val="008F6FE4"/>
    <w:rsid w:val="009007E6"/>
    <w:rsid w:val="00903559"/>
    <w:rsid w:val="0090389C"/>
    <w:rsid w:val="00903FD2"/>
    <w:rsid w:val="00904778"/>
    <w:rsid w:val="0091043B"/>
    <w:rsid w:val="00911D14"/>
    <w:rsid w:val="00913D31"/>
    <w:rsid w:val="00914386"/>
    <w:rsid w:val="009153F4"/>
    <w:rsid w:val="00920429"/>
    <w:rsid w:val="009215DE"/>
    <w:rsid w:val="00921DB5"/>
    <w:rsid w:val="0092242F"/>
    <w:rsid w:val="0092292D"/>
    <w:rsid w:val="009252B4"/>
    <w:rsid w:val="009305EC"/>
    <w:rsid w:val="00930831"/>
    <w:rsid w:val="0093359F"/>
    <w:rsid w:val="0093683A"/>
    <w:rsid w:val="00943875"/>
    <w:rsid w:val="00945F31"/>
    <w:rsid w:val="00946182"/>
    <w:rsid w:val="00950A9F"/>
    <w:rsid w:val="0095412B"/>
    <w:rsid w:val="0095417C"/>
    <w:rsid w:val="009562E4"/>
    <w:rsid w:val="00962AA4"/>
    <w:rsid w:val="00966981"/>
    <w:rsid w:val="00980197"/>
    <w:rsid w:val="00986928"/>
    <w:rsid w:val="00991B12"/>
    <w:rsid w:val="00991D6A"/>
    <w:rsid w:val="00992C38"/>
    <w:rsid w:val="009B0145"/>
    <w:rsid w:val="009B09A5"/>
    <w:rsid w:val="009B0A40"/>
    <w:rsid w:val="009B357A"/>
    <w:rsid w:val="009B43EA"/>
    <w:rsid w:val="009B6646"/>
    <w:rsid w:val="009B7384"/>
    <w:rsid w:val="009C68CF"/>
    <w:rsid w:val="009D03DC"/>
    <w:rsid w:val="009D49B2"/>
    <w:rsid w:val="009D4EBB"/>
    <w:rsid w:val="009D5702"/>
    <w:rsid w:val="009D7975"/>
    <w:rsid w:val="009E5A37"/>
    <w:rsid w:val="009F2AE4"/>
    <w:rsid w:val="009F5560"/>
    <w:rsid w:val="009F5D64"/>
    <w:rsid w:val="00A06F87"/>
    <w:rsid w:val="00A11766"/>
    <w:rsid w:val="00A13DA2"/>
    <w:rsid w:val="00A1447C"/>
    <w:rsid w:val="00A14666"/>
    <w:rsid w:val="00A2272D"/>
    <w:rsid w:val="00A25A41"/>
    <w:rsid w:val="00A313B9"/>
    <w:rsid w:val="00A31729"/>
    <w:rsid w:val="00A332C0"/>
    <w:rsid w:val="00A33F51"/>
    <w:rsid w:val="00A35FD4"/>
    <w:rsid w:val="00A3608D"/>
    <w:rsid w:val="00A4094F"/>
    <w:rsid w:val="00A41C1C"/>
    <w:rsid w:val="00A434D2"/>
    <w:rsid w:val="00A46A03"/>
    <w:rsid w:val="00A54257"/>
    <w:rsid w:val="00A55385"/>
    <w:rsid w:val="00A63435"/>
    <w:rsid w:val="00A64079"/>
    <w:rsid w:val="00A64AE2"/>
    <w:rsid w:val="00A67516"/>
    <w:rsid w:val="00A73B5E"/>
    <w:rsid w:val="00A75842"/>
    <w:rsid w:val="00A760C7"/>
    <w:rsid w:val="00A7771A"/>
    <w:rsid w:val="00A80152"/>
    <w:rsid w:val="00A82309"/>
    <w:rsid w:val="00A83D57"/>
    <w:rsid w:val="00A925F6"/>
    <w:rsid w:val="00A96620"/>
    <w:rsid w:val="00AA28FA"/>
    <w:rsid w:val="00AA6E49"/>
    <w:rsid w:val="00AA763D"/>
    <w:rsid w:val="00AB1CF2"/>
    <w:rsid w:val="00AB2D9A"/>
    <w:rsid w:val="00AC763E"/>
    <w:rsid w:val="00AC7E3A"/>
    <w:rsid w:val="00AD06BB"/>
    <w:rsid w:val="00AD1790"/>
    <w:rsid w:val="00AE000F"/>
    <w:rsid w:val="00AE17F5"/>
    <w:rsid w:val="00AE3AE8"/>
    <w:rsid w:val="00AE4B87"/>
    <w:rsid w:val="00AE4EED"/>
    <w:rsid w:val="00AE7B01"/>
    <w:rsid w:val="00AF2BA0"/>
    <w:rsid w:val="00AF2DD2"/>
    <w:rsid w:val="00AF4B02"/>
    <w:rsid w:val="00AF6CC6"/>
    <w:rsid w:val="00B00F92"/>
    <w:rsid w:val="00B070BA"/>
    <w:rsid w:val="00B076AC"/>
    <w:rsid w:val="00B104CA"/>
    <w:rsid w:val="00B10968"/>
    <w:rsid w:val="00B14726"/>
    <w:rsid w:val="00B150FA"/>
    <w:rsid w:val="00B15148"/>
    <w:rsid w:val="00B1788A"/>
    <w:rsid w:val="00B22046"/>
    <w:rsid w:val="00B2364C"/>
    <w:rsid w:val="00B253D7"/>
    <w:rsid w:val="00B3111F"/>
    <w:rsid w:val="00B327A5"/>
    <w:rsid w:val="00B40338"/>
    <w:rsid w:val="00B428EB"/>
    <w:rsid w:val="00B44899"/>
    <w:rsid w:val="00B44BB3"/>
    <w:rsid w:val="00B515C4"/>
    <w:rsid w:val="00B556A0"/>
    <w:rsid w:val="00B57A04"/>
    <w:rsid w:val="00B613A6"/>
    <w:rsid w:val="00B67B1C"/>
    <w:rsid w:val="00B70A6C"/>
    <w:rsid w:val="00B71A18"/>
    <w:rsid w:val="00B71CD2"/>
    <w:rsid w:val="00B74C67"/>
    <w:rsid w:val="00B818A7"/>
    <w:rsid w:val="00B82B99"/>
    <w:rsid w:val="00B83A15"/>
    <w:rsid w:val="00B86038"/>
    <w:rsid w:val="00B867CF"/>
    <w:rsid w:val="00B91A87"/>
    <w:rsid w:val="00BA1909"/>
    <w:rsid w:val="00BB012A"/>
    <w:rsid w:val="00BB776A"/>
    <w:rsid w:val="00BC16FA"/>
    <w:rsid w:val="00BC3187"/>
    <w:rsid w:val="00BC3489"/>
    <w:rsid w:val="00BC71A0"/>
    <w:rsid w:val="00BC77FA"/>
    <w:rsid w:val="00BD0DF7"/>
    <w:rsid w:val="00BD4C55"/>
    <w:rsid w:val="00BD67F2"/>
    <w:rsid w:val="00BE115B"/>
    <w:rsid w:val="00BE1B6A"/>
    <w:rsid w:val="00BE2401"/>
    <w:rsid w:val="00BE423A"/>
    <w:rsid w:val="00BF0184"/>
    <w:rsid w:val="00BF057E"/>
    <w:rsid w:val="00BF11B6"/>
    <w:rsid w:val="00BF14B2"/>
    <w:rsid w:val="00BF22B7"/>
    <w:rsid w:val="00BF2B00"/>
    <w:rsid w:val="00BF2F13"/>
    <w:rsid w:val="00BF4019"/>
    <w:rsid w:val="00BF4976"/>
    <w:rsid w:val="00BF4CD3"/>
    <w:rsid w:val="00BF7789"/>
    <w:rsid w:val="00BF78C3"/>
    <w:rsid w:val="00C00E78"/>
    <w:rsid w:val="00C00EE1"/>
    <w:rsid w:val="00C02F56"/>
    <w:rsid w:val="00C036B3"/>
    <w:rsid w:val="00C03866"/>
    <w:rsid w:val="00C0558E"/>
    <w:rsid w:val="00C0582E"/>
    <w:rsid w:val="00C06CA2"/>
    <w:rsid w:val="00C073EF"/>
    <w:rsid w:val="00C07669"/>
    <w:rsid w:val="00C0797A"/>
    <w:rsid w:val="00C07988"/>
    <w:rsid w:val="00C079F8"/>
    <w:rsid w:val="00C1162C"/>
    <w:rsid w:val="00C2115E"/>
    <w:rsid w:val="00C233C0"/>
    <w:rsid w:val="00C237BA"/>
    <w:rsid w:val="00C3203C"/>
    <w:rsid w:val="00C32ECD"/>
    <w:rsid w:val="00C34F9E"/>
    <w:rsid w:val="00C462E0"/>
    <w:rsid w:val="00C473FD"/>
    <w:rsid w:val="00C52A84"/>
    <w:rsid w:val="00C57506"/>
    <w:rsid w:val="00C607FD"/>
    <w:rsid w:val="00C61F16"/>
    <w:rsid w:val="00C65F1C"/>
    <w:rsid w:val="00C7435B"/>
    <w:rsid w:val="00C74911"/>
    <w:rsid w:val="00C749B6"/>
    <w:rsid w:val="00C80313"/>
    <w:rsid w:val="00C86730"/>
    <w:rsid w:val="00C92460"/>
    <w:rsid w:val="00C97745"/>
    <w:rsid w:val="00CA0494"/>
    <w:rsid w:val="00CB03E3"/>
    <w:rsid w:val="00CB2795"/>
    <w:rsid w:val="00CB2886"/>
    <w:rsid w:val="00CB2AE8"/>
    <w:rsid w:val="00CB2BCB"/>
    <w:rsid w:val="00CB622F"/>
    <w:rsid w:val="00CB6D89"/>
    <w:rsid w:val="00CC4ABC"/>
    <w:rsid w:val="00CC55EA"/>
    <w:rsid w:val="00CC686E"/>
    <w:rsid w:val="00CD5785"/>
    <w:rsid w:val="00CE1636"/>
    <w:rsid w:val="00CF0E3D"/>
    <w:rsid w:val="00CF19D2"/>
    <w:rsid w:val="00CF2CFE"/>
    <w:rsid w:val="00CF59CA"/>
    <w:rsid w:val="00CF5D2A"/>
    <w:rsid w:val="00CF5E6C"/>
    <w:rsid w:val="00CF677B"/>
    <w:rsid w:val="00CF728A"/>
    <w:rsid w:val="00CF7DE7"/>
    <w:rsid w:val="00D01538"/>
    <w:rsid w:val="00D01544"/>
    <w:rsid w:val="00D0236B"/>
    <w:rsid w:val="00D04876"/>
    <w:rsid w:val="00D06328"/>
    <w:rsid w:val="00D10EFC"/>
    <w:rsid w:val="00D114F2"/>
    <w:rsid w:val="00D15B6D"/>
    <w:rsid w:val="00D21E31"/>
    <w:rsid w:val="00D24AFA"/>
    <w:rsid w:val="00D259D8"/>
    <w:rsid w:val="00D31D64"/>
    <w:rsid w:val="00D32DFC"/>
    <w:rsid w:val="00D36E06"/>
    <w:rsid w:val="00D42006"/>
    <w:rsid w:val="00D4632A"/>
    <w:rsid w:val="00D51295"/>
    <w:rsid w:val="00D53882"/>
    <w:rsid w:val="00D53C04"/>
    <w:rsid w:val="00D54E65"/>
    <w:rsid w:val="00D62DF9"/>
    <w:rsid w:val="00D640EC"/>
    <w:rsid w:val="00D66B4A"/>
    <w:rsid w:val="00D6729A"/>
    <w:rsid w:val="00D702E4"/>
    <w:rsid w:val="00D71DEC"/>
    <w:rsid w:val="00D729EC"/>
    <w:rsid w:val="00D747DD"/>
    <w:rsid w:val="00D75F63"/>
    <w:rsid w:val="00D76676"/>
    <w:rsid w:val="00D80878"/>
    <w:rsid w:val="00D81033"/>
    <w:rsid w:val="00D82DE9"/>
    <w:rsid w:val="00D846B1"/>
    <w:rsid w:val="00D858B0"/>
    <w:rsid w:val="00D867C2"/>
    <w:rsid w:val="00D910AC"/>
    <w:rsid w:val="00D91F8C"/>
    <w:rsid w:val="00DA2400"/>
    <w:rsid w:val="00DA2F62"/>
    <w:rsid w:val="00DA6786"/>
    <w:rsid w:val="00DA77DD"/>
    <w:rsid w:val="00DB563B"/>
    <w:rsid w:val="00DB60B4"/>
    <w:rsid w:val="00DB658A"/>
    <w:rsid w:val="00DB722A"/>
    <w:rsid w:val="00DB7F61"/>
    <w:rsid w:val="00DC5068"/>
    <w:rsid w:val="00DC512E"/>
    <w:rsid w:val="00DD1421"/>
    <w:rsid w:val="00DD2530"/>
    <w:rsid w:val="00DD3481"/>
    <w:rsid w:val="00DD4583"/>
    <w:rsid w:val="00DE1C31"/>
    <w:rsid w:val="00DE3C29"/>
    <w:rsid w:val="00DE3CB7"/>
    <w:rsid w:val="00DE5251"/>
    <w:rsid w:val="00DE6D55"/>
    <w:rsid w:val="00DF2139"/>
    <w:rsid w:val="00DF7DB0"/>
    <w:rsid w:val="00E059DF"/>
    <w:rsid w:val="00E0609C"/>
    <w:rsid w:val="00E06846"/>
    <w:rsid w:val="00E06ACA"/>
    <w:rsid w:val="00E07C01"/>
    <w:rsid w:val="00E10D59"/>
    <w:rsid w:val="00E10FD5"/>
    <w:rsid w:val="00E13470"/>
    <w:rsid w:val="00E13E92"/>
    <w:rsid w:val="00E16E39"/>
    <w:rsid w:val="00E224D5"/>
    <w:rsid w:val="00E256AC"/>
    <w:rsid w:val="00E26CB9"/>
    <w:rsid w:val="00E30D39"/>
    <w:rsid w:val="00E316B4"/>
    <w:rsid w:val="00E331D2"/>
    <w:rsid w:val="00E33B61"/>
    <w:rsid w:val="00E3724C"/>
    <w:rsid w:val="00E37446"/>
    <w:rsid w:val="00E45EC4"/>
    <w:rsid w:val="00E46DFC"/>
    <w:rsid w:val="00E50D96"/>
    <w:rsid w:val="00E51D07"/>
    <w:rsid w:val="00E52F4C"/>
    <w:rsid w:val="00E536A9"/>
    <w:rsid w:val="00E61B1E"/>
    <w:rsid w:val="00E61BB4"/>
    <w:rsid w:val="00E66146"/>
    <w:rsid w:val="00E70D1C"/>
    <w:rsid w:val="00E72F4A"/>
    <w:rsid w:val="00E74B88"/>
    <w:rsid w:val="00E765AE"/>
    <w:rsid w:val="00E80567"/>
    <w:rsid w:val="00E83681"/>
    <w:rsid w:val="00E83FC9"/>
    <w:rsid w:val="00E84590"/>
    <w:rsid w:val="00E8628D"/>
    <w:rsid w:val="00E86AE1"/>
    <w:rsid w:val="00E87CFE"/>
    <w:rsid w:val="00E92EDE"/>
    <w:rsid w:val="00E950B6"/>
    <w:rsid w:val="00E97C1C"/>
    <w:rsid w:val="00EA68A7"/>
    <w:rsid w:val="00EB0F47"/>
    <w:rsid w:val="00EB16B9"/>
    <w:rsid w:val="00EB5118"/>
    <w:rsid w:val="00EB6A0C"/>
    <w:rsid w:val="00EC09DE"/>
    <w:rsid w:val="00EC14C6"/>
    <w:rsid w:val="00EC2722"/>
    <w:rsid w:val="00EC3654"/>
    <w:rsid w:val="00EC3994"/>
    <w:rsid w:val="00EC6330"/>
    <w:rsid w:val="00ED4776"/>
    <w:rsid w:val="00EE0AE6"/>
    <w:rsid w:val="00EE1ED8"/>
    <w:rsid w:val="00EE7A57"/>
    <w:rsid w:val="00EF23B9"/>
    <w:rsid w:val="00EF7469"/>
    <w:rsid w:val="00F02F91"/>
    <w:rsid w:val="00F04FD5"/>
    <w:rsid w:val="00F117BA"/>
    <w:rsid w:val="00F1244C"/>
    <w:rsid w:val="00F15993"/>
    <w:rsid w:val="00F21513"/>
    <w:rsid w:val="00F230E5"/>
    <w:rsid w:val="00F27226"/>
    <w:rsid w:val="00F27CEC"/>
    <w:rsid w:val="00F323EA"/>
    <w:rsid w:val="00F4014E"/>
    <w:rsid w:val="00F4186F"/>
    <w:rsid w:val="00F4438F"/>
    <w:rsid w:val="00F504D5"/>
    <w:rsid w:val="00F57D2B"/>
    <w:rsid w:val="00F617F9"/>
    <w:rsid w:val="00F61B2A"/>
    <w:rsid w:val="00F672CD"/>
    <w:rsid w:val="00F70398"/>
    <w:rsid w:val="00F70517"/>
    <w:rsid w:val="00F71CBB"/>
    <w:rsid w:val="00F74AC8"/>
    <w:rsid w:val="00F82F19"/>
    <w:rsid w:val="00F83842"/>
    <w:rsid w:val="00F846C5"/>
    <w:rsid w:val="00F85044"/>
    <w:rsid w:val="00F85416"/>
    <w:rsid w:val="00F86F0F"/>
    <w:rsid w:val="00F9343C"/>
    <w:rsid w:val="00FA399C"/>
    <w:rsid w:val="00FA55B6"/>
    <w:rsid w:val="00FA783C"/>
    <w:rsid w:val="00FA7C13"/>
    <w:rsid w:val="00FB0984"/>
    <w:rsid w:val="00FB12D8"/>
    <w:rsid w:val="00FB2246"/>
    <w:rsid w:val="00FB39F5"/>
    <w:rsid w:val="00FB730A"/>
    <w:rsid w:val="00FC1548"/>
    <w:rsid w:val="00FC580E"/>
    <w:rsid w:val="00FD3FB9"/>
    <w:rsid w:val="00FD56B1"/>
    <w:rsid w:val="00FF2A60"/>
    <w:rsid w:val="00FF3C48"/>
    <w:rsid w:val="00FF596C"/>
    <w:rsid w:val="00FF5D1E"/>
    <w:rsid w:val="00FF5E1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colormru v:ext="edit" colors="#baafa9,#e42518"/>
      <o:colormenu v:ext="edit" fillcolor="none" strokecolor="#00b0f0"/>
    </o:shapedefaults>
    <o:shapelayout v:ext="edit">
      <o:idmap v:ext="edit" data="1"/>
      <o:regrouptable v:ext="edit">
        <o:entry new="1" old="0"/>
        <o:entry new="2" old="0"/>
        <o:entry new="3" old="0"/>
        <o:entry new="4"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909"/>
    <w:rPr>
      <w:rFonts w:ascii="Arial" w:hAnsi="Arial"/>
      <w:lang w:val="en-US"/>
    </w:rPr>
  </w:style>
  <w:style w:type="paragraph" w:styleId="Titre1">
    <w:name w:val="heading 1"/>
    <w:basedOn w:val="DOCTitle1"/>
    <w:next w:val="Normal"/>
    <w:link w:val="Titre1Car"/>
    <w:autoRedefine/>
    <w:uiPriority w:val="9"/>
    <w:qFormat/>
    <w:rsid w:val="00BA1909"/>
    <w:pPr>
      <w:numPr>
        <w:numId w:val="0"/>
      </w:numPr>
      <w:outlineLvl w:val="0"/>
    </w:pPr>
  </w:style>
  <w:style w:type="paragraph" w:styleId="Titre2">
    <w:name w:val="heading 2"/>
    <w:basedOn w:val="DOCTitle2"/>
    <w:next w:val="Normal"/>
    <w:link w:val="Titre2Car"/>
    <w:uiPriority w:val="9"/>
    <w:qFormat/>
    <w:rsid w:val="00BA1909"/>
    <w:pPr>
      <w:numPr>
        <w:ilvl w:val="0"/>
        <w:numId w:val="0"/>
      </w:numPr>
      <w:outlineLvl w:val="1"/>
    </w:pPr>
  </w:style>
  <w:style w:type="paragraph" w:styleId="Titre3">
    <w:name w:val="heading 3"/>
    <w:basedOn w:val="DOCTitle3"/>
    <w:next w:val="Normal"/>
    <w:link w:val="Titre3Car"/>
    <w:uiPriority w:val="9"/>
    <w:unhideWhenUsed/>
    <w:qFormat/>
    <w:rsid w:val="00BA1909"/>
    <w:pPr>
      <w:numPr>
        <w:ilvl w:val="0"/>
        <w:numId w:val="0"/>
      </w:numPr>
      <w:outlineLvl w:val="2"/>
    </w:pPr>
  </w:style>
  <w:style w:type="paragraph" w:styleId="Titre4">
    <w:name w:val="heading 4"/>
    <w:basedOn w:val="DOCTitle4"/>
    <w:next w:val="Normal"/>
    <w:link w:val="Titre4Car"/>
    <w:uiPriority w:val="9"/>
    <w:unhideWhenUsed/>
    <w:qFormat/>
    <w:rsid w:val="00BA1909"/>
    <w:pPr>
      <w:numPr>
        <w:ilvl w:val="0"/>
        <w:numId w:val="0"/>
      </w:numPr>
      <w:outlineLvl w:val="3"/>
    </w:pPr>
  </w:style>
  <w:style w:type="paragraph" w:styleId="Titre5">
    <w:name w:val="heading 5"/>
    <w:basedOn w:val="DOCTitle5"/>
    <w:next w:val="Normal"/>
    <w:link w:val="Titre5Car"/>
    <w:uiPriority w:val="9"/>
    <w:unhideWhenUsed/>
    <w:qFormat/>
    <w:rsid w:val="00BA1909"/>
    <w:pPr>
      <w:numPr>
        <w:ilvl w:val="0"/>
        <w:numId w:val="0"/>
      </w:numPr>
      <w:outlineLvl w:val="4"/>
    </w:pPr>
  </w:style>
  <w:style w:type="paragraph" w:styleId="Titre6">
    <w:name w:val="heading 6"/>
    <w:basedOn w:val="Normal"/>
    <w:next w:val="Normal"/>
    <w:link w:val="Titre6Car"/>
    <w:uiPriority w:val="9"/>
    <w:unhideWhenUsed/>
    <w:qFormat/>
    <w:rsid w:val="00BA1909"/>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BA1909"/>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BA1909"/>
    <w:pPr>
      <w:keepNext/>
      <w:keepLines/>
      <w:numPr>
        <w:ilvl w:val="7"/>
        <w:numId w:val="9"/>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BA1909"/>
    <w:pPr>
      <w:keepNext/>
      <w:keepLines/>
      <w:numPr>
        <w:ilvl w:val="8"/>
        <w:numId w:val="9"/>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A1909"/>
    <w:pPr>
      <w:tabs>
        <w:tab w:val="center" w:pos="4536"/>
        <w:tab w:val="right" w:pos="9072"/>
      </w:tabs>
    </w:pPr>
  </w:style>
  <w:style w:type="paragraph" w:styleId="Pieddepage">
    <w:name w:val="footer"/>
    <w:basedOn w:val="Normal"/>
    <w:link w:val="PieddepageCar"/>
    <w:uiPriority w:val="99"/>
    <w:rsid w:val="00BA1909"/>
    <w:pPr>
      <w:tabs>
        <w:tab w:val="center" w:pos="4536"/>
        <w:tab w:val="right" w:pos="9072"/>
      </w:tabs>
    </w:pPr>
  </w:style>
  <w:style w:type="paragraph" w:styleId="Titre">
    <w:name w:val="Title"/>
    <w:basedOn w:val="Normal"/>
    <w:qFormat/>
    <w:rsid w:val="00BA1909"/>
    <w:pPr>
      <w:jc w:val="center"/>
    </w:pPr>
    <w:rPr>
      <w:rFonts w:ascii="Verdana" w:eastAsia="Times" w:hAnsi="Verdana"/>
      <w:b/>
      <w:sz w:val="36"/>
    </w:rPr>
  </w:style>
  <w:style w:type="character" w:styleId="Numrodepage">
    <w:name w:val="page number"/>
    <w:basedOn w:val="Policepardfaut"/>
    <w:rsid w:val="00F86F0F"/>
  </w:style>
  <w:style w:type="character" w:customStyle="1" w:styleId="Titre6Car">
    <w:name w:val="Titre 6 Car"/>
    <w:basedOn w:val="Policepardfaut"/>
    <w:link w:val="Titre6"/>
    <w:uiPriority w:val="9"/>
    <w:rsid w:val="00B253D7"/>
    <w:rPr>
      <w:rFonts w:asciiTheme="majorHAnsi" w:eastAsiaTheme="majorEastAsia" w:hAnsiTheme="majorHAnsi" w:cstheme="majorBidi"/>
      <w:i/>
      <w:iCs/>
      <w:color w:val="243F60" w:themeColor="accent1" w:themeShade="7F"/>
      <w:lang w:val="en-US"/>
    </w:rPr>
  </w:style>
  <w:style w:type="paragraph" w:customStyle="1" w:styleId="Dessin">
    <w:name w:val="Dessin"/>
    <w:basedOn w:val="Normal"/>
    <w:rsid w:val="00BA1909"/>
    <w:pPr>
      <w:keepNext/>
      <w:keepLines/>
      <w:ind w:right="567"/>
      <w:jc w:val="both"/>
    </w:pPr>
    <w:rPr>
      <w:rFonts w:cs="Arial"/>
    </w:rPr>
  </w:style>
  <w:style w:type="paragraph" w:customStyle="1" w:styleId="template">
    <w:name w:val="template"/>
    <w:basedOn w:val="Normal"/>
    <w:rsid w:val="00F86F0F"/>
    <w:pPr>
      <w:spacing w:line="240" w:lineRule="exact"/>
    </w:pPr>
    <w:rPr>
      <w:i/>
      <w:sz w:val="22"/>
      <w:lang w:eastAsia="en-US"/>
    </w:rPr>
  </w:style>
  <w:style w:type="character" w:customStyle="1" w:styleId="PieddepageCar">
    <w:name w:val="Pied de page Car"/>
    <w:basedOn w:val="Policepardfaut"/>
    <w:link w:val="Pieddepage"/>
    <w:uiPriority w:val="99"/>
    <w:rsid w:val="0025192F"/>
    <w:rPr>
      <w:rFonts w:ascii="Arial" w:hAnsi="Arial"/>
      <w:lang w:val="en-US"/>
    </w:rPr>
  </w:style>
  <w:style w:type="paragraph" w:styleId="Textedebulles">
    <w:name w:val="Balloon Text"/>
    <w:basedOn w:val="Normal"/>
    <w:link w:val="TextedebullesCar"/>
    <w:uiPriority w:val="99"/>
    <w:semiHidden/>
    <w:unhideWhenUsed/>
    <w:rsid w:val="00BA1909"/>
    <w:rPr>
      <w:rFonts w:ascii="Tahoma" w:hAnsi="Tahoma" w:cs="Tahoma"/>
      <w:sz w:val="16"/>
      <w:szCs w:val="16"/>
    </w:rPr>
  </w:style>
  <w:style w:type="character" w:customStyle="1" w:styleId="TextedebullesCar">
    <w:name w:val="Texte de bulles Car"/>
    <w:basedOn w:val="Policepardfaut"/>
    <w:link w:val="Textedebulles"/>
    <w:uiPriority w:val="99"/>
    <w:semiHidden/>
    <w:rsid w:val="0025192F"/>
    <w:rPr>
      <w:rFonts w:ascii="Tahoma" w:hAnsi="Tahoma" w:cs="Tahoma"/>
      <w:sz w:val="16"/>
      <w:szCs w:val="16"/>
      <w:lang w:val="en-US"/>
    </w:rPr>
  </w:style>
  <w:style w:type="table" w:styleId="Grilledutableau">
    <w:name w:val="Table Grid"/>
    <w:basedOn w:val="TableauNormal"/>
    <w:uiPriority w:val="59"/>
    <w:rsid w:val="00BA1909"/>
    <w:rPr>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link w:val="ParagraphedelisteCar"/>
    <w:uiPriority w:val="34"/>
    <w:qFormat/>
    <w:rsid w:val="00F86F0F"/>
    <w:pPr>
      <w:numPr>
        <w:numId w:val="1"/>
      </w:numPr>
      <w:contextualSpacing/>
    </w:pPr>
  </w:style>
  <w:style w:type="character" w:customStyle="1" w:styleId="Titre1Car">
    <w:name w:val="Titre 1 Car"/>
    <w:basedOn w:val="Policepardfaut"/>
    <w:link w:val="Titre1"/>
    <w:uiPriority w:val="9"/>
    <w:rsid w:val="00E66146"/>
    <w:rPr>
      <w:rFonts w:ascii="Arial" w:hAnsi="Arial"/>
      <w:b/>
      <w:color w:val="C00000"/>
      <w:sz w:val="28"/>
      <w:lang w:val="en-US"/>
    </w:rPr>
  </w:style>
  <w:style w:type="paragraph" w:styleId="En-ttedetabledesmatires">
    <w:name w:val="TOC Heading"/>
    <w:basedOn w:val="Titre1"/>
    <w:next w:val="Normal"/>
    <w:uiPriority w:val="39"/>
    <w:semiHidden/>
    <w:unhideWhenUsed/>
    <w:qFormat/>
    <w:rsid w:val="00F86F0F"/>
    <w:pPr>
      <w:spacing w:line="276" w:lineRule="auto"/>
      <w:outlineLvl w:val="9"/>
    </w:pPr>
    <w:rPr>
      <w:lang w:eastAsia="en-US"/>
    </w:rPr>
  </w:style>
  <w:style w:type="paragraph" w:styleId="TM1">
    <w:name w:val="toc 1"/>
    <w:basedOn w:val="Normal"/>
    <w:next w:val="Normal"/>
    <w:autoRedefine/>
    <w:uiPriority w:val="39"/>
    <w:unhideWhenUsed/>
    <w:rsid w:val="00BA1909"/>
    <w:pPr>
      <w:tabs>
        <w:tab w:val="left" w:pos="400"/>
        <w:tab w:val="right" w:leader="dot" w:pos="10053"/>
      </w:tabs>
      <w:spacing w:before="120"/>
    </w:pPr>
    <w:rPr>
      <w:rFonts w:asciiTheme="minorHAnsi" w:hAnsiTheme="minorHAnsi"/>
      <w:b/>
      <w:bCs/>
      <w:i/>
      <w:iCs/>
      <w:sz w:val="24"/>
      <w:szCs w:val="24"/>
    </w:rPr>
  </w:style>
  <w:style w:type="paragraph" w:styleId="TM2">
    <w:name w:val="toc 2"/>
    <w:basedOn w:val="Normal"/>
    <w:next w:val="Normal"/>
    <w:autoRedefine/>
    <w:uiPriority w:val="39"/>
    <w:unhideWhenUsed/>
    <w:rsid w:val="00BA1909"/>
    <w:pPr>
      <w:spacing w:before="120"/>
      <w:ind w:left="200"/>
    </w:pPr>
    <w:rPr>
      <w:rFonts w:asciiTheme="minorHAnsi" w:hAnsiTheme="minorHAnsi"/>
      <w:b/>
      <w:bCs/>
      <w:sz w:val="22"/>
      <w:szCs w:val="22"/>
    </w:rPr>
  </w:style>
  <w:style w:type="character" w:styleId="Lienhypertexte">
    <w:name w:val="Hyperlink"/>
    <w:basedOn w:val="Policepardfaut"/>
    <w:uiPriority w:val="99"/>
    <w:unhideWhenUsed/>
    <w:rsid w:val="00BA1909"/>
    <w:rPr>
      <w:color w:val="0000FF" w:themeColor="hyperlink"/>
      <w:u w:val="single"/>
    </w:rPr>
  </w:style>
  <w:style w:type="character" w:customStyle="1" w:styleId="Titre3Car">
    <w:name w:val="Titre 3 Car"/>
    <w:basedOn w:val="Policepardfaut"/>
    <w:link w:val="Titre3"/>
    <w:uiPriority w:val="9"/>
    <w:rsid w:val="00186249"/>
    <w:rPr>
      <w:rFonts w:ascii="Arial" w:hAnsi="Arial"/>
      <w:b/>
      <w:sz w:val="22"/>
      <w:lang w:val="en-US"/>
    </w:rPr>
  </w:style>
  <w:style w:type="character" w:customStyle="1" w:styleId="Titre4Car">
    <w:name w:val="Titre 4 Car"/>
    <w:basedOn w:val="Policepardfaut"/>
    <w:link w:val="Titre4"/>
    <w:uiPriority w:val="9"/>
    <w:rsid w:val="00A14666"/>
    <w:rPr>
      <w:rFonts w:ascii="Arial" w:hAnsi="Arial"/>
      <w:b/>
      <w:sz w:val="22"/>
      <w:lang w:val="en-US"/>
    </w:rPr>
  </w:style>
  <w:style w:type="character" w:customStyle="1" w:styleId="Titre5Car">
    <w:name w:val="Titre 5 Car"/>
    <w:basedOn w:val="Policepardfaut"/>
    <w:link w:val="Titre5"/>
    <w:uiPriority w:val="9"/>
    <w:rsid w:val="00280AA1"/>
    <w:rPr>
      <w:rFonts w:ascii="Arial" w:hAnsi="Arial"/>
      <w:sz w:val="22"/>
      <w:lang w:val="en-US"/>
    </w:rPr>
  </w:style>
  <w:style w:type="character" w:customStyle="1" w:styleId="Titre7Car">
    <w:name w:val="Titre 7 Car"/>
    <w:basedOn w:val="Policepardfaut"/>
    <w:link w:val="Titre7"/>
    <w:uiPriority w:val="9"/>
    <w:rsid w:val="00280AA1"/>
    <w:rPr>
      <w:rFonts w:asciiTheme="majorHAnsi" w:eastAsiaTheme="majorEastAsia" w:hAnsiTheme="majorHAnsi" w:cstheme="majorBidi"/>
      <w:i/>
      <w:iCs/>
      <w:color w:val="404040" w:themeColor="text1" w:themeTint="BF"/>
      <w:lang w:val="en-US"/>
    </w:rPr>
  </w:style>
  <w:style w:type="character" w:customStyle="1" w:styleId="Titre8Car">
    <w:name w:val="Titre 8 Car"/>
    <w:basedOn w:val="Policepardfaut"/>
    <w:link w:val="Titre8"/>
    <w:uiPriority w:val="9"/>
    <w:rsid w:val="00280AA1"/>
    <w:rPr>
      <w:rFonts w:asciiTheme="majorHAnsi" w:eastAsiaTheme="majorEastAsia" w:hAnsiTheme="majorHAnsi" w:cstheme="majorBidi"/>
      <w:color w:val="404040" w:themeColor="text1" w:themeTint="BF"/>
      <w:lang w:val="en-US"/>
    </w:rPr>
  </w:style>
  <w:style w:type="character" w:customStyle="1" w:styleId="Titre9Car">
    <w:name w:val="Titre 9 Car"/>
    <w:basedOn w:val="Policepardfaut"/>
    <w:link w:val="Titre9"/>
    <w:uiPriority w:val="9"/>
    <w:rsid w:val="00280AA1"/>
    <w:rPr>
      <w:rFonts w:asciiTheme="majorHAnsi" w:eastAsiaTheme="majorEastAsia" w:hAnsiTheme="majorHAnsi" w:cstheme="majorBidi"/>
      <w:i/>
      <w:iCs/>
      <w:color w:val="404040" w:themeColor="text1" w:themeTint="BF"/>
      <w:lang w:val="en-US"/>
    </w:rPr>
  </w:style>
  <w:style w:type="character" w:styleId="Textedelespacerserv">
    <w:name w:val="Placeholder Text"/>
    <w:basedOn w:val="Policepardfaut"/>
    <w:uiPriority w:val="99"/>
    <w:semiHidden/>
    <w:rsid w:val="00BA1909"/>
    <w:rPr>
      <w:color w:val="808080"/>
    </w:rPr>
  </w:style>
  <w:style w:type="paragraph" w:customStyle="1" w:styleId="Explanation">
    <w:name w:val="Explanation"/>
    <w:basedOn w:val="Normal"/>
    <w:link w:val="ExplanationCar"/>
    <w:qFormat/>
    <w:rsid w:val="00F86F0F"/>
    <w:pPr>
      <w:spacing w:after="240"/>
      <w:contextualSpacing/>
    </w:pPr>
    <w:rPr>
      <w:rFonts w:cs="Arial"/>
      <w:i/>
      <w:color w:val="0070C0"/>
      <w:lang w:eastAsia="zh-CN"/>
    </w:rPr>
  </w:style>
  <w:style w:type="paragraph" w:customStyle="1" w:styleId="ExplanationTitle">
    <w:name w:val="Explanation Title"/>
    <w:basedOn w:val="Normal"/>
    <w:link w:val="ExplanationTitleCar"/>
    <w:qFormat/>
    <w:rsid w:val="00F86F0F"/>
    <w:pPr>
      <w:framePr w:hSpace="141" w:wrap="around" w:vAnchor="text" w:hAnchor="margin" w:y="125"/>
      <w:spacing w:before="120" w:after="120"/>
    </w:pPr>
    <w:rPr>
      <w:rFonts w:cs="Arial"/>
      <w:b/>
      <w:i/>
      <w:color w:val="0070C0"/>
      <w:sz w:val="28"/>
      <w:szCs w:val="22"/>
      <w:lang w:eastAsia="zh-CN"/>
    </w:rPr>
  </w:style>
  <w:style w:type="character" w:customStyle="1" w:styleId="ExplanationCar">
    <w:name w:val="Explanation Car"/>
    <w:basedOn w:val="Policepardfaut"/>
    <w:link w:val="Explanation"/>
    <w:rsid w:val="00EB5118"/>
    <w:rPr>
      <w:rFonts w:ascii="Arial" w:hAnsi="Arial" w:cs="Arial"/>
      <w:i/>
      <w:color w:val="0070C0"/>
      <w:lang w:val="en-US" w:eastAsia="zh-CN"/>
    </w:rPr>
  </w:style>
  <w:style w:type="paragraph" w:styleId="TM3">
    <w:name w:val="toc 3"/>
    <w:basedOn w:val="Normal"/>
    <w:next w:val="Normal"/>
    <w:autoRedefine/>
    <w:uiPriority w:val="39"/>
    <w:unhideWhenUsed/>
    <w:rsid w:val="00BA1909"/>
    <w:pPr>
      <w:ind w:left="400"/>
    </w:pPr>
    <w:rPr>
      <w:rFonts w:asciiTheme="minorHAnsi" w:hAnsiTheme="minorHAnsi"/>
    </w:rPr>
  </w:style>
  <w:style w:type="character" w:customStyle="1" w:styleId="ExplanationTitleCar">
    <w:name w:val="Explanation Title Car"/>
    <w:basedOn w:val="Policepardfaut"/>
    <w:link w:val="ExplanationTitle"/>
    <w:rsid w:val="00EB5118"/>
    <w:rPr>
      <w:rFonts w:ascii="Arial" w:hAnsi="Arial" w:cs="Arial"/>
      <w:b/>
      <w:i/>
      <w:color w:val="0070C0"/>
      <w:sz w:val="28"/>
      <w:szCs w:val="22"/>
      <w:lang w:val="en-US" w:eastAsia="zh-CN"/>
    </w:rPr>
  </w:style>
  <w:style w:type="paragraph" w:customStyle="1" w:styleId="DOCBestPractices">
    <w:name w:val="DOC BestPractices"/>
    <w:basedOn w:val="Normal"/>
    <w:qFormat/>
    <w:rsid w:val="00BA1909"/>
    <w:rPr>
      <w:i/>
      <w:color w:val="C00000"/>
    </w:rPr>
  </w:style>
  <w:style w:type="paragraph" w:customStyle="1" w:styleId="DOCBestPracticesTitle">
    <w:name w:val="DOC BestPracticesTitle"/>
    <w:basedOn w:val="DOCBestPractices"/>
    <w:qFormat/>
    <w:rsid w:val="00BA1909"/>
    <w:pPr>
      <w:framePr w:hSpace="141" w:wrap="around" w:vAnchor="text" w:hAnchor="margin" w:y="125"/>
      <w:pBdr>
        <w:top w:val="single" w:sz="4" w:space="1" w:color="C00000"/>
        <w:left w:val="single" w:sz="4" w:space="4" w:color="C00000"/>
        <w:bottom w:val="single" w:sz="4" w:space="1" w:color="C00000"/>
        <w:right w:val="single" w:sz="4" w:space="4" w:color="C00000"/>
      </w:pBdr>
      <w:spacing w:after="120"/>
    </w:pPr>
    <w:rPr>
      <w:b/>
      <w:sz w:val="28"/>
      <w:lang w:eastAsia="zh-CN"/>
    </w:rPr>
  </w:style>
  <w:style w:type="paragraph" w:customStyle="1" w:styleId="DOCcartridgeHeader">
    <w:name w:val="DOC cartridge Header"/>
    <w:basedOn w:val="Normal"/>
    <w:qFormat/>
    <w:rsid w:val="00BA1909"/>
    <w:rPr>
      <w:rFonts w:cs="Arial"/>
      <w:b/>
      <w:noProof/>
    </w:rPr>
  </w:style>
  <w:style w:type="paragraph" w:customStyle="1" w:styleId="DOCchips1">
    <w:name w:val="DOC chips1"/>
    <w:basedOn w:val="Normal"/>
    <w:qFormat/>
    <w:rsid w:val="00BA1909"/>
    <w:pPr>
      <w:numPr>
        <w:numId w:val="2"/>
      </w:numPr>
    </w:pPr>
  </w:style>
  <w:style w:type="paragraph" w:customStyle="1" w:styleId="DOCchips2">
    <w:name w:val="DOC chips2"/>
    <w:basedOn w:val="Normal"/>
    <w:qFormat/>
    <w:rsid w:val="00BA1909"/>
    <w:pPr>
      <w:numPr>
        <w:ilvl w:val="1"/>
        <w:numId w:val="2"/>
      </w:numPr>
    </w:pPr>
  </w:style>
  <w:style w:type="paragraph" w:customStyle="1" w:styleId="DOCchips3">
    <w:name w:val="DOC chips3"/>
    <w:basedOn w:val="Normal"/>
    <w:qFormat/>
    <w:rsid w:val="00BA1909"/>
    <w:pPr>
      <w:numPr>
        <w:ilvl w:val="2"/>
        <w:numId w:val="2"/>
      </w:numPr>
    </w:pPr>
  </w:style>
  <w:style w:type="paragraph" w:customStyle="1" w:styleId="DOCComment">
    <w:name w:val="DOC Comment"/>
    <w:basedOn w:val="Normal"/>
    <w:next w:val="Normal"/>
    <w:qFormat/>
    <w:rsid w:val="00BA1909"/>
    <w:pPr>
      <w:ind w:firstLine="397"/>
    </w:pPr>
    <w:rPr>
      <w:i/>
      <w:noProof/>
      <w:color w:val="C00000"/>
      <w:sz w:val="16"/>
    </w:rPr>
  </w:style>
  <w:style w:type="numbering" w:customStyle="1" w:styleId="DOCListe">
    <w:name w:val="DOC Liste"/>
    <w:uiPriority w:val="99"/>
    <w:rsid w:val="00BA1909"/>
  </w:style>
  <w:style w:type="paragraph" w:customStyle="1" w:styleId="DOCTitle">
    <w:name w:val="DOC Title"/>
    <w:basedOn w:val="Normal"/>
    <w:qFormat/>
    <w:rsid w:val="00BA1909"/>
    <w:pPr>
      <w:ind w:left="1418"/>
    </w:pPr>
    <w:rPr>
      <w:rFonts w:cs="Arial"/>
      <w:b/>
      <w:color w:val="C00000"/>
      <w:sz w:val="40"/>
    </w:rPr>
  </w:style>
  <w:style w:type="paragraph" w:customStyle="1" w:styleId="DOCTitleContents">
    <w:name w:val="DOC Title Contents"/>
    <w:basedOn w:val="DOCTitle"/>
    <w:qFormat/>
    <w:rsid w:val="00BA1909"/>
    <w:pPr>
      <w:pageBreakBefore/>
      <w:ind w:left="0"/>
    </w:pPr>
  </w:style>
  <w:style w:type="paragraph" w:customStyle="1" w:styleId="DOCTM1">
    <w:name w:val="DOC TM1"/>
    <w:basedOn w:val="TM1"/>
    <w:qFormat/>
    <w:rsid w:val="00F86F0F"/>
    <w:rPr>
      <w:noProof/>
    </w:rPr>
  </w:style>
  <w:style w:type="paragraph" w:customStyle="1" w:styleId="DOCTM2">
    <w:name w:val="DOC TM2"/>
    <w:basedOn w:val="TM2"/>
    <w:qFormat/>
    <w:rsid w:val="00F86F0F"/>
    <w:rPr>
      <w:noProof/>
    </w:rPr>
  </w:style>
  <w:style w:type="paragraph" w:styleId="Listepuces">
    <w:name w:val="List Bullet"/>
    <w:basedOn w:val="Normal"/>
    <w:uiPriority w:val="99"/>
    <w:unhideWhenUsed/>
    <w:rsid w:val="00BA1909"/>
    <w:pPr>
      <w:numPr>
        <w:numId w:val="4"/>
      </w:numPr>
      <w:contextualSpacing/>
    </w:pPr>
  </w:style>
  <w:style w:type="paragraph" w:styleId="Listepuces2">
    <w:name w:val="List Bullet 2"/>
    <w:basedOn w:val="Normal"/>
    <w:uiPriority w:val="99"/>
    <w:unhideWhenUsed/>
    <w:rsid w:val="00BA1909"/>
    <w:pPr>
      <w:numPr>
        <w:numId w:val="5"/>
      </w:numPr>
      <w:contextualSpacing/>
    </w:pPr>
  </w:style>
  <w:style w:type="paragraph" w:styleId="Listepuces3">
    <w:name w:val="List Bullet 3"/>
    <w:basedOn w:val="Normal"/>
    <w:uiPriority w:val="99"/>
    <w:unhideWhenUsed/>
    <w:rsid w:val="00BA1909"/>
    <w:pPr>
      <w:numPr>
        <w:numId w:val="6"/>
      </w:numPr>
      <w:contextualSpacing/>
    </w:pPr>
  </w:style>
  <w:style w:type="paragraph" w:styleId="Listepuces4">
    <w:name w:val="List Bullet 4"/>
    <w:basedOn w:val="Normal"/>
    <w:uiPriority w:val="99"/>
    <w:unhideWhenUsed/>
    <w:rsid w:val="00BA1909"/>
    <w:pPr>
      <w:numPr>
        <w:numId w:val="7"/>
      </w:numPr>
      <w:contextualSpacing/>
    </w:pPr>
  </w:style>
  <w:style w:type="paragraph" w:styleId="Listepuces5">
    <w:name w:val="List Bullet 5"/>
    <w:basedOn w:val="Normal"/>
    <w:uiPriority w:val="99"/>
    <w:unhideWhenUsed/>
    <w:rsid w:val="00BA1909"/>
    <w:pPr>
      <w:numPr>
        <w:numId w:val="8"/>
      </w:numPr>
      <w:contextualSpacing/>
    </w:pPr>
  </w:style>
  <w:style w:type="numbering" w:customStyle="1" w:styleId="Style1">
    <w:name w:val="Style1"/>
    <w:next w:val="DOCListe"/>
    <w:uiPriority w:val="99"/>
    <w:rsid w:val="00F86F0F"/>
  </w:style>
  <w:style w:type="paragraph" w:styleId="TM4">
    <w:name w:val="toc 4"/>
    <w:basedOn w:val="Normal"/>
    <w:next w:val="Normal"/>
    <w:autoRedefine/>
    <w:uiPriority w:val="39"/>
    <w:unhideWhenUsed/>
    <w:rsid w:val="00BA1909"/>
    <w:pPr>
      <w:ind w:left="600"/>
    </w:pPr>
    <w:rPr>
      <w:rFonts w:asciiTheme="minorHAnsi" w:hAnsiTheme="minorHAnsi"/>
    </w:rPr>
  </w:style>
  <w:style w:type="paragraph" w:styleId="TM5">
    <w:name w:val="toc 5"/>
    <w:basedOn w:val="Normal"/>
    <w:next w:val="Normal"/>
    <w:autoRedefine/>
    <w:uiPriority w:val="39"/>
    <w:unhideWhenUsed/>
    <w:rsid w:val="00BA1909"/>
    <w:pPr>
      <w:ind w:left="800"/>
    </w:pPr>
    <w:rPr>
      <w:rFonts w:asciiTheme="minorHAnsi" w:hAnsiTheme="minorHAnsi"/>
    </w:rPr>
  </w:style>
  <w:style w:type="paragraph" w:styleId="TM6">
    <w:name w:val="toc 6"/>
    <w:basedOn w:val="Normal"/>
    <w:next w:val="Normal"/>
    <w:autoRedefine/>
    <w:uiPriority w:val="39"/>
    <w:unhideWhenUsed/>
    <w:rsid w:val="00BA1909"/>
    <w:pPr>
      <w:ind w:left="1000"/>
    </w:pPr>
    <w:rPr>
      <w:rFonts w:asciiTheme="minorHAnsi" w:hAnsiTheme="minorHAnsi"/>
    </w:rPr>
  </w:style>
  <w:style w:type="paragraph" w:styleId="TM7">
    <w:name w:val="toc 7"/>
    <w:basedOn w:val="Normal"/>
    <w:next w:val="Normal"/>
    <w:autoRedefine/>
    <w:uiPriority w:val="39"/>
    <w:unhideWhenUsed/>
    <w:rsid w:val="00BA1909"/>
    <w:pPr>
      <w:ind w:left="1200"/>
    </w:pPr>
    <w:rPr>
      <w:rFonts w:asciiTheme="minorHAnsi" w:hAnsiTheme="minorHAnsi"/>
    </w:rPr>
  </w:style>
  <w:style w:type="paragraph" w:styleId="TM8">
    <w:name w:val="toc 8"/>
    <w:basedOn w:val="Normal"/>
    <w:next w:val="Normal"/>
    <w:autoRedefine/>
    <w:uiPriority w:val="39"/>
    <w:unhideWhenUsed/>
    <w:rsid w:val="00BA1909"/>
    <w:pPr>
      <w:ind w:left="1400"/>
    </w:pPr>
    <w:rPr>
      <w:rFonts w:asciiTheme="minorHAnsi" w:hAnsiTheme="minorHAnsi"/>
    </w:rPr>
  </w:style>
  <w:style w:type="paragraph" w:styleId="TM9">
    <w:name w:val="toc 9"/>
    <w:basedOn w:val="Normal"/>
    <w:next w:val="Normal"/>
    <w:autoRedefine/>
    <w:uiPriority w:val="39"/>
    <w:unhideWhenUsed/>
    <w:rsid w:val="00BA1909"/>
    <w:pPr>
      <w:ind w:left="1600"/>
    </w:pPr>
    <w:rPr>
      <w:rFonts w:asciiTheme="minorHAnsi" w:hAnsiTheme="minorHAnsi"/>
    </w:rPr>
  </w:style>
  <w:style w:type="paragraph" w:customStyle="1" w:styleId="DOCTitle1">
    <w:name w:val="DOC Title 1"/>
    <w:basedOn w:val="Normal"/>
    <w:next w:val="Normal"/>
    <w:qFormat/>
    <w:rsid w:val="00BA1909"/>
    <w:pPr>
      <w:pageBreakBefore/>
      <w:numPr>
        <w:numId w:val="3"/>
      </w:numPr>
      <w:spacing w:after="120"/>
    </w:pPr>
    <w:rPr>
      <w:b/>
      <w:color w:val="C00000"/>
      <w:sz w:val="28"/>
    </w:rPr>
  </w:style>
  <w:style w:type="paragraph" w:customStyle="1" w:styleId="DOCTitle2">
    <w:name w:val="DOC Title 2"/>
    <w:basedOn w:val="Normal"/>
    <w:next w:val="Normal"/>
    <w:qFormat/>
    <w:rsid w:val="00BA1909"/>
    <w:pPr>
      <w:numPr>
        <w:ilvl w:val="1"/>
        <w:numId w:val="3"/>
      </w:numPr>
      <w:spacing w:after="60"/>
    </w:pPr>
    <w:rPr>
      <w:b/>
      <w:sz w:val="24"/>
    </w:rPr>
  </w:style>
  <w:style w:type="paragraph" w:customStyle="1" w:styleId="DOCTitle3">
    <w:name w:val="DOC Title 3"/>
    <w:basedOn w:val="Normal"/>
    <w:next w:val="Normal"/>
    <w:qFormat/>
    <w:rsid w:val="00BA1909"/>
    <w:pPr>
      <w:numPr>
        <w:ilvl w:val="2"/>
        <w:numId w:val="3"/>
      </w:numPr>
      <w:spacing w:after="60"/>
    </w:pPr>
    <w:rPr>
      <w:b/>
      <w:sz w:val="22"/>
    </w:rPr>
  </w:style>
  <w:style w:type="paragraph" w:customStyle="1" w:styleId="DOCTitle4">
    <w:name w:val="DOC Title 4"/>
    <w:basedOn w:val="DOCTitle3"/>
    <w:next w:val="Normal"/>
    <w:qFormat/>
    <w:rsid w:val="00BA1909"/>
    <w:pPr>
      <w:numPr>
        <w:ilvl w:val="3"/>
      </w:numPr>
    </w:pPr>
  </w:style>
  <w:style w:type="paragraph" w:customStyle="1" w:styleId="DOCTitle5">
    <w:name w:val="DOC Title 5"/>
    <w:basedOn w:val="DOCTitle4"/>
    <w:next w:val="Normal"/>
    <w:qFormat/>
    <w:rsid w:val="00BA1909"/>
    <w:pPr>
      <w:numPr>
        <w:ilvl w:val="4"/>
      </w:numPr>
    </w:pPr>
    <w:rPr>
      <w:b w:val="0"/>
    </w:rPr>
  </w:style>
  <w:style w:type="character" w:customStyle="1" w:styleId="shorttext">
    <w:name w:val="short_text"/>
    <w:basedOn w:val="Policepardfaut"/>
    <w:locked/>
    <w:rsid w:val="00BA1909"/>
  </w:style>
  <w:style w:type="paragraph" w:customStyle="1" w:styleId="DOCTitle10">
    <w:name w:val="DOC Title1"/>
    <w:basedOn w:val="Normal"/>
    <w:next w:val="Normal"/>
    <w:qFormat/>
    <w:rsid w:val="007B06B2"/>
    <w:pPr>
      <w:spacing w:before="240"/>
      <w:ind w:left="432" w:hanging="432"/>
    </w:pPr>
    <w:rPr>
      <w:b/>
      <w:color w:val="C00000"/>
      <w:sz w:val="28"/>
      <w:lang w:val="fr-FR"/>
    </w:rPr>
  </w:style>
  <w:style w:type="paragraph" w:customStyle="1" w:styleId="DOCTitle20">
    <w:name w:val="DOC Title2"/>
    <w:basedOn w:val="Normal"/>
    <w:next w:val="Normal"/>
    <w:qFormat/>
    <w:rsid w:val="007B06B2"/>
    <w:pPr>
      <w:spacing w:before="240"/>
      <w:ind w:left="576" w:hanging="576"/>
    </w:pPr>
    <w:rPr>
      <w:b/>
      <w:sz w:val="24"/>
      <w:lang w:val="fr-FR"/>
    </w:rPr>
  </w:style>
  <w:style w:type="paragraph" w:customStyle="1" w:styleId="DOCTitle30">
    <w:name w:val="DOC Title3"/>
    <w:basedOn w:val="DOCTitle20"/>
    <w:next w:val="Normal"/>
    <w:qFormat/>
    <w:rsid w:val="007B06B2"/>
    <w:pPr>
      <w:spacing w:before="120"/>
      <w:ind w:left="720" w:hanging="720"/>
    </w:pPr>
    <w:rPr>
      <w:sz w:val="22"/>
      <w:lang w:val="en-US"/>
    </w:rPr>
  </w:style>
  <w:style w:type="paragraph" w:customStyle="1" w:styleId="DocTitle40">
    <w:name w:val="Doc Title4"/>
    <w:basedOn w:val="DOCTitle30"/>
    <w:qFormat/>
    <w:rsid w:val="007B06B2"/>
    <w:pPr>
      <w:ind w:left="1429" w:hanging="862"/>
    </w:pPr>
    <w:rPr>
      <w:b w:val="0"/>
    </w:rPr>
  </w:style>
  <w:style w:type="character" w:customStyle="1" w:styleId="hps">
    <w:name w:val="hps"/>
    <w:basedOn w:val="Policepardfaut"/>
    <w:rsid w:val="000C5FB3"/>
  </w:style>
  <w:style w:type="character" w:customStyle="1" w:styleId="En-tteCar">
    <w:name w:val="En-tête Car"/>
    <w:link w:val="En-tte"/>
    <w:uiPriority w:val="99"/>
    <w:rsid w:val="00D0236B"/>
    <w:rPr>
      <w:rFonts w:ascii="Arial" w:hAnsi="Arial"/>
      <w:lang w:val="en-US"/>
    </w:rPr>
  </w:style>
  <w:style w:type="character" w:customStyle="1" w:styleId="Platzhaltertext">
    <w:name w:val="Platzhaltertext"/>
    <w:uiPriority w:val="99"/>
    <w:semiHidden/>
    <w:rsid w:val="00D0236B"/>
    <w:rPr>
      <w:color w:val="808080"/>
    </w:rPr>
  </w:style>
  <w:style w:type="paragraph" w:styleId="Explorateurdedocuments">
    <w:name w:val="Document Map"/>
    <w:basedOn w:val="Normal"/>
    <w:link w:val="ExplorateurdedocumentsCar"/>
    <w:uiPriority w:val="99"/>
    <w:semiHidden/>
    <w:unhideWhenUsed/>
    <w:rsid w:val="00D0236B"/>
    <w:rPr>
      <w:rFonts w:ascii="Tahoma" w:hAnsi="Tahoma"/>
      <w:sz w:val="16"/>
      <w:szCs w:val="16"/>
    </w:rPr>
  </w:style>
  <w:style w:type="character" w:customStyle="1" w:styleId="ExplorateurdedocumentsCar">
    <w:name w:val="Explorateur de documents Car"/>
    <w:basedOn w:val="Policepardfaut"/>
    <w:link w:val="Explorateurdedocuments"/>
    <w:uiPriority w:val="99"/>
    <w:semiHidden/>
    <w:rsid w:val="00D0236B"/>
    <w:rPr>
      <w:rFonts w:ascii="Tahoma" w:hAnsi="Tahoma"/>
      <w:sz w:val="16"/>
      <w:szCs w:val="16"/>
      <w:lang w:val="en-US"/>
    </w:rPr>
  </w:style>
  <w:style w:type="paragraph" w:customStyle="1" w:styleId="Inhaltsverzeichnisberschrift">
    <w:name w:val="Inhaltsverzeichnisüberschrift"/>
    <w:basedOn w:val="Titre1"/>
    <w:next w:val="Normal"/>
    <w:uiPriority w:val="39"/>
    <w:unhideWhenUsed/>
    <w:qFormat/>
    <w:rsid w:val="00D0236B"/>
    <w:pPr>
      <w:keepNext/>
      <w:keepLines/>
      <w:pageBreakBefore w:val="0"/>
      <w:spacing w:before="480" w:after="0" w:line="276" w:lineRule="auto"/>
      <w:ind w:left="1418"/>
      <w:outlineLvl w:val="9"/>
    </w:pPr>
    <w:rPr>
      <w:rFonts w:cs="Arial"/>
      <w:bCs/>
      <w:caps/>
      <w:sz w:val="40"/>
      <w:szCs w:val="28"/>
      <w:lang w:val="fr-FR" w:eastAsia="en-US"/>
    </w:rPr>
  </w:style>
  <w:style w:type="paragraph" w:styleId="NormalWeb">
    <w:name w:val="Normal (Web)"/>
    <w:basedOn w:val="Normal"/>
    <w:uiPriority w:val="99"/>
    <w:unhideWhenUsed/>
    <w:rsid w:val="00D0236B"/>
    <w:pPr>
      <w:spacing w:before="100" w:beforeAutospacing="1" w:after="100" w:afterAutospacing="1"/>
    </w:pPr>
    <w:rPr>
      <w:rFonts w:ascii="Times New Roman" w:hAnsi="Times New Roman"/>
      <w:sz w:val="24"/>
      <w:szCs w:val="24"/>
      <w:lang w:val="fr-FR"/>
    </w:rPr>
  </w:style>
  <w:style w:type="paragraph" w:customStyle="1" w:styleId="Listecouleur-Accent11">
    <w:name w:val="Liste couleur - Accent 11"/>
    <w:basedOn w:val="Normal"/>
    <w:uiPriority w:val="34"/>
    <w:qFormat/>
    <w:rsid w:val="00D0236B"/>
    <w:pPr>
      <w:ind w:left="720"/>
      <w:contextualSpacing/>
    </w:pPr>
  </w:style>
  <w:style w:type="character" w:customStyle="1" w:styleId="search-result-summary">
    <w:name w:val="search-result-summary"/>
    <w:basedOn w:val="Policepardfaut"/>
    <w:rsid w:val="00D0236B"/>
  </w:style>
  <w:style w:type="character" w:customStyle="1" w:styleId="search-highlight">
    <w:name w:val="search-highlight"/>
    <w:basedOn w:val="Policepardfaut"/>
    <w:rsid w:val="00D0236B"/>
  </w:style>
  <w:style w:type="paragraph" w:styleId="Notedebasdepage">
    <w:name w:val="footnote text"/>
    <w:basedOn w:val="Normal"/>
    <w:link w:val="NotedebasdepageCar"/>
    <w:uiPriority w:val="99"/>
    <w:unhideWhenUsed/>
    <w:rsid w:val="00D0236B"/>
    <w:rPr>
      <w:rFonts w:ascii="Calibri" w:eastAsia="Calibri" w:hAnsi="Calibri"/>
      <w:lang w:eastAsia="en-US" w:bidi="en-US"/>
    </w:rPr>
  </w:style>
  <w:style w:type="character" w:customStyle="1" w:styleId="NotedebasdepageCar">
    <w:name w:val="Note de bas de page Car"/>
    <w:basedOn w:val="Policepardfaut"/>
    <w:link w:val="Notedebasdepage"/>
    <w:uiPriority w:val="99"/>
    <w:rsid w:val="00D0236B"/>
    <w:rPr>
      <w:rFonts w:ascii="Calibri" w:eastAsia="Calibri" w:hAnsi="Calibri"/>
      <w:lang w:val="en-US" w:eastAsia="en-US" w:bidi="en-US"/>
    </w:rPr>
  </w:style>
  <w:style w:type="character" w:styleId="Appelnotedebasdep">
    <w:name w:val="footnote reference"/>
    <w:uiPriority w:val="99"/>
    <w:semiHidden/>
    <w:unhideWhenUsed/>
    <w:rsid w:val="00D0236B"/>
    <w:rPr>
      <w:vertAlign w:val="superscript"/>
    </w:rPr>
  </w:style>
  <w:style w:type="character" w:styleId="Marquedecommentaire">
    <w:name w:val="annotation reference"/>
    <w:semiHidden/>
    <w:unhideWhenUsed/>
    <w:rsid w:val="00D0236B"/>
    <w:rPr>
      <w:sz w:val="18"/>
      <w:szCs w:val="18"/>
    </w:rPr>
  </w:style>
  <w:style w:type="paragraph" w:styleId="Commentaire">
    <w:name w:val="annotation text"/>
    <w:basedOn w:val="Normal"/>
    <w:link w:val="CommentaireCar"/>
    <w:unhideWhenUsed/>
    <w:rsid w:val="00D0236B"/>
    <w:rPr>
      <w:sz w:val="24"/>
      <w:szCs w:val="24"/>
    </w:rPr>
  </w:style>
  <w:style w:type="character" w:customStyle="1" w:styleId="CommentaireCar">
    <w:name w:val="Commentaire Car"/>
    <w:basedOn w:val="Policepardfaut"/>
    <w:link w:val="Commentaire"/>
    <w:rsid w:val="00D0236B"/>
    <w:rPr>
      <w:rFonts w:ascii="Arial" w:hAnsi="Arial"/>
      <w:sz w:val="24"/>
      <w:szCs w:val="24"/>
      <w:lang w:val="en-US"/>
    </w:rPr>
  </w:style>
  <w:style w:type="paragraph" w:styleId="Objetducommentaire">
    <w:name w:val="annotation subject"/>
    <w:basedOn w:val="Commentaire"/>
    <w:next w:val="Commentaire"/>
    <w:link w:val="ObjetducommentaireCar"/>
    <w:uiPriority w:val="99"/>
    <w:semiHidden/>
    <w:unhideWhenUsed/>
    <w:rsid w:val="00D0236B"/>
    <w:rPr>
      <w:b/>
      <w:bCs/>
    </w:rPr>
  </w:style>
  <w:style w:type="character" w:customStyle="1" w:styleId="ObjetducommentaireCar">
    <w:name w:val="Objet du commentaire Car"/>
    <w:basedOn w:val="CommentaireCar"/>
    <w:link w:val="Objetducommentaire"/>
    <w:uiPriority w:val="99"/>
    <w:semiHidden/>
    <w:rsid w:val="00D0236B"/>
    <w:rPr>
      <w:rFonts w:ascii="Arial" w:hAnsi="Arial"/>
      <w:b/>
      <w:bCs/>
      <w:sz w:val="24"/>
      <w:szCs w:val="24"/>
      <w:lang w:val="en-US"/>
    </w:rPr>
  </w:style>
  <w:style w:type="paragraph" w:customStyle="1" w:styleId="Tramecouleur-Accent11">
    <w:name w:val="Trame couleur - Accent 11"/>
    <w:hidden/>
    <w:uiPriority w:val="99"/>
    <w:semiHidden/>
    <w:rsid w:val="00D0236B"/>
    <w:rPr>
      <w:rFonts w:ascii="Arial" w:hAnsi="Arial"/>
      <w:lang w:val="en-US"/>
    </w:rPr>
  </w:style>
  <w:style w:type="character" w:customStyle="1" w:styleId="longtext">
    <w:name w:val="long_text"/>
    <w:basedOn w:val="Policepardfaut"/>
    <w:rsid w:val="00D0236B"/>
  </w:style>
  <w:style w:type="character" w:customStyle="1" w:styleId="Titre2Car">
    <w:name w:val="Titre 2 Car"/>
    <w:link w:val="Titre2"/>
    <w:uiPriority w:val="9"/>
    <w:rsid w:val="00D0236B"/>
    <w:rPr>
      <w:rFonts w:ascii="Arial" w:hAnsi="Arial"/>
      <w:b/>
      <w:sz w:val="24"/>
      <w:lang w:val="en-US"/>
    </w:rPr>
  </w:style>
  <w:style w:type="character" w:styleId="Lienhypertextesuivivisit">
    <w:name w:val="FollowedHyperlink"/>
    <w:uiPriority w:val="99"/>
    <w:semiHidden/>
    <w:unhideWhenUsed/>
    <w:rsid w:val="00D0236B"/>
    <w:rPr>
      <w:color w:val="800080"/>
      <w:u w:val="single"/>
    </w:rPr>
  </w:style>
  <w:style w:type="character" w:customStyle="1" w:styleId="no-children">
    <w:name w:val="no-children"/>
    <w:basedOn w:val="Policepardfaut"/>
    <w:rsid w:val="00D0236B"/>
  </w:style>
  <w:style w:type="character" w:customStyle="1" w:styleId="pluginpagetreechildrenspan">
    <w:name w:val="plugin_pagetree_children_span"/>
    <w:basedOn w:val="Policepardfaut"/>
    <w:rsid w:val="00D0236B"/>
  </w:style>
  <w:style w:type="table" w:customStyle="1" w:styleId="Franck">
    <w:name w:val="Franck"/>
    <w:basedOn w:val="TableauNormal"/>
    <w:uiPriority w:val="99"/>
    <w:qFormat/>
    <w:rsid w:val="00D0236B"/>
    <w:rPr>
      <w:rFonts w:ascii="Arial" w:eastAsia="Calibri" w:hAnsi="Arial"/>
      <w:sz w:val="18"/>
    </w:rPr>
    <w:tblPr>
      <w:tblStyleRow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57" w:type="dxa"/>
        <w:left w:w="57" w:type="dxa"/>
        <w:bottom w:w="57" w:type="dxa"/>
        <w:right w:w="57" w:type="dxa"/>
      </w:tblCellMar>
    </w:tblPr>
    <w:tcPr>
      <w:shd w:val="clear" w:color="auto" w:fill="auto"/>
      <w:vAlign w:val="center"/>
    </w:tcPr>
    <w:tblStylePr w:type="firstRow">
      <w:rPr>
        <w:rFonts w:ascii="Arial" w:hAnsi="Arial"/>
        <w:b/>
        <w:i/>
        <w:sz w:val="18"/>
      </w:rPr>
      <w:tblPr/>
      <w:tcPr>
        <w:shd w:val="clear" w:color="auto" w:fill="A6A6A6"/>
      </w:tcPr>
    </w:tblStylePr>
  </w:style>
  <w:style w:type="character" w:customStyle="1" w:styleId="alt-edited">
    <w:name w:val="alt-edited"/>
    <w:basedOn w:val="Policepardfaut"/>
    <w:rsid w:val="00D0236B"/>
  </w:style>
  <w:style w:type="paragraph" w:styleId="Rvision">
    <w:name w:val="Revision"/>
    <w:hidden/>
    <w:uiPriority w:val="99"/>
    <w:semiHidden/>
    <w:rsid w:val="00D0236B"/>
    <w:rPr>
      <w:rFonts w:ascii="Arial" w:hAnsi="Arial"/>
      <w:lang w:val="en-US"/>
    </w:rPr>
  </w:style>
  <w:style w:type="character" w:customStyle="1" w:styleId="Platzhaltertext1">
    <w:name w:val="Platzhaltertext1"/>
    <w:uiPriority w:val="99"/>
    <w:semiHidden/>
    <w:rsid w:val="00D0236B"/>
    <w:rPr>
      <w:color w:val="808080"/>
    </w:rPr>
  </w:style>
  <w:style w:type="paragraph" w:customStyle="1" w:styleId="Inhaltsverzeichnisberschrift1">
    <w:name w:val="Inhaltsverzeichnisüberschrift1"/>
    <w:basedOn w:val="Titre1"/>
    <w:next w:val="Normal"/>
    <w:uiPriority w:val="39"/>
    <w:unhideWhenUsed/>
    <w:qFormat/>
    <w:rsid w:val="00D0236B"/>
    <w:pPr>
      <w:keepNext/>
      <w:keepLines/>
      <w:pageBreakBefore w:val="0"/>
      <w:spacing w:before="480" w:after="0" w:line="276" w:lineRule="auto"/>
      <w:ind w:left="1418"/>
      <w:outlineLvl w:val="9"/>
    </w:pPr>
    <w:rPr>
      <w:rFonts w:cs="Arial"/>
      <w:bCs/>
      <w:caps/>
      <w:sz w:val="40"/>
      <w:szCs w:val="28"/>
      <w:lang w:val="fr-FR" w:eastAsia="en-US"/>
    </w:rPr>
  </w:style>
  <w:style w:type="paragraph" w:styleId="Lgende">
    <w:name w:val="caption"/>
    <w:basedOn w:val="Normal"/>
    <w:next w:val="Normal"/>
    <w:uiPriority w:val="99"/>
    <w:qFormat/>
    <w:rsid w:val="0090389C"/>
    <w:pPr>
      <w:spacing w:before="120"/>
      <w:jc w:val="center"/>
    </w:pPr>
    <w:rPr>
      <w:rFonts w:ascii="Calibri" w:hAnsi="Calibri"/>
      <w:i/>
      <w:iCs/>
      <w:sz w:val="16"/>
      <w:szCs w:val="16"/>
      <w:lang w:val="en-GB"/>
    </w:rPr>
  </w:style>
  <w:style w:type="paragraph" w:customStyle="1" w:styleId="SQLI-TabEntte">
    <w:name w:val="SQLI-TabEntête"/>
    <w:basedOn w:val="SQLI-TabContenu"/>
    <w:rsid w:val="0090389C"/>
    <w:pPr>
      <w:spacing w:before="60" w:after="60"/>
    </w:pPr>
    <w:rPr>
      <w:rFonts w:eastAsia="Arial Unicode MS"/>
      <w:b/>
      <w:bCs/>
      <w:color w:val="FFFFFF"/>
    </w:rPr>
  </w:style>
  <w:style w:type="paragraph" w:customStyle="1" w:styleId="SQLI-TabContenu">
    <w:name w:val="SQLI-TabContenu"/>
    <w:basedOn w:val="Normal"/>
    <w:rsid w:val="0090389C"/>
    <w:pPr>
      <w:keepNext/>
    </w:pPr>
    <w:rPr>
      <w:rFonts w:ascii="Calibri" w:hAnsi="Calibri"/>
      <w:lang w:val="en-GB"/>
    </w:rPr>
  </w:style>
  <w:style w:type="character" w:customStyle="1" w:styleId="ParagraphedelisteCar">
    <w:name w:val="Paragraphe de liste Car"/>
    <w:basedOn w:val="Policepardfaut"/>
    <w:link w:val="Paragraphedeliste"/>
    <w:uiPriority w:val="34"/>
    <w:rsid w:val="00850105"/>
    <w:rPr>
      <w:rFonts w:ascii="Arial" w:hAnsi="Arial"/>
      <w:lang w:val="en-US"/>
    </w:rPr>
  </w:style>
  <w:style w:type="table" w:customStyle="1" w:styleId="Listeclaire1">
    <w:name w:val="Liste claire1"/>
    <w:basedOn w:val="TableauNormal"/>
    <w:uiPriority w:val="61"/>
    <w:rsid w:val="00451B82"/>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439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getbootstrap.com/2.3.2/scaffolding.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35"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miguelrot\Desktop\DEV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1668F78F55D40648BBAABF146B5C635"/>
        <w:category>
          <w:name w:val="Général"/>
          <w:gallery w:val="placeholder"/>
        </w:category>
        <w:types>
          <w:type w:val="bbPlcHdr"/>
        </w:types>
        <w:behaviors>
          <w:behavior w:val="content"/>
        </w:behaviors>
        <w:guid w:val="{2680AF1B-568C-4480-B058-C9CB03CCB1EA}"/>
      </w:docPartPr>
      <w:docPartBody>
        <w:p w:rsidR="003F0690" w:rsidRDefault="009A16F2">
          <w:pPr>
            <w:pStyle w:val="31668F78F55D40648BBAABF146B5C635"/>
          </w:pPr>
          <w:r w:rsidRPr="004C1546">
            <w:t>Insert the change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A16F2"/>
    <w:rsid w:val="0002700A"/>
    <w:rsid w:val="00064B94"/>
    <w:rsid w:val="000A3EB9"/>
    <w:rsid w:val="000A5D20"/>
    <w:rsid w:val="000D15A6"/>
    <w:rsid w:val="001279F4"/>
    <w:rsid w:val="001358D3"/>
    <w:rsid w:val="00161CD1"/>
    <w:rsid w:val="00173497"/>
    <w:rsid w:val="00234F99"/>
    <w:rsid w:val="002453D6"/>
    <w:rsid w:val="0026397C"/>
    <w:rsid w:val="002749E0"/>
    <w:rsid w:val="002E0E7E"/>
    <w:rsid w:val="00360EE5"/>
    <w:rsid w:val="00394FBC"/>
    <w:rsid w:val="003F0690"/>
    <w:rsid w:val="00400825"/>
    <w:rsid w:val="00400D8F"/>
    <w:rsid w:val="004432B5"/>
    <w:rsid w:val="00443EA1"/>
    <w:rsid w:val="0046768D"/>
    <w:rsid w:val="00493620"/>
    <w:rsid w:val="004B7C81"/>
    <w:rsid w:val="004D1C2D"/>
    <w:rsid w:val="004D3D28"/>
    <w:rsid w:val="005551F6"/>
    <w:rsid w:val="005643A4"/>
    <w:rsid w:val="005875B2"/>
    <w:rsid w:val="005901DE"/>
    <w:rsid w:val="00591BB9"/>
    <w:rsid w:val="005B1C57"/>
    <w:rsid w:val="005D0FE9"/>
    <w:rsid w:val="00631682"/>
    <w:rsid w:val="0067176D"/>
    <w:rsid w:val="006849C8"/>
    <w:rsid w:val="006C19CC"/>
    <w:rsid w:val="00714A80"/>
    <w:rsid w:val="007328DE"/>
    <w:rsid w:val="0079591D"/>
    <w:rsid w:val="007C1EA0"/>
    <w:rsid w:val="007E05CE"/>
    <w:rsid w:val="00824CF6"/>
    <w:rsid w:val="00831C1C"/>
    <w:rsid w:val="008364EA"/>
    <w:rsid w:val="00873CD2"/>
    <w:rsid w:val="008C6CA7"/>
    <w:rsid w:val="008C78DD"/>
    <w:rsid w:val="00913D00"/>
    <w:rsid w:val="00914A79"/>
    <w:rsid w:val="00960DD3"/>
    <w:rsid w:val="009A16F2"/>
    <w:rsid w:val="00A12BCE"/>
    <w:rsid w:val="00A60C83"/>
    <w:rsid w:val="00A657FA"/>
    <w:rsid w:val="00AD7027"/>
    <w:rsid w:val="00B808C6"/>
    <w:rsid w:val="00B92EA9"/>
    <w:rsid w:val="00BD6576"/>
    <w:rsid w:val="00C5106E"/>
    <w:rsid w:val="00C6622E"/>
    <w:rsid w:val="00CE5317"/>
    <w:rsid w:val="00CF1AC5"/>
    <w:rsid w:val="00D44BA0"/>
    <w:rsid w:val="00D71C7E"/>
    <w:rsid w:val="00D806FB"/>
    <w:rsid w:val="00DE7F7C"/>
    <w:rsid w:val="00E23487"/>
    <w:rsid w:val="00E306B5"/>
    <w:rsid w:val="00E35E7E"/>
    <w:rsid w:val="00E45432"/>
    <w:rsid w:val="00ED265A"/>
    <w:rsid w:val="00EE69B3"/>
    <w:rsid w:val="00F139FF"/>
    <w:rsid w:val="00F31C1D"/>
    <w:rsid w:val="00FD5009"/>
    <w:rsid w:val="00FD7E92"/>
    <w:rsid w:val="00FE26FF"/>
    <w:rsid w:val="00FE2EE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69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F0690"/>
    <w:rPr>
      <w:color w:val="808080"/>
    </w:rPr>
  </w:style>
  <w:style w:type="paragraph" w:customStyle="1" w:styleId="B89A40526D424716A376531C8AB4FC54">
    <w:name w:val="B89A40526D424716A376531C8AB4FC54"/>
    <w:rsid w:val="003F0690"/>
  </w:style>
  <w:style w:type="paragraph" w:customStyle="1" w:styleId="31668F78F55D40648BBAABF146B5C635">
    <w:name w:val="31668F78F55D40648BBAABF146B5C635"/>
    <w:rsid w:val="003F069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81acde16-d336-48bc-b8e2-2ea17d024660">
      <Value>881</Value>
    </TaxCatchAll>
    <jdd89329018d49769636f04e5f6f3655 xmlns="e36e9f3a-7309-4dfc-8148-34e61bb17251">
      <Terms xmlns="http://schemas.microsoft.com/office/infopath/2007/PartnerControls">
        <TermInfo xmlns="http://schemas.microsoft.com/office/infopath/2007/PartnerControls">
          <TermName xmlns="http://schemas.microsoft.com/office/infopath/2007/PartnerControls">1435009</TermName>
          <TermId xmlns="http://schemas.microsoft.com/office/infopath/2007/PartnerControls">15ac9a3b-e4ad-4f9b-bb48-076fcc1737c0</TermId>
        </TermInfo>
      </Terms>
    </jdd89329018d49769636f04e5f6f3655>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F8A1CA8565A9944AAB4E8D3D7BA1DDB" ma:contentTypeVersion="3" ma:contentTypeDescription="Create a new document." ma:contentTypeScope="" ma:versionID="2c19b0b222d4af633e9636e1689f2462">
  <xsd:schema xmlns:xsd="http://www.w3.org/2001/XMLSchema" xmlns:xs="http://www.w3.org/2001/XMLSchema" xmlns:p="http://schemas.microsoft.com/office/2006/metadata/properties" xmlns:ns2="81acde16-d336-48bc-b8e2-2ea17d024660" xmlns:ns3="e36e9f3a-7309-4dfc-8148-34e61bb17251" targetNamespace="http://schemas.microsoft.com/office/2006/metadata/properties" ma:root="true" ma:fieldsID="74a55fabe61b02356a77662f3a87b2c0" ns2:_="" ns3:_="">
    <xsd:import namespace="81acde16-d336-48bc-b8e2-2ea17d024660"/>
    <xsd:import namespace="e36e9f3a-7309-4dfc-8148-34e61bb17251"/>
    <xsd:element name="properties">
      <xsd:complexType>
        <xsd:sequence>
          <xsd:element name="documentManagement">
            <xsd:complexType>
              <xsd:all>
                <xsd:element ref="ns2:_dlc_DocIdPersistId" minOccurs="0"/>
                <xsd:element ref="ns3:jdd89329018d49769636f04e5f6f3655"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cde16-d336-48bc-b8e2-2ea17d024660" elementFormDefault="qualified">
    <xsd:import namespace="http://schemas.microsoft.com/office/2006/documentManagement/types"/>
    <xsd:import namespace="http://schemas.microsoft.com/office/infopath/2007/PartnerControls"/>
    <xsd:element name="_dlc_DocIdPersistId" ma:index="8"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af0180bb-5935-4aaa-85d7-df2b10da9d92}" ma:internalName="TaxCatchAll" ma:showField="CatchAllData" ma:web="81acde16-d336-48bc-b8e2-2ea17d02466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36e9f3a-7309-4dfc-8148-34e61bb17251" elementFormDefault="qualified">
    <xsd:import namespace="http://schemas.microsoft.com/office/2006/documentManagement/types"/>
    <xsd:import namespace="http://schemas.microsoft.com/office/infopath/2007/PartnerControls"/>
    <xsd:element name="jdd89329018d49769636f04e5f6f3655" ma:index="10" ma:taxonomy="true" ma:internalName="jdd89329018d49769636f04e5f6f3655" ma:taxonomyFieldName="Project_x0020_Name" ma:displayName="Project Name" ma:default="881;#1435009|15ac9a3b-e4ad-4f9b-bb48-076fcc1737c0" ma:fieldId="{3dd89329-018d-4976-9636-f04e5f6f3655}" ma:sspId="9ecd963b-bfbe-48fa-b8fe-5f196b8f6024" ma:termSetId="75b5fcad-9b74-4c7c-ac11-751a0016912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E38714-28E3-448E-BF28-0BB378A0D83F}">
  <ds:schemaRefs>
    <ds:schemaRef ds:uri="http://schemas.microsoft.com/sharepoint/v3/contenttype/forms"/>
  </ds:schemaRefs>
</ds:datastoreItem>
</file>

<file path=customXml/itemProps3.xml><?xml version="1.0" encoding="utf-8"?>
<ds:datastoreItem xmlns:ds="http://schemas.openxmlformats.org/officeDocument/2006/customXml" ds:itemID="{E34BB92A-CE39-4DB9-8A61-5A8141A8FCF0}">
  <ds:schemaRefs>
    <ds:schemaRef ds:uri="http://schemas.microsoft.com/office/2006/metadata/properties"/>
    <ds:schemaRef ds:uri="81acde16-d336-48bc-b8e2-2ea17d024660"/>
    <ds:schemaRef ds:uri="e36e9f3a-7309-4dfc-8148-34e61bb17251"/>
    <ds:schemaRef ds:uri="http://schemas.microsoft.com/office/infopath/2007/PartnerControls"/>
  </ds:schemaRefs>
</ds:datastoreItem>
</file>

<file path=customXml/itemProps4.xml><?xml version="1.0" encoding="utf-8"?>
<ds:datastoreItem xmlns:ds="http://schemas.openxmlformats.org/officeDocument/2006/customXml" ds:itemID="{3A7D5B82-D9F5-4DD0-8F00-87453DC5E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cde16-d336-48bc-b8e2-2ea17d024660"/>
    <ds:schemaRef ds:uri="e36e9f3a-7309-4dfc-8148-34e61bb172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0B8E7E-1DDA-4FDC-B6D0-94DFB10DF4FD}">
  <ds:schemaRefs>
    <ds:schemaRef ds:uri="http://schemas.microsoft.com/sharepoint/events"/>
  </ds:schemaRefs>
</ds:datastoreItem>
</file>

<file path=customXml/itemProps6.xml><?xml version="1.0" encoding="utf-8"?>
<ds:datastoreItem xmlns:ds="http://schemas.openxmlformats.org/officeDocument/2006/customXml" ds:itemID="{EF65FA5C-51A8-47A7-B24D-13153A0EC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DEV_Template.dotx</Template>
  <TotalTime>0</TotalTime>
  <Pages>6</Pages>
  <Words>931</Words>
  <Characters>5122</Characters>
  <Application>Microsoft Office Word</Application>
  <DocSecurity>0</DocSecurity>
  <Lines>42</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[IBR02](DEV-TDS)-Tefal website : Where to buy ?</vt:lpstr>
      <vt:lpstr>Hybris : Orders export</vt:lpstr>
    </vt:vector>
  </TitlesOfParts>
  <LinksUpToDate>false</LinksUpToDate>
  <CharactersWithSpaces>6041</CharactersWithSpaces>
  <SharedDoc>false</SharedDoc>
  <HLinks>
    <vt:vector size="6" baseType="variant">
      <vt:variant>
        <vt:i4>6357042</vt:i4>
      </vt:variant>
      <vt:variant>
        <vt:i4>-1</vt:i4>
      </vt:variant>
      <vt:variant>
        <vt:i4>2070</vt:i4>
      </vt:variant>
      <vt:variant>
        <vt:i4>1</vt:i4>
      </vt:variant>
      <vt:variant>
        <vt:lpwstr>::elements graph SEB ID:GroupeSEB Logo bichr rvb bureau.jpg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[IBR02](DEV-TDS)-Tefal website : Where to buy ?</dc:title>
  <dc:creator/>
  <cp:lastModifiedBy/>
  <cp:revision>1</cp:revision>
  <dcterms:created xsi:type="dcterms:W3CDTF">2014-10-14T09:33:00Z</dcterms:created>
  <dcterms:modified xsi:type="dcterms:W3CDTF">2015-06-29T08:31:00Z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0x0101003F8A1CA8565A9944AAB4E8D3D7BA1DDB</vt:lpwstr>
  </property>
  <property fmtid="{D5CDD505-2E9C-101B-9397-08002B2CF9AE}" pid="3" name="h6e3e88ffaea4ff8b3b4db99e4ed1c0b">
    <vt:lpwstr>_TO BE DEFINED|d152e243-c296-4739-8450-0ee370bf7302</vt:lpwstr>
  </property>
  <property fmtid="{D5CDD505-2E9C-101B-9397-08002B2CF9AE}" pid="4" name="lc9d15623f6a42beb8682825427eadf5">
    <vt:lpwstr>Init|e02fe272-c989-4699-980c-afa9ae694088</vt:lpwstr>
  </property>
  <property fmtid="{D5CDD505-2E9C-101B-9397-08002B2CF9AE}" pid="5" name="l6af22312f684e758d500babaa8ebf0c">
    <vt:lpwstr>1. In progress|c875cdda-df6d-481d-ab81-c752b113fdfb</vt:lpwstr>
  </property>
  <property fmtid="{D5CDD505-2E9C-101B-9397-08002B2CF9AE}" pid="6" name="TaxCatchAll">
    <vt:lpwstr>32;#_TO BE DEFINED|18a709e7-74ab-4d56-b82d-5e08e50d7d36;#84;#Init|e02fe272-c989-4699-980c-afa9ae694088;#24;#_TO BE DEFINED|d152e243-c296-4739-8450-0ee370bf7302;#22;#1. In progress|c875cdda-df6d-481d-ab81-c752b113fdfb</vt:lpwstr>
  </property>
  <property fmtid="{D5CDD505-2E9C-101B-9397-08002B2CF9AE}" pid="7" name="d7bea3b829bb4e58a70593075090cdac">
    <vt:lpwstr>_TO BE DEFINED|18a709e7-74ab-4d56-b82d-5e08e50d7d36</vt:lpwstr>
  </property>
  <property fmtid="{D5CDD505-2E9C-101B-9397-08002B2CF9AE}" pid="8" name="Development_x0020_Category">
    <vt:lpwstr>84;#Init|e02fe272-c989-4699-980c-afa9ae694088</vt:lpwstr>
  </property>
  <property fmtid="{D5CDD505-2E9C-101B-9397-08002B2CF9AE}" pid="9" name="Document_x0020_State">
    <vt:lpwstr>22;#1. In progress|c875cdda-df6d-481d-ab81-c752b113fdfb</vt:lpwstr>
  </property>
  <property fmtid="{D5CDD505-2E9C-101B-9397-08002B2CF9AE}" pid="10" name="Application">
    <vt:lpwstr>24;#_TO BE DEFINED|d152e243-c296-4739-8450-0ee370bf7302</vt:lpwstr>
  </property>
  <property fmtid="{D5CDD505-2E9C-101B-9397-08002B2CF9AE}" pid="11" name="Business_x002C__x0020_Family_x0020__xFF06_Processes">
    <vt:lpwstr>32;#_TO BE DEFINED|18a709e7-74ab-4d56-b82d-5e08e50d7d36</vt:lpwstr>
  </property>
  <property fmtid="{D5CDD505-2E9C-101B-9397-08002B2CF9AE}" pid="12" name="Document State">
    <vt:lpwstr>22;#1. In progress|c875cdda-df6d-481d-ab81-c752b113fdfb</vt:lpwstr>
  </property>
  <property fmtid="{D5CDD505-2E9C-101B-9397-08002B2CF9AE}" pid="13" name="Development Category">
    <vt:lpwstr>84</vt:lpwstr>
  </property>
  <property fmtid="{D5CDD505-2E9C-101B-9397-08002B2CF9AE}" pid="14" name="Business, Family ＆Processes">
    <vt:lpwstr>32;#_TO BE DEFINED|18a709e7-74ab-4d56-b82d-5e08e50d7d36</vt:lpwstr>
  </property>
  <property fmtid="{D5CDD505-2E9C-101B-9397-08002B2CF9AE}" pid="15" name="Project_x0020_Name">
    <vt:lpwstr>403;#1200186|ce1626ec-cb6d-4a6c-b852-514643dea3dd</vt:lpwstr>
  </property>
  <property fmtid="{D5CDD505-2E9C-101B-9397-08002B2CF9AE}" pid="16" name="Project Name">
    <vt:lpwstr>881;#1435009|15ac9a3b-e4ad-4f9b-bb48-076fcc1737c0</vt:lpwstr>
  </property>
  <property fmtid="{D5CDD505-2E9C-101B-9397-08002B2CF9AE}" pid="17" name="Project">
    <vt:lpwstr>403;#1200186|ce1626ec-cb6d-4a6c-b852-514643dea3dd</vt:lpwstr>
  </property>
  <property fmtid="{D5CDD505-2E9C-101B-9397-08002B2CF9AE}" pid="18" name="Other Linked Process">
    <vt:lpwstr/>
  </property>
  <property fmtid="{D5CDD505-2E9C-101B-9397-08002B2CF9AE}" pid="19" name="Localization">
    <vt:lpwstr>5;#Corporate|1f2ec5b9-0c18-4d9d-835c-63d20493318c</vt:lpwstr>
  </property>
  <property fmtid="{D5CDD505-2E9C-101B-9397-08002B2CF9AE}" pid="20" name="Master Process Code">
    <vt:lpwstr>453</vt:lpwstr>
  </property>
  <property fmtid="{D5CDD505-2E9C-101B-9397-08002B2CF9AE}" pid="21" name="Document Type">
    <vt:lpwstr>675</vt:lpwstr>
  </property>
  <property fmtid="{D5CDD505-2E9C-101B-9397-08002B2CF9AE}" pid="22" name="Application Landscape">
    <vt:lpwstr>375</vt:lpwstr>
  </property>
</Properties>
</file>